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20" w:rsidRDefault="00BD1620" w:rsidP="00795FEA">
      <w:pPr>
        <w:pStyle w:val="Subtitle"/>
        <w:jc w:val="center"/>
        <w:rPr>
          <w:b/>
          <w:bCs/>
          <w:szCs w:val="28"/>
        </w:rPr>
      </w:pPr>
      <w:r w:rsidRPr="0065755B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"/>
          </v:shape>
        </w:pict>
      </w:r>
    </w:p>
    <w:p w:rsidR="00BD1620" w:rsidRPr="00795FEA" w:rsidRDefault="00BD1620" w:rsidP="00795FE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95FEA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BD1620" w:rsidRPr="00795FEA" w:rsidRDefault="00BD1620" w:rsidP="00795FEA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BD1620" w:rsidRPr="00795FEA" w:rsidRDefault="00BD1620" w:rsidP="00795FEA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 w:rsidRPr="00795FEA">
        <w:rPr>
          <w:b/>
          <w:bCs/>
          <w:szCs w:val="28"/>
        </w:rPr>
        <w:t>ПОСТАНОВЛЕНИЕ</w:t>
      </w:r>
    </w:p>
    <w:p w:rsidR="00BD1620" w:rsidRPr="00795FEA" w:rsidRDefault="00BD1620" w:rsidP="00795FEA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 w:rsidRPr="00795FEA">
        <w:rPr>
          <w:rFonts w:ascii="Times New Roman" w:hAnsi="Times New Roman"/>
          <w:b/>
          <w:szCs w:val="28"/>
        </w:rPr>
        <w:tab/>
      </w:r>
      <w:r w:rsidRPr="00795FEA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6. 06. 2017 года </w:t>
      </w:r>
      <w:r w:rsidRPr="00795FEA">
        <w:rPr>
          <w:rFonts w:ascii="Times New Roman" w:hAnsi="Times New Roman"/>
          <w:sz w:val="28"/>
          <w:szCs w:val="28"/>
        </w:rPr>
        <w:tab/>
      </w:r>
      <w:r w:rsidRPr="00795FEA">
        <w:rPr>
          <w:rFonts w:ascii="Times New Roman" w:hAnsi="Times New Roman"/>
          <w:sz w:val="28"/>
          <w:szCs w:val="28"/>
        </w:rPr>
        <w:tab/>
        <w:t xml:space="preserve">                  </w:t>
      </w:r>
      <w:r w:rsidRPr="00795FEA">
        <w:rPr>
          <w:rFonts w:ascii="Times New Roman" w:hAnsi="Times New Roman"/>
          <w:sz w:val="28"/>
          <w:szCs w:val="28"/>
        </w:rPr>
        <w:tab/>
        <w:t xml:space="preserve"> </w:t>
      </w:r>
      <w:r w:rsidRPr="00795FEA">
        <w:rPr>
          <w:rFonts w:ascii="Times New Roman" w:hAnsi="Times New Roman"/>
          <w:sz w:val="28"/>
          <w:szCs w:val="28"/>
        </w:rPr>
        <w:tab/>
        <w:t xml:space="preserve">                           № </w:t>
      </w:r>
      <w:r w:rsidRPr="00795FEA">
        <w:rPr>
          <w:rFonts w:ascii="Times New Roman" w:hAnsi="Times New Roman"/>
          <w:sz w:val="28"/>
          <w:szCs w:val="28"/>
          <w:u w:val="single"/>
        </w:rPr>
        <w:t>102</w:t>
      </w:r>
    </w:p>
    <w:p w:rsidR="00BD1620" w:rsidRDefault="00BD1620" w:rsidP="00795FEA">
      <w:pPr>
        <w:jc w:val="center"/>
        <w:rPr>
          <w:rFonts w:ascii="Times New Roman" w:hAnsi="Times New Roman"/>
          <w:b/>
          <w:sz w:val="28"/>
          <w:szCs w:val="28"/>
        </w:rPr>
      </w:pPr>
      <w:r w:rsidRPr="00795FEA">
        <w:rPr>
          <w:rFonts w:ascii="Times New Roman" w:hAnsi="Times New Roman"/>
        </w:rPr>
        <w:t>пос.Таманский</w:t>
      </w:r>
    </w:p>
    <w:p w:rsidR="00BD1620" w:rsidRDefault="00BD1620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7B31">
        <w:rPr>
          <w:rFonts w:ascii="Times New Roman" w:hAnsi="Times New Roman"/>
          <w:b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 и в целях совершенствования работы по формированию программного бюджета   п о с т а н о в л я ю:</w:t>
      </w:r>
    </w:p>
    <w:p w:rsidR="00BD1620" w:rsidRPr="00D87B31" w:rsidRDefault="00BD1620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1. Внести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 следующие изменения:</w:t>
      </w:r>
    </w:p>
    <w:p w:rsidR="00BD1620" w:rsidRPr="00D87B31" w:rsidRDefault="00BD1620" w:rsidP="00D87B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BD1620" w:rsidRPr="00D87B31" w:rsidRDefault="00BD1620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2. Постановление администрации Новотаманского сельского поселения Темрюкского района от </w:t>
      </w:r>
      <w:r>
        <w:rPr>
          <w:rFonts w:ascii="Times New Roman" w:hAnsi="Times New Roman"/>
          <w:sz w:val="28"/>
          <w:szCs w:val="28"/>
        </w:rPr>
        <w:t>20 апреля 2017 года № 62</w:t>
      </w:r>
      <w:r w:rsidRPr="00D87B3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  <w:r>
        <w:rPr>
          <w:rFonts w:ascii="Times New Roman" w:hAnsi="Times New Roman"/>
          <w:sz w:val="28"/>
          <w:szCs w:val="28"/>
        </w:rPr>
        <w:t>»</w:t>
      </w:r>
      <w:r w:rsidRPr="00D87B31">
        <w:rPr>
          <w:rFonts w:ascii="Times New Roman" w:hAnsi="Times New Roman"/>
          <w:sz w:val="28"/>
          <w:szCs w:val="28"/>
        </w:rPr>
        <w:t xml:space="preserve"> считать утратившим силу.          </w:t>
      </w:r>
    </w:p>
    <w:p w:rsidR="00BD1620" w:rsidRPr="00D87B31" w:rsidRDefault="00BD1620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>3. Начальнику финансового отдела администрации Новотаманского сельского поселения Темрюкского района Е.Н. Даевой разместить (опубликовать)  настоящее постановление на 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87B31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в информационно-телекоммуникационной сети общего пользования «Интернет». </w:t>
      </w:r>
    </w:p>
    <w:p w:rsidR="00BD1620" w:rsidRPr="00D87B31" w:rsidRDefault="00BD1620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4. Контроль за выполнением постановления возложить на заместителя главы Новотаманского сельского поселения Темрюкского района                    Г.П. Шлахтера.</w:t>
      </w:r>
      <w:r w:rsidRPr="00D87B31">
        <w:rPr>
          <w:rFonts w:ascii="Times New Roman" w:hAnsi="Times New Roman"/>
          <w:sz w:val="28"/>
          <w:szCs w:val="28"/>
        </w:rPr>
        <w:tab/>
      </w:r>
    </w:p>
    <w:p w:rsidR="00BD1620" w:rsidRPr="00D87B31" w:rsidRDefault="00BD1620" w:rsidP="00795FEA">
      <w:pPr>
        <w:pStyle w:val="ConsPlusNormal"/>
        <w:widowControl/>
        <w:tabs>
          <w:tab w:val="left" w:pos="720"/>
          <w:tab w:val="left" w:pos="900"/>
        </w:tabs>
        <w:ind w:firstLine="709"/>
        <w:jc w:val="both"/>
      </w:pPr>
      <w:r w:rsidRPr="00795FEA">
        <w:rPr>
          <w:rFonts w:ascii="Times New Roman" w:hAnsi="Times New Roman" w:cs="Times New Roman"/>
          <w:sz w:val="28"/>
          <w:szCs w:val="28"/>
        </w:rPr>
        <w:t>5. Постановление вступает в силу со дня подписания</w:t>
      </w:r>
      <w:r>
        <w:t>.</w:t>
      </w:r>
    </w:p>
    <w:p w:rsidR="00BD1620" w:rsidRPr="00D87B31" w:rsidRDefault="00BD1620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BD1620" w:rsidRPr="00D87B31" w:rsidRDefault="00BD1620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BD1620" w:rsidRDefault="00BD1620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BD1620" w:rsidRDefault="00BD1620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1620" w:rsidRDefault="00BD1620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D1620" w:rsidRPr="00F966B6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F966B6">
        <w:rPr>
          <w:rFonts w:ascii="Times New Roman" w:hAnsi="Times New Roman"/>
          <w:sz w:val="28"/>
          <w:szCs w:val="28"/>
          <w:u w:val="single"/>
        </w:rPr>
        <w:t>от 6.06.2017г № 102</w:t>
      </w: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</w:t>
      </w:r>
      <w:r w:rsidRPr="00D87B31">
        <w:rPr>
          <w:rFonts w:ascii="Times New Roman" w:hAnsi="Times New Roman"/>
          <w:b/>
          <w:sz w:val="28"/>
          <w:szCs w:val="28"/>
        </w:rPr>
        <w:t xml:space="preserve"> «</w:t>
      </w:r>
      <w:r w:rsidRPr="00D87B31">
        <w:rPr>
          <w:rFonts w:ascii="Times New Roman" w:hAnsi="Times New Roman"/>
          <w:sz w:val="28"/>
          <w:szCs w:val="28"/>
        </w:rPr>
        <w:t>Об  утверждении перечня муниципальных программ в Новотаманском сельском поселении Темрюкского района реализуемых в 2017 году»»</w:t>
      </w: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подготовлен и  внесён:</w:t>
      </w: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Финансовым отделом</w:t>
      </w: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Начальник отдела</w:t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87B31">
        <w:rPr>
          <w:rFonts w:ascii="Times New Roman" w:hAnsi="Times New Roman"/>
          <w:sz w:val="28"/>
          <w:szCs w:val="28"/>
        </w:rPr>
        <w:t xml:space="preserve">   Е.Н. Даева</w:t>
      </w: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 </w:t>
      </w: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согласован:</w:t>
      </w:r>
    </w:p>
    <w:p w:rsidR="00BD1620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Новотаманского</w:t>
      </w:r>
    </w:p>
    <w:p w:rsidR="00BD1620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Г.П. Шлахтер</w:t>
      </w:r>
    </w:p>
    <w:p w:rsidR="00BD1620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620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87B31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D87B31">
        <w:rPr>
          <w:rFonts w:ascii="Times New Roman" w:hAnsi="Times New Roman"/>
          <w:sz w:val="28"/>
          <w:szCs w:val="28"/>
        </w:rPr>
        <w:t xml:space="preserve"> общего отдела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Е.В. Барботько</w:t>
      </w: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1620" w:rsidRPr="00D87B31" w:rsidRDefault="00BD1620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D1620" w:rsidRPr="00D87B31" w:rsidSect="00795FEA">
      <w:headerReference w:type="default" r:id="rId7"/>
      <w:pgSz w:w="11906" w:h="16838"/>
      <w:pgMar w:top="360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20" w:rsidRDefault="00BD1620" w:rsidP="00D87B31">
      <w:pPr>
        <w:spacing w:after="0" w:line="240" w:lineRule="auto"/>
      </w:pPr>
      <w:r>
        <w:separator/>
      </w:r>
    </w:p>
  </w:endnote>
  <w:endnote w:type="continuationSeparator" w:id="0">
    <w:p w:rsidR="00BD1620" w:rsidRDefault="00BD1620" w:rsidP="00D8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20" w:rsidRDefault="00BD1620" w:rsidP="00D87B31">
      <w:pPr>
        <w:spacing w:after="0" w:line="240" w:lineRule="auto"/>
      </w:pPr>
      <w:r>
        <w:separator/>
      </w:r>
    </w:p>
  </w:footnote>
  <w:footnote w:type="continuationSeparator" w:id="0">
    <w:p w:rsidR="00BD1620" w:rsidRDefault="00BD1620" w:rsidP="00D8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620" w:rsidRDefault="00BD1620" w:rsidP="00D87B31">
    <w:pPr>
      <w:pStyle w:val="Header"/>
      <w:jc w:val="center"/>
    </w:pPr>
    <w:r w:rsidRPr="00D87B31">
      <w:rPr>
        <w:rFonts w:ascii="Times New Roman" w:hAnsi="Times New Roman"/>
        <w:sz w:val="28"/>
        <w:szCs w:val="28"/>
      </w:rPr>
      <w:fldChar w:fldCharType="begin"/>
    </w:r>
    <w:r w:rsidRPr="00D87B31">
      <w:rPr>
        <w:rFonts w:ascii="Times New Roman" w:hAnsi="Times New Roman"/>
        <w:sz w:val="28"/>
        <w:szCs w:val="28"/>
      </w:rPr>
      <w:instrText xml:space="preserve"> PAGE   \* MERGEFORMAT </w:instrText>
    </w:r>
    <w:r w:rsidRPr="00D87B3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7B3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B31"/>
    <w:rsid w:val="0005186F"/>
    <w:rsid w:val="000C02FF"/>
    <w:rsid w:val="000D739E"/>
    <w:rsid w:val="00105BB2"/>
    <w:rsid w:val="001B2BAA"/>
    <w:rsid w:val="001C5814"/>
    <w:rsid w:val="00216006"/>
    <w:rsid w:val="00235B9F"/>
    <w:rsid w:val="002515FD"/>
    <w:rsid w:val="00255271"/>
    <w:rsid w:val="002934E4"/>
    <w:rsid w:val="0029506D"/>
    <w:rsid w:val="002E7955"/>
    <w:rsid w:val="003C4572"/>
    <w:rsid w:val="004309A9"/>
    <w:rsid w:val="004A4433"/>
    <w:rsid w:val="004D243D"/>
    <w:rsid w:val="005C0F75"/>
    <w:rsid w:val="005C3EA5"/>
    <w:rsid w:val="00624833"/>
    <w:rsid w:val="006453CB"/>
    <w:rsid w:val="0065755B"/>
    <w:rsid w:val="00694A48"/>
    <w:rsid w:val="006B2B19"/>
    <w:rsid w:val="006C3BEA"/>
    <w:rsid w:val="00795FEA"/>
    <w:rsid w:val="007C3005"/>
    <w:rsid w:val="00833C7D"/>
    <w:rsid w:val="00863D3C"/>
    <w:rsid w:val="00870808"/>
    <w:rsid w:val="008F3121"/>
    <w:rsid w:val="009A7ACC"/>
    <w:rsid w:val="00A02D3B"/>
    <w:rsid w:val="00AE6A07"/>
    <w:rsid w:val="00AF3CC8"/>
    <w:rsid w:val="00B11038"/>
    <w:rsid w:val="00B53C1E"/>
    <w:rsid w:val="00BD1620"/>
    <w:rsid w:val="00C113AC"/>
    <w:rsid w:val="00D32C43"/>
    <w:rsid w:val="00D87B31"/>
    <w:rsid w:val="00D92EA5"/>
    <w:rsid w:val="00E81A4C"/>
    <w:rsid w:val="00E96C0E"/>
    <w:rsid w:val="00EE2F5E"/>
    <w:rsid w:val="00F51F3F"/>
    <w:rsid w:val="00F966B6"/>
    <w:rsid w:val="00FF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A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87B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7B3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7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7ACC"/>
    <w:rPr>
      <w:rFonts w:ascii="Times New Roman" w:hAnsi="Times New Roman" w:cs="Times New Roman"/>
      <w:sz w:val="2"/>
    </w:rPr>
  </w:style>
  <w:style w:type="paragraph" w:styleId="Subtitle">
    <w:name w:val="Subtitle"/>
    <w:basedOn w:val="Normal"/>
    <w:next w:val="BodyText"/>
    <w:link w:val="SubtitleChar"/>
    <w:uiPriority w:val="99"/>
    <w:qFormat/>
    <w:locked/>
    <w:rsid w:val="00795FEA"/>
    <w:pPr>
      <w:suppressAutoHyphens/>
      <w:spacing w:after="0" w:line="240" w:lineRule="auto"/>
    </w:pPr>
    <w:rPr>
      <w:rFonts w:ascii="Times New Roman" w:hAnsi="Times New Roman"/>
      <w:sz w:val="28"/>
      <w:szCs w:val="24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95FEA"/>
    <w:rPr>
      <w:rFonts w:cs="Times New Roman"/>
      <w:sz w:val="24"/>
      <w:szCs w:val="24"/>
      <w:lang w:val="ru-RU" w:eastAsia="ar-SA" w:bidi="ar-SA"/>
    </w:rPr>
  </w:style>
  <w:style w:type="paragraph" w:styleId="BodyText">
    <w:name w:val="Body Text"/>
    <w:basedOn w:val="Normal"/>
    <w:link w:val="BodyTextChar"/>
    <w:uiPriority w:val="99"/>
    <w:rsid w:val="00795F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2</Pages>
  <Words>424</Words>
  <Characters>2422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XTreme</cp:lastModifiedBy>
  <cp:revision>17</cp:revision>
  <cp:lastPrinted>2017-06-06T03:54:00Z</cp:lastPrinted>
  <dcterms:created xsi:type="dcterms:W3CDTF">2016-12-13T08:30:00Z</dcterms:created>
  <dcterms:modified xsi:type="dcterms:W3CDTF">2017-06-08T11:22:00Z</dcterms:modified>
</cp:coreProperties>
</file>