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0D" w:rsidRDefault="00167F0D" w:rsidP="00207BA1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67F0D" w:rsidRPr="00360BEA" w:rsidRDefault="00167F0D" w:rsidP="00207BA1">
      <w:pPr>
        <w:spacing w:after="0" w:line="240" w:lineRule="auto"/>
        <w:ind w:left="9923"/>
        <w:jc w:val="center"/>
        <w:rPr>
          <w:rFonts w:ascii="Times New Roman" w:hAnsi="Times New Roman"/>
          <w:sz w:val="28"/>
          <w:szCs w:val="28"/>
        </w:rPr>
      </w:pPr>
      <w:r w:rsidRPr="00F81E9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81E99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«По</w:t>
      </w:r>
      <w:r w:rsidRPr="00360BEA">
        <w:rPr>
          <w:rFonts w:ascii="Times New Roman" w:hAnsi="Times New Roman"/>
          <w:sz w:val="28"/>
          <w:szCs w:val="28"/>
        </w:rPr>
        <w:t>д</w:t>
      </w:r>
      <w:r w:rsidRPr="00360BEA">
        <w:rPr>
          <w:rFonts w:ascii="Times New Roman" w:hAnsi="Times New Roman"/>
          <w:sz w:val="28"/>
          <w:szCs w:val="28"/>
        </w:rPr>
        <w:t>держка социально ориентированных некоммерческих организаций в Нов</w:t>
      </w:r>
      <w:r w:rsidRPr="00360BEA">
        <w:rPr>
          <w:rFonts w:ascii="Times New Roman" w:hAnsi="Times New Roman"/>
          <w:sz w:val="28"/>
          <w:szCs w:val="28"/>
        </w:rPr>
        <w:t>о</w:t>
      </w:r>
      <w:r w:rsidRPr="00360BEA">
        <w:rPr>
          <w:rFonts w:ascii="Times New Roman" w:hAnsi="Times New Roman"/>
          <w:sz w:val="28"/>
          <w:szCs w:val="28"/>
        </w:rPr>
        <w:t>таманском сельском поселении Те</w:t>
      </w:r>
      <w:r w:rsidRPr="00360BEA">
        <w:rPr>
          <w:rFonts w:ascii="Times New Roman" w:hAnsi="Times New Roman"/>
          <w:sz w:val="28"/>
          <w:szCs w:val="28"/>
        </w:rPr>
        <w:t>м</w:t>
      </w:r>
      <w:r w:rsidRPr="00360BEA">
        <w:rPr>
          <w:rFonts w:ascii="Times New Roman" w:hAnsi="Times New Roman"/>
          <w:sz w:val="28"/>
          <w:szCs w:val="28"/>
        </w:rPr>
        <w:t>рюкского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360BEA">
        <w:rPr>
          <w:rFonts w:ascii="Times New Roman" w:hAnsi="Times New Roman"/>
          <w:sz w:val="28"/>
          <w:szCs w:val="28"/>
        </w:rPr>
        <w:t xml:space="preserve"> год»</w:t>
      </w: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BEA">
        <w:rPr>
          <w:rFonts w:ascii="Times New Roman" w:hAnsi="Times New Roman"/>
          <w:sz w:val="28"/>
          <w:szCs w:val="28"/>
        </w:rPr>
        <w:t xml:space="preserve">Перечень основных мероприятий программы </w:t>
      </w:r>
    </w:p>
    <w:p w:rsidR="00167F0D" w:rsidRPr="00360BEA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365"/>
        <w:gridCol w:w="2052"/>
        <w:gridCol w:w="2478"/>
        <w:gridCol w:w="2279"/>
        <w:gridCol w:w="1769"/>
        <w:gridCol w:w="1842"/>
      </w:tblGrid>
      <w:tr w:rsidR="00167F0D" w:rsidRPr="00200A9F" w:rsidTr="00200A9F">
        <w:tc>
          <w:tcPr>
            <w:tcW w:w="817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365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Наименование меропри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я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2052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Сроки реал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и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зации</w:t>
            </w:r>
          </w:p>
        </w:tc>
        <w:tc>
          <w:tcPr>
            <w:tcW w:w="2478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Ответственные за реализацию пр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2279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Источники ф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и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нансирования</w:t>
            </w:r>
          </w:p>
        </w:tc>
        <w:tc>
          <w:tcPr>
            <w:tcW w:w="1769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Сумма ра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с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хода, всего (тыс.руб.)</w:t>
            </w:r>
          </w:p>
        </w:tc>
        <w:tc>
          <w:tcPr>
            <w:tcW w:w="1842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В том числе в 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году (тыс.руб.)</w:t>
            </w:r>
          </w:p>
        </w:tc>
      </w:tr>
      <w:tr w:rsidR="00167F0D" w:rsidRPr="00200A9F" w:rsidTr="00200A9F">
        <w:tc>
          <w:tcPr>
            <w:tcW w:w="14602" w:type="dxa"/>
            <w:gridSpan w:val="7"/>
          </w:tcPr>
          <w:p w:rsidR="00167F0D" w:rsidRPr="00200A9F" w:rsidRDefault="00167F0D" w:rsidP="0020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Финансовая поддержка СОНКО</w:t>
            </w:r>
          </w:p>
        </w:tc>
      </w:tr>
      <w:tr w:rsidR="00167F0D" w:rsidRPr="00200A9F" w:rsidTr="00200A9F">
        <w:tc>
          <w:tcPr>
            <w:tcW w:w="817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65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Оказание содействия К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а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зачьему обществу в пр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ведении публичных м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е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роприятий на территории Новотаманского сельск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го поселения Темрюкск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го района</w:t>
            </w:r>
          </w:p>
        </w:tc>
        <w:tc>
          <w:tcPr>
            <w:tcW w:w="205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Общий отдел а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д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министрации Н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вотаманского сельского посел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е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ния Темрюкского района</w:t>
            </w:r>
          </w:p>
        </w:tc>
        <w:tc>
          <w:tcPr>
            <w:tcW w:w="227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д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жет</w:t>
            </w:r>
          </w:p>
        </w:tc>
        <w:tc>
          <w:tcPr>
            <w:tcW w:w="176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67F0D" w:rsidRPr="00200A9F" w:rsidTr="00200A9F">
        <w:tc>
          <w:tcPr>
            <w:tcW w:w="14602" w:type="dxa"/>
            <w:gridSpan w:val="7"/>
          </w:tcPr>
          <w:p w:rsidR="00167F0D" w:rsidRPr="00200A9F" w:rsidRDefault="00167F0D" w:rsidP="00200A9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Информационная и консультативная поддержка СОНКО</w:t>
            </w:r>
          </w:p>
        </w:tc>
      </w:tr>
      <w:tr w:rsidR="00167F0D" w:rsidRPr="00200A9F" w:rsidTr="00200A9F">
        <w:tc>
          <w:tcPr>
            <w:tcW w:w="817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365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Организация и ведение реестра СОНКО, которым оказывается поддержка</w:t>
            </w:r>
          </w:p>
        </w:tc>
        <w:tc>
          <w:tcPr>
            <w:tcW w:w="205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Обновление 1 раз в квартал</w:t>
            </w:r>
          </w:p>
        </w:tc>
        <w:tc>
          <w:tcPr>
            <w:tcW w:w="2478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Общий отдел а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д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министрации Н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вотаманского сельского посел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е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ния Темрюкского района</w:t>
            </w:r>
          </w:p>
        </w:tc>
        <w:tc>
          <w:tcPr>
            <w:tcW w:w="227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7F0D" w:rsidRPr="00200A9F" w:rsidTr="00200A9F">
        <w:tc>
          <w:tcPr>
            <w:tcW w:w="817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365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Создание и ведение ру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б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рики «Общественные объединения» информ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а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ционного сайта админ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и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страции Новотаманского сельского поселения Темрюкского района в телекоммуникационной сети «Интернет»</w:t>
            </w:r>
          </w:p>
        </w:tc>
        <w:tc>
          <w:tcPr>
            <w:tcW w:w="205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7F0D" w:rsidRPr="00200A9F" w:rsidTr="00200A9F">
        <w:tc>
          <w:tcPr>
            <w:tcW w:w="817" w:type="dxa"/>
          </w:tcPr>
          <w:p w:rsidR="00167F0D" w:rsidRPr="00200A9F" w:rsidRDefault="00167F0D" w:rsidP="00200A9F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365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05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7F0D" w:rsidRPr="00200A9F" w:rsidTr="00200A9F">
        <w:tc>
          <w:tcPr>
            <w:tcW w:w="817" w:type="dxa"/>
          </w:tcPr>
          <w:p w:rsidR="00167F0D" w:rsidRPr="00200A9F" w:rsidRDefault="00167F0D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365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Проведение консульт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а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ций специалистами адм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и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нистрации Новотама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н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ского сельского посел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е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ния Темрюкского района с Казачьим обществом по организационно-правовым вопросам</w:t>
            </w:r>
          </w:p>
        </w:tc>
        <w:tc>
          <w:tcPr>
            <w:tcW w:w="205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В период ре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а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лизации пр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2478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Структурные по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д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разделения адм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и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нистрации Нов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таманского сел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ь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ского поселения Темрюкского ра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й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она</w:t>
            </w:r>
          </w:p>
        </w:tc>
        <w:tc>
          <w:tcPr>
            <w:tcW w:w="227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7F0D" w:rsidRPr="00200A9F" w:rsidTr="00200A9F">
        <w:tc>
          <w:tcPr>
            <w:tcW w:w="10991" w:type="dxa"/>
            <w:gridSpan w:val="5"/>
          </w:tcPr>
          <w:p w:rsidR="00167F0D" w:rsidRPr="00200A9F" w:rsidRDefault="00167F0D" w:rsidP="00200A9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769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2" w:type="dxa"/>
          </w:tcPr>
          <w:p w:rsidR="00167F0D" w:rsidRPr="00200A9F" w:rsidRDefault="00167F0D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</w:tbl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Pr="00F81E99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            Е.Н.Даева</w:t>
      </w:r>
    </w:p>
    <w:sectPr w:rsidR="00167F0D" w:rsidRPr="00F81E99" w:rsidSect="00207BA1">
      <w:pgSz w:w="16838" w:h="11906" w:orient="landscape"/>
      <w:pgMar w:top="993" w:right="678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54C9B"/>
    <w:multiLevelType w:val="multilevel"/>
    <w:tmpl w:val="F198DB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E99"/>
    <w:rsid w:val="00167F0D"/>
    <w:rsid w:val="00200A9F"/>
    <w:rsid w:val="00207BA1"/>
    <w:rsid w:val="00360BEA"/>
    <w:rsid w:val="00362042"/>
    <w:rsid w:val="0053116F"/>
    <w:rsid w:val="00722EC4"/>
    <w:rsid w:val="00722ED2"/>
    <w:rsid w:val="00967103"/>
    <w:rsid w:val="00AB7206"/>
    <w:rsid w:val="00B4034D"/>
    <w:rsid w:val="00B52A7C"/>
    <w:rsid w:val="00C932CA"/>
    <w:rsid w:val="00E201B9"/>
    <w:rsid w:val="00E55353"/>
    <w:rsid w:val="00F01981"/>
    <w:rsid w:val="00F81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2C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720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553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2</Pages>
  <Words>249</Words>
  <Characters>1421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XTreme</cp:lastModifiedBy>
  <cp:revision>5</cp:revision>
  <dcterms:created xsi:type="dcterms:W3CDTF">2015-10-27T11:53:00Z</dcterms:created>
  <dcterms:modified xsi:type="dcterms:W3CDTF">2016-09-28T06:25:00Z</dcterms:modified>
</cp:coreProperties>
</file>