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066" w:rsidRDefault="00FA0066" w:rsidP="00FE0B03">
      <w:pPr>
        <w:pStyle w:val="Subtitle"/>
        <w:jc w:val="center"/>
        <w:rPr>
          <w:b/>
          <w:bCs/>
          <w:szCs w:val="28"/>
        </w:rPr>
      </w:pPr>
      <w:r w:rsidRPr="00E82021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pt;height:54.75pt;visibility:visible">
            <v:imagedata r:id="rId7" o:title=""/>
          </v:shape>
        </w:pict>
      </w:r>
    </w:p>
    <w:p w:rsidR="00FA0066" w:rsidRDefault="00FA0066" w:rsidP="00FE0B03">
      <w:pPr>
        <w:jc w:val="center"/>
        <w:rPr>
          <w:b/>
          <w:bCs/>
          <w:sz w:val="28"/>
          <w:szCs w:val="28"/>
        </w:rPr>
      </w:pPr>
    </w:p>
    <w:p w:rsidR="00FA0066" w:rsidRPr="009C1E94" w:rsidRDefault="00FA0066" w:rsidP="00FE0B03">
      <w:pPr>
        <w:jc w:val="center"/>
        <w:rPr>
          <w:b/>
          <w:bCs/>
          <w:sz w:val="28"/>
          <w:szCs w:val="28"/>
        </w:rPr>
      </w:pPr>
      <w:r w:rsidRPr="009C1E94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FA0066" w:rsidRPr="007F5393" w:rsidRDefault="00FA0066" w:rsidP="00FE0B03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  <w:r w:rsidRPr="009C1E94">
        <w:rPr>
          <w:b/>
          <w:bCs/>
          <w:szCs w:val="28"/>
        </w:rPr>
        <w:t>ПОСТАНОВЛЕНИЕ</w:t>
      </w:r>
    </w:p>
    <w:p w:rsidR="00FA0066" w:rsidRDefault="00FA0066" w:rsidP="00FE0B03">
      <w:pPr>
        <w:tabs>
          <w:tab w:val="left" w:pos="480"/>
        </w:tabs>
        <w:autoSpaceDE w:val="0"/>
        <w:autoSpaceDN w:val="0"/>
        <w:adjustRightInd w:val="0"/>
        <w:ind w:right="-1"/>
        <w:rPr>
          <w:b/>
          <w:szCs w:val="28"/>
        </w:rPr>
      </w:pPr>
    </w:p>
    <w:p w:rsidR="00FA0066" w:rsidRDefault="00FA0066" w:rsidP="00FE0B03">
      <w:pPr>
        <w:tabs>
          <w:tab w:val="left" w:pos="480"/>
        </w:tabs>
        <w:autoSpaceDE w:val="0"/>
        <w:autoSpaceDN w:val="0"/>
        <w:adjustRightInd w:val="0"/>
        <w:ind w:right="-1"/>
        <w:rPr>
          <w:b/>
          <w:szCs w:val="28"/>
        </w:rPr>
      </w:pPr>
    </w:p>
    <w:p w:rsidR="00FA0066" w:rsidRPr="007E0B6A" w:rsidRDefault="00FA0066" w:rsidP="00FE0B03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 w:rsidRPr="007F5393">
        <w:rPr>
          <w:b/>
          <w:szCs w:val="28"/>
        </w:rPr>
        <w:tab/>
      </w:r>
      <w:r w:rsidRPr="007E0B6A">
        <w:rPr>
          <w:b/>
          <w:sz w:val="28"/>
          <w:szCs w:val="28"/>
        </w:rPr>
        <w:t>о</w:t>
      </w:r>
      <w:r w:rsidRPr="007E0B6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1.06.2017</w:t>
      </w:r>
      <w:r w:rsidRPr="009C1E94">
        <w:rPr>
          <w:sz w:val="28"/>
          <w:szCs w:val="28"/>
        </w:rPr>
        <w:tab/>
      </w:r>
      <w:r w:rsidRPr="009C1E94">
        <w:rPr>
          <w:sz w:val="28"/>
          <w:szCs w:val="28"/>
        </w:rPr>
        <w:tab/>
      </w:r>
      <w:r w:rsidRPr="009C1E94">
        <w:rPr>
          <w:sz w:val="28"/>
          <w:szCs w:val="28"/>
        </w:rPr>
        <w:tab/>
      </w:r>
      <w:r w:rsidRPr="009C1E94">
        <w:rPr>
          <w:sz w:val="28"/>
          <w:szCs w:val="28"/>
        </w:rPr>
        <w:tab/>
      </w:r>
      <w:r w:rsidRPr="009C1E94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№ </w:t>
      </w:r>
      <w:r>
        <w:rPr>
          <w:sz w:val="28"/>
          <w:szCs w:val="28"/>
          <w:u w:val="single"/>
        </w:rPr>
        <w:t>92</w:t>
      </w:r>
    </w:p>
    <w:p w:rsidR="00FA0066" w:rsidRDefault="00FA0066" w:rsidP="00FE0B03">
      <w:pPr>
        <w:jc w:val="center"/>
        <w:rPr>
          <w:b/>
          <w:sz w:val="28"/>
          <w:szCs w:val="28"/>
        </w:rPr>
      </w:pPr>
      <w:r w:rsidRPr="007F5393">
        <w:t>пос.Таманский</w:t>
      </w:r>
    </w:p>
    <w:p w:rsidR="00FA0066" w:rsidRDefault="00FA0066" w:rsidP="00C80FE7">
      <w:pPr>
        <w:rPr>
          <w:b/>
          <w:sz w:val="28"/>
          <w:szCs w:val="28"/>
        </w:rPr>
      </w:pPr>
    </w:p>
    <w:p w:rsidR="00FA0066" w:rsidRPr="00EA1EB4" w:rsidRDefault="00FA0066" w:rsidP="00C80F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Новотаманского сельского поселения Темрюкского района от 5 октября 2016 года № 369 «Об утверждении муниципальной программы  «О подготовке </w:t>
      </w:r>
      <w:r w:rsidRPr="003C6DB3">
        <w:rPr>
          <w:b/>
          <w:sz w:val="28"/>
          <w:szCs w:val="28"/>
        </w:rPr>
        <w:t>землеустроительной документации</w:t>
      </w:r>
      <w:r>
        <w:rPr>
          <w:b/>
          <w:sz w:val="28"/>
          <w:szCs w:val="28"/>
        </w:rPr>
        <w:t xml:space="preserve"> </w:t>
      </w:r>
      <w:r w:rsidRPr="003C6DB3">
        <w:rPr>
          <w:b/>
          <w:sz w:val="28"/>
          <w:szCs w:val="28"/>
        </w:rPr>
        <w:t>на территории Новотаманского сельского поселения</w:t>
      </w:r>
      <w:r>
        <w:rPr>
          <w:b/>
          <w:sz w:val="28"/>
          <w:szCs w:val="28"/>
        </w:rPr>
        <w:t xml:space="preserve"> Темрюкского района на 2017</w:t>
      </w:r>
      <w:r w:rsidRPr="003D703D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FA0066" w:rsidRDefault="00FA0066" w:rsidP="00C80F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0066" w:rsidRDefault="00FA0066" w:rsidP="00DD76F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 179 Бюджетного кодекса Российской Федерации, с  главой 4.1 Федерального закона от 24 июля 2007 года № 221-ФЗ «О государственном кадастре недвижимости», Федеральным законом от 6 октября 2003 года № 131-ФЗ «Об общих принципах организации местного самоуправления в Российской Федерации»,  п о с т а н о в л я ю:</w:t>
      </w:r>
    </w:p>
    <w:p w:rsidR="00FA0066" w:rsidRDefault="00FA0066" w:rsidP="00DD76F4">
      <w:pPr>
        <w:ind w:firstLine="709"/>
        <w:jc w:val="both"/>
        <w:rPr>
          <w:rStyle w:val="Strong"/>
          <w:b w:val="0"/>
          <w:color w:val="000000"/>
          <w:sz w:val="28"/>
          <w:szCs w:val="28"/>
        </w:rPr>
      </w:pPr>
      <w:r w:rsidRPr="00DC21F3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постановление администрации Новотаманского сельского поселения Темрюкского района от 5 октября 2016 года № 369 «Об утверждении муниципальной</w:t>
      </w:r>
      <w:r w:rsidRPr="00DC21F3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DC21F3">
        <w:rPr>
          <w:rStyle w:val="Strong"/>
          <w:b w:val="0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подготовке </w:t>
      </w:r>
      <w:r w:rsidRPr="00DC21F3">
        <w:rPr>
          <w:sz w:val="28"/>
          <w:szCs w:val="28"/>
        </w:rPr>
        <w:t>землеустроительной документации на территории Новотаманского сельского поселения Темрюкского района на 2017 год»</w:t>
      </w:r>
      <w:r w:rsidRPr="00DC21F3">
        <w:rPr>
          <w:rStyle w:val="Strong"/>
          <w:b w:val="0"/>
          <w:color w:val="000000"/>
          <w:sz w:val="28"/>
          <w:szCs w:val="28"/>
        </w:rPr>
        <w:t xml:space="preserve"> </w:t>
      </w:r>
      <w:r>
        <w:rPr>
          <w:rStyle w:val="Strong"/>
          <w:b w:val="0"/>
          <w:color w:val="000000"/>
          <w:sz w:val="28"/>
          <w:szCs w:val="28"/>
        </w:rPr>
        <w:t>следующие изменения:</w:t>
      </w:r>
    </w:p>
    <w:p w:rsidR="00FA0066" w:rsidRDefault="00FA0066" w:rsidP="00DD76F4">
      <w:pPr>
        <w:ind w:firstLine="709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1) приложение к постановлению изложить в новой редакции (прилагается).</w:t>
      </w:r>
    </w:p>
    <w:p w:rsidR="00FA0066" w:rsidRPr="00DC21F3" w:rsidRDefault="00FA0066" w:rsidP="00DD76F4">
      <w:pPr>
        <w:ind w:firstLine="709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2. Постановление администрации Новотаманского сельского поселения Темрюкского района от 11 апреля 2017 года № 55 «</w:t>
      </w:r>
      <w:r w:rsidRPr="0005584D">
        <w:rPr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5 октября 2016 года № 369 «Об утвер</w:t>
      </w:r>
      <w:r>
        <w:rPr>
          <w:sz w:val="28"/>
          <w:szCs w:val="28"/>
        </w:rPr>
        <w:t xml:space="preserve">ждении муниципальной программы </w:t>
      </w:r>
      <w:r w:rsidRPr="0005584D">
        <w:rPr>
          <w:sz w:val="28"/>
          <w:szCs w:val="28"/>
        </w:rPr>
        <w:t>«О подготовке землеустроительной документации на территории Новотаманского сельского поселения Темрюкского района на 2017 год»</w:t>
      </w:r>
      <w:r>
        <w:rPr>
          <w:sz w:val="28"/>
          <w:szCs w:val="28"/>
        </w:rPr>
        <w:t xml:space="preserve"> считать утратившим силу.</w:t>
      </w:r>
    </w:p>
    <w:p w:rsidR="00FA0066" w:rsidRPr="00871CAA" w:rsidRDefault="00FA0066" w:rsidP="00DD76F4">
      <w:pPr>
        <w:ind w:firstLine="709"/>
        <w:jc w:val="both"/>
      </w:pPr>
      <w:r>
        <w:rPr>
          <w:sz w:val="28"/>
          <w:szCs w:val="28"/>
        </w:rPr>
        <w:t>3</w:t>
      </w:r>
      <w:r w:rsidRPr="00871CAA">
        <w:rPr>
          <w:sz w:val="28"/>
          <w:szCs w:val="28"/>
        </w:rPr>
        <w:t xml:space="preserve">. </w:t>
      </w:r>
      <w:r>
        <w:rPr>
          <w:sz w:val="28"/>
          <w:szCs w:val="28"/>
        </w:rPr>
        <w:t>Н</w:t>
      </w:r>
      <w:r w:rsidRPr="00871CAA">
        <w:rPr>
          <w:sz w:val="28"/>
          <w:szCs w:val="28"/>
        </w:rPr>
        <w:t>ачальник</w:t>
      </w:r>
      <w:r>
        <w:rPr>
          <w:sz w:val="28"/>
          <w:szCs w:val="28"/>
        </w:rPr>
        <w:t>у финансового отдела Е.Н. Даевой</w:t>
      </w:r>
      <w:r w:rsidRPr="00871CAA">
        <w:rPr>
          <w:sz w:val="28"/>
          <w:szCs w:val="28"/>
        </w:rPr>
        <w:t xml:space="preserve"> разместить (опубликовать) настоящее постановление на сайте </w:t>
      </w:r>
      <w:r>
        <w:rPr>
          <w:sz w:val="28"/>
          <w:szCs w:val="28"/>
        </w:rPr>
        <w:t xml:space="preserve">администрации </w:t>
      </w:r>
      <w:r w:rsidRPr="00871CAA">
        <w:rPr>
          <w:sz w:val="28"/>
          <w:szCs w:val="28"/>
        </w:rPr>
        <w:t>Новотаманского сельского поселения Темрюкского района в информационно-коммуникационной сети «Интернет».</w:t>
      </w:r>
    </w:p>
    <w:p w:rsidR="00FA0066" w:rsidRPr="00871CAA" w:rsidRDefault="00FA0066" w:rsidP="00DD76F4">
      <w:pPr>
        <w:ind w:firstLine="709"/>
        <w:jc w:val="both"/>
        <w:rPr>
          <w:sz w:val="28"/>
          <w:szCs w:val="28"/>
        </w:rPr>
      </w:pPr>
      <w:r w:rsidRPr="00871CAA">
        <w:rPr>
          <w:sz w:val="28"/>
          <w:szCs w:val="28"/>
        </w:rPr>
        <w:t xml:space="preserve">3. Контроль за выполнением постановления возложить на заместителя главы Новотаманского сельского поселения Темрюкского района </w:t>
      </w:r>
      <w:r>
        <w:rPr>
          <w:sz w:val="28"/>
          <w:szCs w:val="28"/>
        </w:rPr>
        <w:t xml:space="preserve">                  </w:t>
      </w:r>
      <w:r w:rsidRPr="00871CAA">
        <w:rPr>
          <w:sz w:val="28"/>
          <w:szCs w:val="28"/>
        </w:rPr>
        <w:t>Г.П. Шлахтера.</w:t>
      </w:r>
    </w:p>
    <w:p w:rsidR="00FA0066" w:rsidRDefault="00FA0066" w:rsidP="00DD76F4">
      <w:pPr>
        <w:ind w:firstLine="709"/>
        <w:jc w:val="both"/>
        <w:rPr>
          <w:sz w:val="28"/>
          <w:szCs w:val="28"/>
        </w:rPr>
      </w:pPr>
      <w:r w:rsidRPr="00F51CA5">
        <w:rPr>
          <w:sz w:val="28"/>
          <w:szCs w:val="28"/>
        </w:rPr>
        <w:t xml:space="preserve">4. Постановление вступает в силу после его </w:t>
      </w:r>
      <w:r>
        <w:rPr>
          <w:sz w:val="28"/>
          <w:szCs w:val="28"/>
        </w:rPr>
        <w:t>подписания.</w:t>
      </w:r>
    </w:p>
    <w:p w:rsidR="00FA0066" w:rsidRDefault="00FA0066">
      <w:pPr>
        <w:rPr>
          <w:sz w:val="28"/>
          <w:szCs w:val="28"/>
        </w:rPr>
      </w:pPr>
    </w:p>
    <w:p w:rsidR="00FA0066" w:rsidRDefault="00FA0066">
      <w:pPr>
        <w:rPr>
          <w:sz w:val="28"/>
          <w:szCs w:val="28"/>
        </w:rPr>
      </w:pPr>
      <w:r>
        <w:rPr>
          <w:sz w:val="28"/>
          <w:szCs w:val="28"/>
        </w:rPr>
        <w:t>Глава Новотаманского</w:t>
      </w:r>
    </w:p>
    <w:p w:rsidR="00FA0066" w:rsidRDefault="00FA0066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A0066" w:rsidRDefault="00FA0066" w:rsidP="003D703D">
      <w:pPr>
        <w:rPr>
          <w:sz w:val="28"/>
          <w:szCs w:val="28"/>
        </w:rPr>
      </w:pPr>
      <w:r w:rsidRPr="00C44E2D">
        <w:rPr>
          <w:sz w:val="28"/>
          <w:szCs w:val="28"/>
        </w:rPr>
        <w:t xml:space="preserve">Темрюкского района                                     </w:t>
      </w:r>
      <w:r>
        <w:rPr>
          <w:sz w:val="28"/>
          <w:szCs w:val="28"/>
        </w:rPr>
        <w:t xml:space="preserve">                               </w:t>
      </w:r>
      <w:r w:rsidRPr="00C44E2D">
        <w:rPr>
          <w:sz w:val="28"/>
          <w:szCs w:val="28"/>
        </w:rPr>
        <w:t xml:space="preserve">     В.В.</w:t>
      </w:r>
      <w:r>
        <w:rPr>
          <w:sz w:val="28"/>
          <w:szCs w:val="28"/>
        </w:rPr>
        <w:t xml:space="preserve"> </w:t>
      </w:r>
      <w:r w:rsidRPr="00C44E2D">
        <w:rPr>
          <w:sz w:val="28"/>
          <w:szCs w:val="28"/>
        </w:rPr>
        <w:t>Лаврентьев</w:t>
      </w:r>
    </w:p>
    <w:p w:rsidR="00FA0066" w:rsidRDefault="00FA0066" w:rsidP="00DC21F3">
      <w:pPr>
        <w:jc w:val="center"/>
        <w:rPr>
          <w:b/>
          <w:sz w:val="28"/>
          <w:szCs w:val="28"/>
        </w:rPr>
      </w:pPr>
    </w:p>
    <w:p w:rsidR="00FA0066" w:rsidRPr="00D30663" w:rsidRDefault="00FA0066" w:rsidP="00DC21F3">
      <w:pPr>
        <w:jc w:val="center"/>
        <w:rPr>
          <w:b/>
          <w:sz w:val="28"/>
          <w:szCs w:val="28"/>
        </w:rPr>
      </w:pPr>
      <w:r w:rsidRPr="00D30663">
        <w:rPr>
          <w:b/>
          <w:sz w:val="28"/>
          <w:szCs w:val="28"/>
        </w:rPr>
        <w:t>ЛИСТ СОГЛАСОВАНИЯ</w:t>
      </w:r>
    </w:p>
    <w:p w:rsidR="00FA0066" w:rsidRDefault="00FA0066" w:rsidP="00DC21F3">
      <w:pPr>
        <w:jc w:val="center"/>
        <w:rPr>
          <w:sz w:val="28"/>
          <w:szCs w:val="28"/>
        </w:rPr>
      </w:pPr>
    </w:p>
    <w:p w:rsidR="00FA0066" w:rsidRPr="00D30663" w:rsidRDefault="00FA0066" w:rsidP="00DC21F3">
      <w:pPr>
        <w:jc w:val="center"/>
        <w:rPr>
          <w:sz w:val="28"/>
          <w:szCs w:val="28"/>
        </w:rPr>
      </w:pPr>
      <w:r w:rsidRPr="00D30663">
        <w:rPr>
          <w:sz w:val="28"/>
          <w:szCs w:val="28"/>
        </w:rPr>
        <w:t xml:space="preserve">проекта постановления администрации Новотаманского сельского поселения Темрюкского района </w:t>
      </w:r>
    </w:p>
    <w:p w:rsidR="00FA0066" w:rsidRPr="00FE0B03" w:rsidRDefault="00FA0066" w:rsidP="00DC21F3">
      <w:pPr>
        <w:jc w:val="center"/>
        <w:rPr>
          <w:sz w:val="28"/>
          <w:szCs w:val="28"/>
          <w:u w:val="single"/>
        </w:rPr>
      </w:pPr>
      <w:r w:rsidRPr="00FE0B03">
        <w:rPr>
          <w:sz w:val="28"/>
          <w:szCs w:val="28"/>
          <w:u w:val="single"/>
        </w:rPr>
        <w:t xml:space="preserve">от 01.06.2017 № 92 </w:t>
      </w:r>
    </w:p>
    <w:p w:rsidR="00FA0066" w:rsidRPr="00D30663" w:rsidRDefault="00FA0066" w:rsidP="00DC21F3">
      <w:pPr>
        <w:jc w:val="center"/>
        <w:rPr>
          <w:sz w:val="28"/>
          <w:szCs w:val="28"/>
        </w:rPr>
      </w:pPr>
      <w:r w:rsidRPr="00C706CE">
        <w:rPr>
          <w:sz w:val="28"/>
          <w:szCs w:val="28"/>
        </w:rPr>
        <w:t>О внесении изменений в постановление администрации  Новотаманского сельского поселения Темрюкского района  от 5 октября 2016 года №</w:t>
      </w:r>
      <w:r>
        <w:rPr>
          <w:sz w:val="28"/>
          <w:szCs w:val="28"/>
        </w:rPr>
        <w:t xml:space="preserve"> </w:t>
      </w:r>
      <w:r w:rsidRPr="00C706CE">
        <w:rPr>
          <w:sz w:val="28"/>
          <w:szCs w:val="28"/>
        </w:rPr>
        <w:t>369</w:t>
      </w:r>
      <w:r>
        <w:rPr>
          <w:b/>
          <w:sz w:val="28"/>
          <w:szCs w:val="28"/>
        </w:rPr>
        <w:t xml:space="preserve"> «</w:t>
      </w:r>
      <w:r w:rsidRPr="00D30663">
        <w:rPr>
          <w:sz w:val="28"/>
          <w:szCs w:val="28"/>
        </w:rPr>
        <w:t>Об утверждении муниципальной программы «</w:t>
      </w:r>
      <w:r w:rsidRPr="00DC21F3">
        <w:rPr>
          <w:sz w:val="28"/>
          <w:szCs w:val="28"/>
        </w:rPr>
        <w:t>О подготовке   землеустроительной документации на территории Новотаманского сельского поселения Темрюкского района на 2017 год</w:t>
      </w:r>
      <w:r>
        <w:rPr>
          <w:sz w:val="28"/>
          <w:szCs w:val="28"/>
        </w:rPr>
        <w:t>»</w:t>
      </w:r>
    </w:p>
    <w:p w:rsidR="00FA0066" w:rsidRPr="00D30663" w:rsidRDefault="00FA0066" w:rsidP="00DC21F3">
      <w:pPr>
        <w:jc w:val="center"/>
        <w:rPr>
          <w:sz w:val="28"/>
          <w:szCs w:val="28"/>
        </w:rPr>
      </w:pPr>
    </w:p>
    <w:p w:rsidR="00FA0066" w:rsidRPr="00D30663" w:rsidRDefault="00FA0066" w:rsidP="00DC21F3">
      <w:pPr>
        <w:jc w:val="center"/>
        <w:rPr>
          <w:sz w:val="28"/>
          <w:szCs w:val="28"/>
        </w:rPr>
      </w:pPr>
    </w:p>
    <w:p w:rsidR="00FA0066" w:rsidRPr="00D30663" w:rsidRDefault="00FA0066" w:rsidP="00DC21F3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Проект подготовлен и внесен:</w:t>
      </w:r>
    </w:p>
    <w:p w:rsidR="00FA0066" w:rsidRPr="00D30663" w:rsidRDefault="00FA0066" w:rsidP="00DC21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Финансовым отделом   </w:t>
      </w:r>
    </w:p>
    <w:p w:rsidR="00FA0066" w:rsidRPr="00D30663" w:rsidRDefault="00FA0066" w:rsidP="00DC21F3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Н</w:t>
      </w:r>
      <w:r>
        <w:rPr>
          <w:sz w:val="28"/>
          <w:szCs w:val="28"/>
        </w:rPr>
        <w:t>ачальник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Pr="00D30663">
        <w:rPr>
          <w:sz w:val="28"/>
          <w:szCs w:val="28"/>
        </w:rPr>
        <w:t xml:space="preserve">     </w:t>
      </w:r>
      <w:r>
        <w:rPr>
          <w:sz w:val="28"/>
          <w:szCs w:val="28"/>
        </w:rPr>
        <w:t>Е.Н. Даева</w:t>
      </w:r>
    </w:p>
    <w:p w:rsidR="00FA0066" w:rsidRPr="00D30663" w:rsidRDefault="00FA0066" w:rsidP="00DC21F3">
      <w:pPr>
        <w:jc w:val="both"/>
        <w:rPr>
          <w:sz w:val="28"/>
          <w:szCs w:val="28"/>
        </w:rPr>
      </w:pPr>
    </w:p>
    <w:p w:rsidR="00FA0066" w:rsidRPr="00D30663" w:rsidRDefault="00FA0066" w:rsidP="00DC21F3">
      <w:pPr>
        <w:jc w:val="both"/>
        <w:rPr>
          <w:sz w:val="28"/>
          <w:szCs w:val="28"/>
        </w:rPr>
      </w:pPr>
    </w:p>
    <w:p w:rsidR="00FA0066" w:rsidRDefault="00FA0066" w:rsidP="00DC21F3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Проект согласован:</w:t>
      </w:r>
    </w:p>
    <w:p w:rsidR="00FA0066" w:rsidRDefault="00FA0066" w:rsidP="00DC21F3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Новотаманского</w:t>
      </w:r>
    </w:p>
    <w:p w:rsidR="00FA0066" w:rsidRDefault="00FA0066" w:rsidP="00DC21F3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                                         Г.П. Шлахтер</w:t>
      </w:r>
    </w:p>
    <w:p w:rsidR="00FA0066" w:rsidRDefault="00FA0066" w:rsidP="00DC21F3">
      <w:pPr>
        <w:jc w:val="both"/>
        <w:rPr>
          <w:sz w:val="28"/>
          <w:szCs w:val="28"/>
        </w:rPr>
      </w:pPr>
    </w:p>
    <w:p w:rsidR="00FA0066" w:rsidRDefault="00FA0066" w:rsidP="00DC21F3">
      <w:pPr>
        <w:jc w:val="both"/>
        <w:rPr>
          <w:sz w:val="28"/>
          <w:szCs w:val="28"/>
        </w:rPr>
      </w:pPr>
    </w:p>
    <w:p w:rsidR="00FA0066" w:rsidRDefault="00FA0066" w:rsidP="00DC21F3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FA0066" w:rsidRPr="00D30663" w:rsidRDefault="00FA0066" w:rsidP="00DC21F3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начальника общего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 w:rsidRPr="00D3066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D30663">
        <w:rPr>
          <w:sz w:val="28"/>
          <w:szCs w:val="28"/>
        </w:rPr>
        <w:t xml:space="preserve">    </w:t>
      </w:r>
      <w:r>
        <w:rPr>
          <w:sz w:val="28"/>
          <w:szCs w:val="28"/>
        </w:rPr>
        <w:t>Е.В. Барботько</w:t>
      </w:r>
    </w:p>
    <w:p w:rsidR="00FA0066" w:rsidRPr="00D30663" w:rsidRDefault="00FA0066" w:rsidP="00DC21F3">
      <w:pPr>
        <w:jc w:val="both"/>
        <w:rPr>
          <w:sz w:val="28"/>
          <w:szCs w:val="28"/>
        </w:rPr>
      </w:pPr>
    </w:p>
    <w:p w:rsidR="00FA0066" w:rsidRPr="00D30663" w:rsidRDefault="00FA0066" w:rsidP="00DC21F3">
      <w:pPr>
        <w:jc w:val="both"/>
        <w:rPr>
          <w:sz w:val="28"/>
          <w:szCs w:val="28"/>
        </w:rPr>
      </w:pPr>
    </w:p>
    <w:p w:rsidR="00FA0066" w:rsidRPr="00D30663" w:rsidRDefault="00FA0066" w:rsidP="00251FF8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     Т.А. Фролова</w:t>
      </w:r>
    </w:p>
    <w:p w:rsidR="00FA0066" w:rsidRPr="00C44E2D" w:rsidRDefault="00FA0066" w:rsidP="003D703D">
      <w:pPr>
        <w:rPr>
          <w:sz w:val="28"/>
          <w:szCs w:val="28"/>
        </w:rPr>
      </w:pPr>
    </w:p>
    <w:sectPr w:rsidR="00FA0066" w:rsidRPr="00C44E2D" w:rsidSect="00FE0B03">
      <w:headerReference w:type="even" r:id="rId8"/>
      <w:headerReference w:type="default" r:id="rId9"/>
      <w:pgSz w:w="11906" w:h="16838"/>
      <w:pgMar w:top="568" w:right="567" w:bottom="28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066" w:rsidRDefault="00FA0066">
      <w:r>
        <w:separator/>
      </w:r>
    </w:p>
  </w:endnote>
  <w:endnote w:type="continuationSeparator" w:id="0">
    <w:p w:rsidR="00FA0066" w:rsidRDefault="00FA0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066" w:rsidRDefault="00FA0066">
      <w:r>
        <w:separator/>
      </w:r>
    </w:p>
  </w:footnote>
  <w:footnote w:type="continuationSeparator" w:id="0">
    <w:p w:rsidR="00FA0066" w:rsidRDefault="00FA00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066" w:rsidRDefault="00FA0066" w:rsidP="00B5327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A0066" w:rsidRDefault="00FA006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066" w:rsidRPr="00C80FE7" w:rsidRDefault="00FA0066" w:rsidP="00B53270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C80FE7">
      <w:rPr>
        <w:rStyle w:val="PageNumber"/>
        <w:sz w:val="28"/>
        <w:szCs w:val="28"/>
      </w:rPr>
      <w:fldChar w:fldCharType="begin"/>
    </w:r>
    <w:r w:rsidRPr="00C80FE7">
      <w:rPr>
        <w:rStyle w:val="PageNumber"/>
        <w:sz w:val="28"/>
        <w:szCs w:val="28"/>
      </w:rPr>
      <w:instrText xml:space="preserve">PAGE  </w:instrText>
    </w:r>
    <w:r w:rsidRPr="00C80FE7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C80FE7">
      <w:rPr>
        <w:rStyle w:val="PageNumber"/>
        <w:sz w:val="28"/>
        <w:szCs w:val="28"/>
      </w:rPr>
      <w:fldChar w:fldCharType="end"/>
    </w:r>
  </w:p>
  <w:p w:rsidR="00FA0066" w:rsidRDefault="00FA00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B56"/>
    <w:rsid w:val="00004951"/>
    <w:rsid w:val="00023802"/>
    <w:rsid w:val="0003687C"/>
    <w:rsid w:val="000474D9"/>
    <w:rsid w:val="000530B4"/>
    <w:rsid w:val="0005584D"/>
    <w:rsid w:val="00056DC2"/>
    <w:rsid w:val="00072291"/>
    <w:rsid w:val="000A16E8"/>
    <w:rsid w:val="000A26AD"/>
    <w:rsid w:val="000C55A1"/>
    <w:rsid w:val="000D5969"/>
    <w:rsid w:val="000E6CEB"/>
    <w:rsid w:val="00120B51"/>
    <w:rsid w:val="00155420"/>
    <w:rsid w:val="00196608"/>
    <w:rsid w:val="001B11A9"/>
    <w:rsid w:val="001B1FE8"/>
    <w:rsid w:val="001C1FAA"/>
    <w:rsid w:val="00251FF8"/>
    <w:rsid w:val="00290137"/>
    <w:rsid w:val="002A5579"/>
    <w:rsid w:val="002B7A1B"/>
    <w:rsid w:val="002E3AE6"/>
    <w:rsid w:val="0035312D"/>
    <w:rsid w:val="00380E24"/>
    <w:rsid w:val="003B3357"/>
    <w:rsid w:val="003C6DB3"/>
    <w:rsid w:val="003C6E13"/>
    <w:rsid w:val="003D629F"/>
    <w:rsid w:val="003D703D"/>
    <w:rsid w:val="003F50C7"/>
    <w:rsid w:val="004723E8"/>
    <w:rsid w:val="004729A7"/>
    <w:rsid w:val="00477D4F"/>
    <w:rsid w:val="004B19A1"/>
    <w:rsid w:val="00582D9E"/>
    <w:rsid w:val="005A0A09"/>
    <w:rsid w:val="005A1B56"/>
    <w:rsid w:val="005C75A1"/>
    <w:rsid w:val="005F52EC"/>
    <w:rsid w:val="006773CB"/>
    <w:rsid w:val="006A245F"/>
    <w:rsid w:val="006B07A0"/>
    <w:rsid w:val="006D0A36"/>
    <w:rsid w:val="006D180A"/>
    <w:rsid w:val="007009E3"/>
    <w:rsid w:val="007151E9"/>
    <w:rsid w:val="0075111C"/>
    <w:rsid w:val="00771C28"/>
    <w:rsid w:val="00774B1B"/>
    <w:rsid w:val="00793964"/>
    <w:rsid w:val="00796CC6"/>
    <w:rsid w:val="007A7781"/>
    <w:rsid w:val="007E0B6A"/>
    <w:rsid w:val="007E2430"/>
    <w:rsid w:val="007E3CBF"/>
    <w:rsid w:val="007F5393"/>
    <w:rsid w:val="00814E52"/>
    <w:rsid w:val="00815036"/>
    <w:rsid w:val="008711D3"/>
    <w:rsid w:val="00871CAA"/>
    <w:rsid w:val="00882913"/>
    <w:rsid w:val="008C7B2C"/>
    <w:rsid w:val="00931AD4"/>
    <w:rsid w:val="009533BD"/>
    <w:rsid w:val="009878D9"/>
    <w:rsid w:val="009C1E94"/>
    <w:rsid w:val="00AA26EC"/>
    <w:rsid w:val="00AB2F56"/>
    <w:rsid w:val="00B04E01"/>
    <w:rsid w:val="00B4154C"/>
    <w:rsid w:val="00B47A48"/>
    <w:rsid w:val="00B53270"/>
    <w:rsid w:val="00B57C6A"/>
    <w:rsid w:val="00B72D3C"/>
    <w:rsid w:val="00C17DB0"/>
    <w:rsid w:val="00C261B7"/>
    <w:rsid w:val="00C44E2D"/>
    <w:rsid w:val="00C511FC"/>
    <w:rsid w:val="00C6522D"/>
    <w:rsid w:val="00C706CE"/>
    <w:rsid w:val="00C7564B"/>
    <w:rsid w:val="00C80FE7"/>
    <w:rsid w:val="00CF29C4"/>
    <w:rsid w:val="00CF2ECB"/>
    <w:rsid w:val="00CF36D3"/>
    <w:rsid w:val="00D30663"/>
    <w:rsid w:val="00D77C22"/>
    <w:rsid w:val="00D84DDD"/>
    <w:rsid w:val="00DC21F3"/>
    <w:rsid w:val="00DD76F4"/>
    <w:rsid w:val="00DE4AEA"/>
    <w:rsid w:val="00DE69B2"/>
    <w:rsid w:val="00E611B7"/>
    <w:rsid w:val="00E71EC9"/>
    <w:rsid w:val="00E82021"/>
    <w:rsid w:val="00E93455"/>
    <w:rsid w:val="00E95494"/>
    <w:rsid w:val="00EA1EB4"/>
    <w:rsid w:val="00EE05F1"/>
    <w:rsid w:val="00EE2AC5"/>
    <w:rsid w:val="00F149D4"/>
    <w:rsid w:val="00F51CA5"/>
    <w:rsid w:val="00F84A4B"/>
    <w:rsid w:val="00FA0066"/>
    <w:rsid w:val="00FA136D"/>
    <w:rsid w:val="00FA6352"/>
    <w:rsid w:val="00FE0B03"/>
    <w:rsid w:val="00FE186B"/>
    <w:rsid w:val="00FF6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B1B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E243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">
    <w:name w:val="Основной шрифт абзаца1"/>
    <w:uiPriority w:val="99"/>
    <w:rsid w:val="00774B1B"/>
  </w:style>
  <w:style w:type="character" w:styleId="PageNumber">
    <w:name w:val="page number"/>
    <w:basedOn w:val="1"/>
    <w:uiPriority w:val="99"/>
    <w:rsid w:val="00774B1B"/>
    <w:rPr>
      <w:rFonts w:cs="Times New Roman"/>
    </w:rPr>
  </w:style>
  <w:style w:type="paragraph" w:customStyle="1" w:styleId="a">
    <w:name w:val="Заголовок"/>
    <w:basedOn w:val="Normal"/>
    <w:next w:val="BodyText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74B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E2430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774B1B"/>
    <w:rPr>
      <w:rFonts w:ascii="Arial" w:hAnsi="Arial" w:cs="Mangal"/>
    </w:rPr>
  </w:style>
  <w:style w:type="paragraph" w:customStyle="1" w:styleId="10">
    <w:name w:val="Название1"/>
    <w:basedOn w:val="Normal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Normal"/>
    <w:uiPriority w:val="99"/>
    <w:rsid w:val="00774B1B"/>
    <w:pPr>
      <w:suppressLineNumbers/>
    </w:pPr>
    <w:rPr>
      <w:rFonts w:ascii="Arial" w:hAnsi="Arial" w:cs="Mangal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774B1B"/>
    <w:rPr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E2430"/>
    <w:rPr>
      <w:rFonts w:ascii="Cambria" w:hAnsi="Cambria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E2430"/>
    <w:rPr>
      <w:rFonts w:cs="Times New Roman"/>
      <w:sz w:val="24"/>
      <w:szCs w:val="24"/>
      <w:lang w:eastAsia="ar-SA" w:bidi="ar-SA"/>
    </w:rPr>
  </w:style>
  <w:style w:type="paragraph" w:customStyle="1" w:styleId="a0">
    <w:name w:val="Знак Знак Знак Знак"/>
    <w:basedOn w:val="Normal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E243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customStyle="1" w:styleId="a1">
    <w:name w:val="Знак Знак"/>
    <w:basedOn w:val="DefaultParagraphFont"/>
    <w:uiPriority w:val="99"/>
    <w:rsid w:val="00DC21F3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DC21F3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324</TotalTime>
  <Pages>2</Pages>
  <Words>458</Words>
  <Characters>2615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XTreme</cp:lastModifiedBy>
  <cp:revision>45</cp:revision>
  <cp:lastPrinted>2017-06-01T07:36:00Z</cp:lastPrinted>
  <dcterms:created xsi:type="dcterms:W3CDTF">2014-07-04T04:33:00Z</dcterms:created>
  <dcterms:modified xsi:type="dcterms:W3CDTF">2017-06-02T11:10:00Z</dcterms:modified>
</cp:coreProperties>
</file>