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37" w:rsidRDefault="00685437" w:rsidP="00AC709E">
      <w:pPr>
        <w:pStyle w:val="Subtitle"/>
        <w:rPr>
          <w:b/>
          <w:bCs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Изображение 064" style="position:absolute;margin-left:210.75pt;margin-top:0;width:60pt;height:53.25pt;z-index:251658240;visibility:visible">
            <v:imagedata r:id="rId6" o:title=""/>
            <w10:wrap type="square" side="left"/>
          </v:shape>
        </w:pict>
      </w:r>
      <w:r>
        <w:rPr>
          <w:b/>
          <w:bCs/>
          <w:szCs w:val="28"/>
        </w:rPr>
        <w:br w:type="textWrapping" w:clear="all"/>
      </w:r>
    </w:p>
    <w:p w:rsidR="00685437" w:rsidRDefault="00685437" w:rsidP="00AC70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685437" w:rsidRDefault="00685437" w:rsidP="00AC709E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685437" w:rsidRDefault="00685437" w:rsidP="00AC709E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 </w:t>
      </w:r>
      <w:r w:rsidRPr="00AC709E">
        <w:rPr>
          <w:sz w:val="28"/>
          <w:szCs w:val="28"/>
          <w:u w:val="single"/>
        </w:rPr>
        <w:t>4.08.2017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      № </w:t>
      </w:r>
      <w:r w:rsidRPr="00AC709E">
        <w:rPr>
          <w:sz w:val="28"/>
          <w:szCs w:val="28"/>
          <w:u w:val="single"/>
        </w:rPr>
        <w:t>162</w:t>
      </w:r>
    </w:p>
    <w:p w:rsidR="00685437" w:rsidRDefault="00685437" w:rsidP="00AC709E">
      <w:pPr>
        <w:jc w:val="center"/>
      </w:pPr>
      <w:r>
        <w:t>пос.Таманский</w:t>
      </w:r>
    </w:p>
    <w:p w:rsidR="00685437" w:rsidRPr="00AC6C7E" w:rsidRDefault="00685437" w:rsidP="00AC6C7E">
      <w:pPr>
        <w:shd w:val="clear" w:color="auto" w:fill="FFFFFF"/>
        <w:contextualSpacing/>
        <w:outlineLvl w:val="0"/>
        <w:rPr>
          <w:bCs/>
          <w:color w:val="000000"/>
          <w:kern w:val="36"/>
          <w:sz w:val="16"/>
          <w:szCs w:val="16"/>
        </w:rPr>
      </w:pPr>
    </w:p>
    <w:p w:rsidR="00685437" w:rsidRDefault="00685437" w:rsidP="00AC6C7E">
      <w:pPr>
        <w:shd w:val="clear" w:color="auto" w:fill="FFFFFF"/>
        <w:contextualSpacing/>
        <w:outlineLvl w:val="0"/>
        <w:rPr>
          <w:bCs/>
          <w:color w:val="000000"/>
          <w:kern w:val="36"/>
          <w:sz w:val="28"/>
          <w:szCs w:val="28"/>
        </w:rPr>
      </w:pPr>
    </w:p>
    <w:p w:rsidR="00685437" w:rsidRPr="00AC6C7E" w:rsidRDefault="00685437" w:rsidP="00AC6C7E">
      <w:pPr>
        <w:shd w:val="clear" w:color="auto" w:fill="FFFFFF"/>
        <w:contextualSpacing/>
        <w:outlineLvl w:val="0"/>
        <w:rPr>
          <w:bCs/>
          <w:color w:val="000000"/>
          <w:kern w:val="36"/>
          <w:sz w:val="28"/>
          <w:szCs w:val="28"/>
        </w:rPr>
      </w:pPr>
    </w:p>
    <w:p w:rsidR="00685437" w:rsidRDefault="00685437" w:rsidP="00AC6C7E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5 октября 2016 года  </w:t>
      </w:r>
    </w:p>
    <w:p w:rsidR="00685437" w:rsidRPr="00963EC1" w:rsidRDefault="00685437" w:rsidP="00AC6C7E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№ 373 «</w:t>
      </w:r>
      <w:r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>
        <w:rPr>
          <w:b/>
          <w:bCs/>
          <w:color w:val="000000"/>
          <w:kern w:val="36"/>
          <w:sz w:val="28"/>
          <w:szCs w:val="28"/>
        </w:rPr>
        <w:t>2017 год</w:t>
      </w:r>
      <w:r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685437" w:rsidRPr="00963EC1" w:rsidRDefault="00685437" w:rsidP="002158B4">
      <w:pPr>
        <w:contextualSpacing/>
        <w:rPr>
          <w:sz w:val="28"/>
          <w:szCs w:val="28"/>
        </w:rPr>
      </w:pPr>
    </w:p>
    <w:p w:rsidR="00685437" w:rsidRPr="003F22CD" w:rsidRDefault="00685437" w:rsidP="00F07779">
      <w:pPr>
        <w:contextualSpacing/>
        <w:jc w:val="both"/>
        <w:rPr>
          <w:sz w:val="28"/>
          <w:szCs w:val="28"/>
          <w:highlight w:val="yellow"/>
        </w:rPr>
      </w:pPr>
    </w:p>
    <w:p w:rsidR="00685437" w:rsidRPr="00963EC1" w:rsidRDefault="00685437" w:rsidP="002158B4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статьёй 179 Бюджетного кодекса Российской Федерации, </w:t>
      </w:r>
      <w:r w:rsidRPr="00963EC1">
        <w:rPr>
          <w:sz w:val="28"/>
          <w:szCs w:val="28"/>
        </w:rPr>
        <w:t>Федеральным Законом от 06 октября 2013</w:t>
      </w:r>
      <w:r>
        <w:rPr>
          <w:sz w:val="28"/>
          <w:szCs w:val="28"/>
        </w:rPr>
        <w:t xml:space="preserve"> года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  п о с т а н о в л я ю:</w:t>
      </w:r>
    </w:p>
    <w:p w:rsidR="00685437" w:rsidRDefault="00685437" w:rsidP="002158B4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 w:rsidRPr="00871CAA">
        <w:rPr>
          <w:sz w:val="28"/>
        </w:rPr>
        <w:t xml:space="preserve">1. </w:t>
      </w:r>
      <w:r>
        <w:rPr>
          <w:sz w:val="28"/>
        </w:rPr>
        <w:t>Внести в постановление администрации Новотаманского сельского</w:t>
      </w:r>
      <w:r w:rsidRPr="00871CAA">
        <w:rPr>
          <w:sz w:val="28"/>
        </w:rPr>
        <w:t xml:space="preserve"> </w:t>
      </w:r>
      <w:r>
        <w:rPr>
          <w:sz w:val="28"/>
        </w:rPr>
        <w:t xml:space="preserve">поселения Темрюкского района  от 5 октября 2016 года № 373 «Об утверждении </w:t>
      </w:r>
      <w:r w:rsidRPr="00871CAA">
        <w:rPr>
          <w:sz w:val="28"/>
        </w:rPr>
        <w:t>муниципальн</w:t>
      </w:r>
      <w:r>
        <w:rPr>
          <w:sz w:val="28"/>
        </w:rPr>
        <w:t>ой</w:t>
      </w:r>
      <w:r w:rsidRPr="00871CAA">
        <w:rPr>
          <w:sz w:val="28"/>
        </w:rPr>
        <w:t xml:space="preserve"> программ</w:t>
      </w:r>
      <w:r>
        <w:rPr>
          <w:sz w:val="28"/>
        </w:rPr>
        <w:t>ы</w:t>
      </w:r>
      <w:r w:rsidRPr="00871CAA">
        <w:rPr>
          <w:rStyle w:val="Strong"/>
          <w:b w:val="0"/>
          <w:color w:val="000000"/>
          <w:sz w:val="28"/>
          <w:szCs w:val="28"/>
        </w:rPr>
        <w:t xml:space="preserve"> </w:t>
      </w:r>
      <w:r w:rsidRPr="00A53237">
        <w:rPr>
          <w:rStyle w:val="Strong"/>
          <w:b w:val="0"/>
          <w:color w:val="000000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на 2017 год»  </w:t>
      </w:r>
      <w:r>
        <w:rPr>
          <w:rStyle w:val="Strong"/>
          <w:b w:val="0"/>
          <w:color w:val="000000"/>
          <w:sz w:val="28"/>
          <w:szCs w:val="28"/>
        </w:rPr>
        <w:t>следующие изменения:</w:t>
      </w:r>
    </w:p>
    <w:p w:rsidR="00685437" w:rsidRDefault="00685437" w:rsidP="002158B4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1) приложение «Муниципальная программа «</w:t>
      </w:r>
      <w:r w:rsidRPr="002A741D">
        <w:rPr>
          <w:bCs/>
          <w:color w:val="000000"/>
          <w:kern w:val="36"/>
          <w:sz w:val="28"/>
          <w:szCs w:val="28"/>
        </w:rPr>
        <w:t>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rStyle w:val="Strong"/>
          <w:b w:val="0"/>
          <w:color w:val="000000"/>
          <w:sz w:val="28"/>
          <w:szCs w:val="28"/>
        </w:rPr>
        <w:t xml:space="preserve"> изложить в новой редакции (прилагается).</w:t>
      </w:r>
    </w:p>
    <w:p w:rsidR="00685437" w:rsidRPr="00871CAA" w:rsidRDefault="00685437" w:rsidP="002158B4">
      <w:pPr>
        <w:shd w:val="clear" w:color="auto" w:fill="FFFFFF"/>
        <w:ind w:firstLine="709"/>
        <w:contextualSpacing/>
        <w:jc w:val="both"/>
        <w:outlineLvl w:val="0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2. Постановление администрации Новотаманского сельского поселения Темрюкского района от 14 июля 2017 года № 137 «</w:t>
      </w:r>
      <w:r w:rsidRPr="002A741D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5 октября 2016 года №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2A741D">
        <w:rPr>
          <w:bCs/>
          <w:color w:val="000000"/>
          <w:kern w:val="36"/>
          <w:sz w:val="28"/>
          <w:szCs w:val="28"/>
        </w:rPr>
        <w:t>373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bCs/>
          <w:color w:val="000000"/>
          <w:kern w:val="36"/>
          <w:sz w:val="28"/>
          <w:szCs w:val="28"/>
        </w:rPr>
        <w:t xml:space="preserve"> считать утратившим силу.</w:t>
      </w:r>
    </w:p>
    <w:p w:rsidR="00685437" w:rsidRPr="00871CAA" w:rsidRDefault="00685437" w:rsidP="002158B4">
      <w:pPr>
        <w:ind w:firstLine="709"/>
        <w:jc w:val="both"/>
      </w:pPr>
      <w:r>
        <w:rPr>
          <w:sz w:val="28"/>
          <w:szCs w:val="28"/>
        </w:rPr>
        <w:t>3</w:t>
      </w:r>
      <w:r w:rsidRPr="00871CAA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финансового отдела Е.Н. Даевой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685437" w:rsidRPr="00AF08B9" w:rsidRDefault="00685437" w:rsidP="00AF08B9">
      <w:pPr>
        <w:shd w:val="clear" w:color="auto" w:fill="FFFFFF"/>
        <w:ind w:firstLine="709"/>
        <w:contextualSpacing/>
        <w:jc w:val="both"/>
        <w:outlineLvl w:val="0"/>
        <w:rPr>
          <w:bCs/>
          <w:color w:val="000000"/>
          <w:kern w:val="36"/>
          <w:sz w:val="28"/>
          <w:szCs w:val="28"/>
        </w:rPr>
      </w:pPr>
      <w:r w:rsidRPr="00AF08B9">
        <w:rPr>
          <w:sz w:val="28"/>
          <w:szCs w:val="28"/>
        </w:rPr>
        <w:t xml:space="preserve">4. Контроль за выполнением постановления </w:t>
      </w:r>
      <w:r>
        <w:rPr>
          <w:sz w:val="28"/>
          <w:szCs w:val="28"/>
        </w:rPr>
        <w:t>«</w:t>
      </w:r>
      <w:r w:rsidRPr="00AF08B9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</w:t>
      </w:r>
      <w:r>
        <w:rPr>
          <w:bCs/>
          <w:color w:val="000000"/>
          <w:kern w:val="36"/>
          <w:sz w:val="28"/>
          <w:szCs w:val="28"/>
        </w:rPr>
        <w:t xml:space="preserve">отаманского сельского поселения </w:t>
      </w:r>
      <w:r w:rsidRPr="00AF08B9">
        <w:rPr>
          <w:bCs/>
          <w:color w:val="000000"/>
          <w:kern w:val="36"/>
          <w:sz w:val="28"/>
          <w:szCs w:val="28"/>
        </w:rPr>
        <w:t>Темрюкского</w:t>
      </w:r>
      <w:r>
        <w:rPr>
          <w:bCs/>
          <w:color w:val="000000"/>
          <w:kern w:val="36"/>
          <w:sz w:val="28"/>
          <w:szCs w:val="28"/>
        </w:rPr>
        <w:t xml:space="preserve"> района от 5 октября 2016 года </w:t>
      </w:r>
      <w:r w:rsidRPr="00AF08B9">
        <w:rPr>
          <w:bCs/>
          <w:color w:val="000000"/>
          <w:kern w:val="36"/>
          <w:sz w:val="28"/>
          <w:szCs w:val="28"/>
        </w:rPr>
        <w:t>№ 373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bCs/>
          <w:color w:val="000000"/>
          <w:kern w:val="36"/>
          <w:sz w:val="28"/>
          <w:szCs w:val="28"/>
        </w:rPr>
        <w:t xml:space="preserve">» </w:t>
      </w:r>
      <w:r w:rsidRPr="00AF08B9">
        <w:rPr>
          <w:sz w:val="28"/>
          <w:szCs w:val="28"/>
        </w:rPr>
        <w:t>возложить на заместителя главы Новотаманского сельского поселения Темрюкского района Г.П. Шлахтера</w:t>
      </w:r>
      <w:r w:rsidRPr="00871CAA">
        <w:rPr>
          <w:sz w:val="28"/>
          <w:szCs w:val="28"/>
        </w:rPr>
        <w:t>.</w:t>
      </w:r>
    </w:p>
    <w:p w:rsidR="00685437" w:rsidRPr="00AF08B9" w:rsidRDefault="00685437" w:rsidP="00AF08B9">
      <w:pPr>
        <w:shd w:val="clear" w:color="auto" w:fill="FFFFFF"/>
        <w:ind w:firstLine="709"/>
        <w:contextualSpacing/>
        <w:jc w:val="both"/>
        <w:outlineLvl w:val="0"/>
        <w:rPr>
          <w:bCs/>
          <w:color w:val="000000"/>
          <w:kern w:val="36"/>
          <w:sz w:val="28"/>
          <w:szCs w:val="28"/>
        </w:rPr>
      </w:pPr>
      <w:r w:rsidRPr="00AF08B9">
        <w:rPr>
          <w:sz w:val="28"/>
          <w:szCs w:val="28"/>
        </w:rPr>
        <w:t>5. Постановление «</w:t>
      </w:r>
      <w:r w:rsidRPr="00AF08B9">
        <w:rPr>
          <w:bCs/>
          <w:color w:val="000000"/>
          <w:kern w:val="36"/>
          <w:sz w:val="28"/>
          <w:szCs w:val="28"/>
        </w:rPr>
        <w:t>О вне</w:t>
      </w:r>
      <w:r>
        <w:rPr>
          <w:bCs/>
          <w:color w:val="000000"/>
          <w:kern w:val="36"/>
          <w:sz w:val="28"/>
          <w:szCs w:val="28"/>
        </w:rPr>
        <w:t xml:space="preserve">сении изменений в постановление </w:t>
      </w:r>
      <w:r w:rsidRPr="00AF08B9">
        <w:rPr>
          <w:bCs/>
          <w:color w:val="000000"/>
          <w:kern w:val="36"/>
          <w:sz w:val="28"/>
          <w:szCs w:val="28"/>
        </w:rPr>
        <w:t>администрации Новотаманского сельского поселения Темрюкского</w:t>
      </w:r>
      <w:r>
        <w:rPr>
          <w:bCs/>
          <w:color w:val="000000"/>
          <w:kern w:val="36"/>
          <w:sz w:val="28"/>
          <w:szCs w:val="28"/>
        </w:rPr>
        <w:t xml:space="preserve"> района от 5 октября 2016 года </w:t>
      </w:r>
      <w:r w:rsidRPr="00AF08B9">
        <w:rPr>
          <w:bCs/>
          <w:color w:val="000000"/>
          <w:kern w:val="36"/>
          <w:sz w:val="28"/>
          <w:szCs w:val="28"/>
        </w:rPr>
        <w:t>№ 373 «Об утверждении муниципальной программы «Повышение безопасности д</w:t>
      </w:r>
      <w:r>
        <w:rPr>
          <w:bCs/>
          <w:color w:val="000000"/>
          <w:kern w:val="36"/>
          <w:sz w:val="28"/>
          <w:szCs w:val="28"/>
        </w:rPr>
        <w:t xml:space="preserve">орожного движения на территории </w:t>
      </w:r>
      <w:r w:rsidRPr="00AF08B9">
        <w:rPr>
          <w:bCs/>
          <w:color w:val="000000"/>
          <w:kern w:val="36"/>
          <w:sz w:val="28"/>
          <w:szCs w:val="28"/>
        </w:rPr>
        <w:t>Новотаманского сельского поселения Темрюкского района на 2017 год»»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AF08B9">
        <w:rPr>
          <w:sz w:val="28"/>
          <w:szCs w:val="28"/>
        </w:rPr>
        <w:t>вступает в силу со дня его подписания</w:t>
      </w:r>
      <w:r>
        <w:rPr>
          <w:sz w:val="28"/>
          <w:szCs w:val="28"/>
        </w:rPr>
        <w:t>.</w:t>
      </w:r>
    </w:p>
    <w:p w:rsidR="00685437" w:rsidRDefault="00685437" w:rsidP="002158B4">
      <w:pPr>
        <w:ind w:firstLine="709"/>
        <w:contextualSpacing/>
        <w:jc w:val="both"/>
        <w:rPr>
          <w:sz w:val="28"/>
          <w:szCs w:val="28"/>
        </w:rPr>
      </w:pPr>
    </w:p>
    <w:p w:rsidR="00685437" w:rsidRDefault="00685437" w:rsidP="002158B4">
      <w:pPr>
        <w:ind w:firstLine="709"/>
        <w:contextualSpacing/>
        <w:jc w:val="both"/>
        <w:rPr>
          <w:sz w:val="28"/>
          <w:szCs w:val="28"/>
        </w:rPr>
      </w:pPr>
    </w:p>
    <w:p w:rsidR="00685437" w:rsidRDefault="00685437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685437" w:rsidRDefault="00685437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685437" w:rsidRDefault="00685437" w:rsidP="0025125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Темрюкского района                                                                         В.В. Лаврентьев</w:t>
      </w: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Default="00685437" w:rsidP="00BD3B24">
      <w:pPr>
        <w:jc w:val="center"/>
        <w:rPr>
          <w:b/>
          <w:sz w:val="28"/>
        </w:rPr>
      </w:pPr>
    </w:p>
    <w:p w:rsidR="00685437" w:rsidRPr="00055D06" w:rsidRDefault="00685437" w:rsidP="00BD3B24">
      <w:pPr>
        <w:jc w:val="center"/>
        <w:rPr>
          <w:b/>
          <w:sz w:val="28"/>
        </w:rPr>
      </w:pPr>
      <w:r w:rsidRPr="00055D06">
        <w:rPr>
          <w:b/>
          <w:sz w:val="28"/>
        </w:rPr>
        <w:t>ЛИСТ СОГЛАСОВАНИЯ</w:t>
      </w:r>
    </w:p>
    <w:p w:rsidR="00685437" w:rsidRDefault="00685437" w:rsidP="00BD3B24">
      <w:pPr>
        <w:spacing w:line="240" w:lineRule="atLeast"/>
        <w:jc w:val="center"/>
        <w:rPr>
          <w:sz w:val="28"/>
        </w:rPr>
      </w:pPr>
    </w:p>
    <w:p w:rsidR="00685437" w:rsidRPr="00055D06" w:rsidRDefault="00685437" w:rsidP="00BD3B24">
      <w:pPr>
        <w:spacing w:line="240" w:lineRule="atLeast"/>
        <w:jc w:val="center"/>
        <w:rPr>
          <w:sz w:val="28"/>
        </w:rPr>
      </w:pPr>
      <w:r w:rsidRPr="00055D06">
        <w:rPr>
          <w:sz w:val="28"/>
        </w:rPr>
        <w:t>проекта постановления администрации Новотаманского сельского поселения Темрюкского района</w:t>
      </w:r>
    </w:p>
    <w:p w:rsidR="00685437" w:rsidRDefault="00685437" w:rsidP="00BD3B24">
      <w:pPr>
        <w:spacing w:line="240" w:lineRule="atLeast"/>
        <w:jc w:val="center"/>
        <w:rPr>
          <w:sz w:val="28"/>
        </w:rPr>
      </w:pPr>
      <w:r>
        <w:rPr>
          <w:sz w:val="28"/>
        </w:rPr>
        <w:t xml:space="preserve">от </w:t>
      </w:r>
      <w:r w:rsidRPr="00AC709E">
        <w:rPr>
          <w:sz w:val="28"/>
          <w:u w:val="single"/>
        </w:rPr>
        <w:t>4.08.2017г</w:t>
      </w:r>
      <w:r>
        <w:rPr>
          <w:sz w:val="28"/>
        </w:rPr>
        <w:t xml:space="preserve">  №  </w:t>
      </w:r>
      <w:r w:rsidRPr="00AC709E">
        <w:rPr>
          <w:sz w:val="28"/>
          <w:u w:val="single"/>
        </w:rPr>
        <w:t>162</w:t>
      </w:r>
    </w:p>
    <w:p w:rsidR="00685437" w:rsidRDefault="00685437" w:rsidP="00236913">
      <w:pPr>
        <w:spacing w:line="240" w:lineRule="atLeast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«</w:t>
      </w:r>
      <w:r w:rsidRPr="00125546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5 октября 2016 года №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125546">
        <w:rPr>
          <w:bCs/>
          <w:color w:val="000000"/>
          <w:kern w:val="36"/>
          <w:sz w:val="28"/>
          <w:szCs w:val="28"/>
        </w:rPr>
        <w:t>373</w:t>
      </w:r>
      <w:r>
        <w:rPr>
          <w:b/>
          <w:bCs/>
          <w:color w:val="000000"/>
          <w:kern w:val="36"/>
          <w:sz w:val="28"/>
          <w:szCs w:val="28"/>
        </w:rPr>
        <w:t xml:space="preserve"> </w:t>
      </w:r>
    </w:p>
    <w:p w:rsidR="00685437" w:rsidRPr="00236913" w:rsidRDefault="00685437" w:rsidP="00236913">
      <w:pPr>
        <w:spacing w:line="240" w:lineRule="atLeast"/>
        <w:jc w:val="center"/>
        <w:rPr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«</w:t>
      </w:r>
      <w:r w:rsidRPr="00905FA0">
        <w:rPr>
          <w:sz w:val="28"/>
          <w:szCs w:val="28"/>
        </w:rPr>
        <w:t>Об  у</w:t>
      </w:r>
      <w:r>
        <w:rPr>
          <w:sz w:val="28"/>
          <w:szCs w:val="28"/>
        </w:rPr>
        <w:t>тверждении муниципальной</w:t>
      </w:r>
      <w:r w:rsidRPr="00905FA0">
        <w:rPr>
          <w:sz w:val="28"/>
          <w:szCs w:val="28"/>
        </w:rPr>
        <w:t xml:space="preserve">  программы</w:t>
      </w:r>
      <w:r>
        <w:rPr>
          <w:sz w:val="28"/>
        </w:rPr>
        <w:t xml:space="preserve"> </w:t>
      </w:r>
      <w:r w:rsidRPr="00905FA0">
        <w:rPr>
          <w:sz w:val="28"/>
          <w:szCs w:val="28"/>
        </w:rPr>
        <w:t>«</w:t>
      </w:r>
      <w:r w:rsidRPr="00A53237">
        <w:rPr>
          <w:rStyle w:val="Strong"/>
          <w:b w:val="0"/>
          <w:color w:val="000000"/>
          <w:sz w:val="28"/>
          <w:szCs w:val="28"/>
        </w:rPr>
        <w:t>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rStyle w:val="Strong"/>
          <w:b w:val="0"/>
          <w:color w:val="000000"/>
          <w:sz w:val="28"/>
          <w:szCs w:val="28"/>
        </w:rPr>
        <w:t>»</w:t>
      </w:r>
    </w:p>
    <w:p w:rsidR="00685437" w:rsidRDefault="00685437" w:rsidP="00BD3B24">
      <w:pPr>
        <w:spacing w:line="240" w:lineRule="atLeast"/>
        <w:jc w:val="center"/>
        <w:rPr>
          <w:sz w:val="28"/>
        </w:rPr>
      </w:pPr>
    </w:p>
    <w:p w:rsidR="00685437" w:rsidRPr="00055D06" w:rsidRDefault="00685437" w:rsidP="00BD3B24">
      <w:pPr>
        <w:spacing w:line="240" w:lineRule="atLeast"/>
        <w:jc w:val="center"/>
        <w:rPr>
          <w:sz w:val="28"/>
        </w:rPr>
      </w:pPr>
    </w:p>
    <w:p w:rsidR="00685437" w:rsidRPr="00F70CAB" w:rsidRDefault="00685437" w:rsidP="00BD3B24">
      <w:pPr>
        <w:rPr>
          <w:sz w:val="28"/>
          <w:szCs w:val="28"/>
        </w:rPr>
      </w:pPr>
      <w:r w:rsidRPr="00F70CAB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подготовлен и </w:t>
      </w:r>
      <w:r w:rsidRPr="00F70CAB">
        <w:rPr>
          <w:sz w:val="28"/>
          <w:szCs w:val="28"/>
        </w:rPr>
        <w:t xml:space="preserve"> внесён:</w:t>
      </w:r>
    </w:p>
    <w:p w:rsidR="00685437" w:rsidRDefault="00685437" w:rsidP="00BD3B24">
      <w:pPr>
        <w:rPr>
          <w:sz w:val="28"/>
        </w:rPr>
      </w:pPr>
      <w:r>
        <w:rPr>
          <w:sz w:val="28"/>
        </w:rPr>
        <w:t>Начальник финансового отдела                                                                 Е.Н. Даева</w:t>
      </w:r>
    </w:p>
    <w:p w:rsidR="00685437" w:rsidRDefault="00685437" w:rsidP="00BD3B24">
      <w:pPr>
        <w:rPr>
          <w:sz w:val="28"/>
          <w:szCs w:val="28"/>
        </w:rPr>
      </w:pPr>
    </w:p>
    <w:p w:rsidR="00685437" w:rsidRDefault="00685437" w:rsidP="00BD3B24">
      <w:pPr>
        <w:rPr>
          <w:sz w:val="28"/>
          <w:szCs w:val="28"/>
        </w:rPr>
      </w:pPr>
    </w:p>
    <w:p w:rsidR="00685437" w:rsidRDefault="00685437" w:rsidP="00BD3B24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685437" w:rsidRDefault="00685437" w:rsidP="00BD3B2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Золотарёва</w:t>
      </w:r>
    </w:p>
    <w:p w:rsidR="00685437" w:rsidRDefault="00685437" w:rsidP="00BD3B24">
      <w:pPr>
        <w:rPr>
          <w:sz w:val="28"/>
          <w:szCs w:val="28"/>
        </w:rPr>
      </w:pPr>
    </w:p>
    <w:p w:rsidR="00685437" w:rsidRDefault="00685437" w:rsidP="00BD3B24">
      <w:pPr>
        <w:rPr>
          <w:sz w:val="28"/>
          <w:szCs w:val="28"/>
        </w:rPr>
      </w:pPr>
    </w:p>
    <w:p w:rsidR="00685437" w:rsidRDefault="00685437" w:rsidP="00BD3B24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685437" w:rsidRDefault="00685437" w:rsidP="00A912D8">
      <w:pPr>
        <w:jc w:val="both"/>
        <w:rPr>
          <w:sz w:val="28"/>
        </w:rPr>
      </w:pPr>
      <w:r>
        <w:rPr>
          <w:sz w:val="28"/>
          <w:szCs w:val="28"/>
        </w:rPr>
        <w:t xml:space="preserve">                 </w:t>
      </w:r>
    </w:p>
    <w:p w:rsidR="00685437" w:rsidRDefault="00685437" w:rsidP="00BD3B24">
      <w:pPr>
        <w:rPr>
          <w:sz w:val="28"/>
        </w:rPr>
      </w:pPr>
    </w:p>
    <w:p w:rsidR="00685437" w:rsidRPr="0025125B" w:rsidRDefault="00685437" w:rsidP="0025125B">
      <w:pPr>
        <w:shd w:val="clear" w:color="auto" w:fill="FFFFFF"/>
        <w:jc w:val="both"/>
        <w:rPr>
          <w:b/>
          <w:sz w:val="28"/>
        </w:rPr>
      </w:pPr>
    </w:p>
    <w:sectPr w:rsidR="00685437" w:rsidRPr="0025125B" w:rsidSect="00AC709E">
      <w:headerReference w:type="default" r:id="rId7"/>
      <w:pgSz w:w="11906" w:h="16838"/>
      <w:pgMar w:top="360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437" w:rsidRDefault="00685437" w:rsidP="00CA0E2C">
      <w:r>
        <w:separator/>
      </w:r>
    </w:p>
  </w:endnote>
  <w:endnote w:type="continuationSeparator" w:id="0">
    <w:p w:rsidR="00685437" w:rsidRDefault="00685437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437" w:rsidRDefault="00685437" w:rsidP="00CA0E2C">
      <w:r>
        <w:separator/>
      </w:r>
    </w:p>
  </w:footnote>
  <w:footnote w:type="continuationSeparator" w:id="0">
    <w:p w:rsidR="00685437" w:rsidRDefault="00685437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437" w:rsidRPr="00AC6C7E" w:rsidRDefault="00685437" w:rsidP="00AC6C7E">
    <w:pPr>
      <w:pStyle w:val="Header"/>
      <w:jc w:val="center"/>
      <w:rPr>
        <w:sz w:val="28"/>
        <w:szCs w:val="28"/>
      </w:rPr>
    </w:pPr>
    <w:r w:rsidRPr="00AC6C7E">
      <w:rPr>
        <w:sz w:val="28"/>
        <w:szCs w:val="28"/>
      </w:rPr>
      <w:fldChar w:fldCharType="begin"/>
    </w:r>
    <w:r w:rsidRPr="00AC6C7E">
      <w:rPr>
        <w:sz w:val="28"/>
        <w:szCs w:val="28"/>
      </w:rPr>
      <w:instrText xml:space="preserve"> PAGE   \* MERGEFORMAT </w:instrText>
    </w:r>
    <w:r w:rsidRPr="00AC6C7E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AC6C7E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4788D"/>
    <w:rsid w:val="00055D06"/>
    <w:rsid w:val="00060DA4"/>
    <w:rsid w:val="00072A37"/>
    <w:rsid w:val="00072AD4"/>
    <w:rsid w:val="00084978"/>
    <w:rsid w:val="00087F05"/>
    <w:rsid w:val="000A2973"/>
    <w:rsid w:val="000A3629"/>
    <w:rsid w:val="000A377A"/>
    <w:rsid w:val="000A5F69"/>
    <w:rsid w:val="000B39F5"/>
    <w:rsid w:val="000B62A6"/>
    <w:rsid w:val="000E4DE8"/>
    <w:rsid w:val="000F27E1"/>
    <w:rsid w:val="000F6E97"/>
    <w:rsid w:val="0011265D"/>
    <w:rsid w:val="00115352"/>
    <w:rsid w:val="0012121A"/>
    <w:rsid w:val="00121EDB"/>
    <w:rsid w:val="00122B38"/>
    <w:rsid w:val="00125546"/>
    <w:rsid w:val="00126507"/>
    <w:rsid w:val="00136CCB"/>
    <w:rsid w:val="00143A81"/>
    <w:rsid w:val="00143DFE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6A"/>
    <w:rsid w:val="001E1497"/>
    <w:rsid w:val="001E4C40"/>
    <w:rsid w:val="001E7A14"/>
    <w:rsid w:val="001F058F"/>
    <w:rsid w:val="001F3CB5"/>
    <w:rsid w:val="002048EF"/>
    <w:rsid w:val="00214642"/>
    <w:rsid w:val="002158B4"/>
    <w:rsid w:val="00221A87"/>
    <w:rsid w:val="0022742A"/>
    <w:rsid w:val="00233864"/>
    <w:rsid w:val="00236913"/>
    <w:rsid w:val="0025125B"/>
    <w:rsid w:val="00285E69"/>
    <w:rsid w:val="002869BA"/>
    <w:rsid w:val="00291EDD"/>
    <w:rsid w:val="002972ED"/>
    <w:rsid w:val="002A741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7913"/>
    <w:rsid w:val="00320D0A"/>
    <w:rsid w:val="0032442E"/>
    <w:rsid w:val="00325A5D"/>
    <w:rsid w:val="00330675"/>
    <w:rsid w:val="0033238C"/>
    <w:rsid w:val="00333F68"/>
    <w:rsid w:val="00342A38"/>
    <w:rsid w:val="00351C0D"/>
    <w:rsid w:val="00360436"/>
    <w:rsid w:val="00360CE1"/>
    <w:rsid w:val="00365971"/>
    <w:rsid w:val="003724A1"/>
    <w:rsid w:val="003A2C1E"/>
    <w:rsid w:val="003A37D3"/>
    <w:rsid w:val="003B1BC0"/>
    <w:rsid w:val="003B6547"/>
    <w:rsid w:val="003C3D1F"/>
    <w:rsid w:val="003D029C"/>
    <w:rsid w:val="003E114E"/>
    <w:rsid w:val="003E40AA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70D98"/>
    <w:rsid w:val="00492C42"/>
    <w:rsid w:val="004A3C26"/>
    <w:rsid w:val="004B4DA4"/>
    <w:rsid w:val="004C1417"/>
    <w:rsid w:val="004D1E87"/>
    <w:rsid w:val="004D23CC"/>
    <w:rsid w:val="004D38B0"/>
    <w:rsid w:val="004E46B3"/>
    <w:rsid w:val="004F1E97"/>
    <w:rsid w:val="00505178"/>
    <w:rsid w:val="00505A0F"/>
    <w:rsid w:val="0051007C"/>
    <w:rsid w:val="00514644"/>
    <w:rsid w:val="00514813"/>
    <w:rsid w:val="0052300C"/>
    <w:rsid w:val="00523048"/>
    <w:rsid w:val="005231F3"/>
    <w:rsid w:val="0053091E"/>
    <w:rsid w:val="00536392"/>
    <w:rsid w:val="00547A92"/>
    <w:rsid w:val="0055048F"/>
    <w:rsid w:val="00553540"/>
    <w:rsid w:val="00564366"/>
    <w:rsid w:val="00564916"/>
    <w:rsid w:val="00565073"/>
    <w:rsid w:val="005655C6"/>
    <w:rsid w:val="005706DC"/>
    <w:rsid w:val="005744F2"/>
    <w:rsid w:val="00576B3A"/>
    <w:rsid w:val="00577594"/>
    <w:rsid w:val="00581F78"/>
    <w:rsid w:val="00584A8B"/>
    <w:rsid w:val="005A0F15"/>
    <w:rsid w:val="005A254D"/>
    <w:rsid w:val="005C4EB9"/>
    <w:rsid w:val="005D1AEE"/>
    <w:rsid w:val="005D312A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75BDB"/>
    <w:rsid w:val="00685437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1A6"/>
    <w:rsid w:val="007045FD"/>
    <w:rsid w:val="00714718"/>
    <w:rsid w:val="007210D2"/>
    <w:rsid w:val="0072584C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87F25"/>
    <w:rsid w:val="00790906"/>
    <w:rsid w:val="00791365"/>
    <w:rsid w:val="00793D64"/>
    <w:rsid w:val="007A30E0"/>
    <w:rsid w:val="007B03E7"/>
    <w:rsid w:val="007B088D"/>
    <w:rsid w:val="007B093C"/>
    <w:rsid w:val="007B0CD0"/>
    <w:rsid w:val="007B33FE"/>
    <w:rsid w:val="007B7FDE"/>
    <w:rsid w:val="007C19C0"/>
    <w:rsid w:val="007C6D12"/>
    <w:rsid w:val="007E0B6A"/>
    <w:rsid w:val="007E1D3C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20E6A"/>
    <w:rsid w:val="0083370B"/>
    <w:rsid w:val="00847C7B"/>
    <w:rsid w:val="008531CF"/>
    <w:rsid w:val="00856217"/>
    <w:rsid w:val="00856A6F"/>
    <w:rsid w:val="00861D20"/>
    <w:rsid w:val="00871CAA"/>
    <w:rsid w:val="00874FA3"/>
    <w:rsid w:val="00886847"/>
    <w:rsid w:val="008B27AC"/>
    <w:rsid w:val="008C178F"/>
    <w:rsid w:val="008D36AA"/>
    <w:rsid w:val="008D6E48"/>
    <w:rsid w:val="008E1274"/>
    <w:rsid w:val="008F106B"/>
    <w:rsid w:val="008F3197"/>
    <w:rsid w:val="0090450F"/>
    <w:rsid w:val="00905FA0"/>
    <w:rsid w:val="00921FF3"/>
    <w:rsid w:val="0092383A"/>
    <w:rsid w:val="0092728B"/>
    <w:rsid w:val="00933A28"/>
    <w:rsid w:val="0093470A"/>
    <w:rsid w:val="00935124"/>
    <w:rsid w:val="00936E5C"/>
    <w:rsid w:val="009377AD"/>
    <w:rsid w:val="00945BBA"/>
    <w:rsid w:val="00957DA1"/>
    <w:rsid w:val="00962F88"/>
    <w:rsid w:val="00963E44"/>
    <w:rsid w:val="00963EC1"/>
    <w:rsid w:val="00975EFC"/>
    <w:rsid w:val="00980BF0"/>
    <w:rsid w:val="00981EAD"/>
    <w:rsid w:val="00987A52"/>
    <w:rsid w:val="00987C18"/>
    <w:rsid w:val="009951CA"/>
    <w:rsid w:val="009A4B04"/>
    <w:rsid w:val="009B3173"/>
    <w:rsid w:val="009B3D2F"/>
    <w:rsid w:val="009C12E8"/>
    <w:rsid w:val="009C1E94"/>
    <w:rsid w:val="009C6E54"/>
    <w:rsid w:val="009D3DEF"/>
    <w:rsid w:val="009E2541"/>
    <w:rsid w:val="009F3A98"/>
    <w:rsid w:val="009F446A"/>
    <w:rsid w:val="009F7D1F"/>
    <w:rsid w:val="00A1686A"/>
    <w:rsid w:val="00A25262"/>
    <w:rsid w:val="00A305D0"/>
    <w:rsid w:val="00A3224C"/>
    <w:rsid w:val="00A41AD6"/>
    <w:rsid w:val="00A43276"/>
    <w:rsid w:val="00A53237"/>
    <w:rsid w:val="00A70F97"/>
    <w:rsid w:val="00A733FF"/>
    <w:rsid w:val="00A86278"/>
    <w:rsid w:val="00A912D8"/>
    <w:rsid w:val="00A95358"/>
    <w:rsid w:val="00AA0DA7"/>
    <w:rsid w:val="00AB0888"/>
    <w:rsid w:val="00AB3872"/>
    <w:rsid w:val="00AB4134"/>
    <w:rsid w:val="00AC6C7E"/>
    <w:rsid w:val="00AC709E"/>
    <w:rsid w:val="00AD1AC4"/>
    <w:rsid w:val="00AD7041"/>
    <w:rsid w:val="00AE0617"/>
    <w:rsid w:val="00AE4D68"/>
    <w:rsid w:val="00AE5A4B"/>
    <w:rsid w:val="00AF08B9"/>
    <w:rsid w:val="00AF3AA6"/>
    <w:rsid w:val="00AF7FDA"/>
    <w:rsid w:val="00B02460"/>
    <w:rsid w:val="00B0626D"/>
    <w:rsid w:val="00B12749"/>
    <w:rsid w:val="00B16131"/>
    <w:rsid w:val="00B25725"/>
    <w:rsid w:val="00B34D7C"/>
    <w:rsid w:val="00B361F2"/>
    <w:rsid w:val="00B4165A"/>
    <w:rsid w:val="00B42C87"/>
    <w:rsid w:val="00B43629"/>
    <w:rsid w:val="00B4386C"/>
    <w:rsid w:val="00B44CBD"/>
    <w:rsid w:val="00B44DD4"/>
    <w:rsid w:val="00B505B4"/>
    <w:rsid w:val="00B537D9"/>
    <w:rsid w:val="00B55755"/>
    <w:rsid w:val="00B56FA0"/>
    <w:rsid w:val="00B6068A"/>
    <w:rsid w:val="00B60BE0"/>
    <w:rsid w:val="00B6224E"/>
    <w:rsid w:val="00B63253"/>
    <w:rsid w:val="00B86E7E"/>
    <w:rsid w:val="00B92804"/>
    <w:rsid w:val="00B93AC2"/>
    <w:rsid w:val="00BB7D2A"/>
    <w:rsid w:val="00BC1EC8"/>
    <w:rsid w:val="00BC5151"/>
    <w:rsid w:val="00BC7965"/>
    <w:rsid w:val="00BD3B24"/>
    <w:rsid w:val="00BD502A"/>
    <w:rsid w:val="00BF1D11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A0E2C"/>
    <w:rsid w:val="00CB4A5F"/>
    <w:rsid w:val="00CC0D61"/>
    <w:rsid w:val="00CD5430"/>
    <w:rsid w:val="00CE50EC"/>
    <w:rsid w:val="00CF11DC"/>
    <w:rsid w:val="00CF5C90"/>
    <w:rsid w:val="00CF6402"/>
    <w:rsid w:val="00CF6EF8"/>
    <w:rsid w:val="00CF7EF8"/>
    <w:rsid w:val="00D034D7"/>
    <w:rsid w:val="00D054D1"/>
    <w:rsid w:val="00D11B78"/>
    <w:rsid w:val="00D17833"/>
    <w:rsid w:val="00D23337"/>
    <w:rsid w:val="00D25211"/>
    <w:rsid w:val="00D30404"/>
    <w:rsid w:val="00D36834"/>
    <w:rsid w:val="00D36A7C"/>
    <w:rsid w:val="00D46103"/>
    <w:rsid w:val="00D95192"/>
    <w:rsid w:val="00D95E35"/>
    <w:rsid w:val="00DA01E4"/>
    <w:rsid w:val="00DA4395"/>
    <w:rsid w:val="00DB7FAB"/>
    <w:rsid w:val="00DD29FF"/>
    <w:rsid w:val="00DD5FC6"/>
    <w:rsid w:val="00DD7C4E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00BB"/>
    <w:rsid w:val="00E45F7E"/>
    <w:rsid w:val="00E56924"/>
    <w:rsid w:val="00E62B0D"/>
    <w:rsid w:val="00E65106"/>
    <w:rsid w:val="00E71D40"/>
    <w:rsid w:val="00E86BE4"/>
    <w:rsid w:val="00E9368E"/>
    <w:rsid w:val="00E970EB"/>
    <w:rsid w:val="00EB4BEC"/>
    <w:rsid w:val="00EB5ABA"/>
    <w:rsid w:val="00EB7D29"/>
    <w:rsid w:val="00EC07F4"/>
    <w:rsid w:val="00ED1F29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3866"/>
    <w:rsid w:val="00F14B2C"/>
    <w:rsid w:val="00F24CB2"/>
    <w:rsid w:val="00F3318D"/>
    <w:rsid w:val="00F4053D"/>
    <w:rsid w:val="00F40CA4"/>
    <w:rsid w:val="00F40F0C"/>
    <w:rsid w:val="00F40F23"/>
    <w:rsid w:val="00F4565C"/>
    <w:rsid w:val="00F513DB"/>
    <w:rsid w:val="00F51CA5"/>
    <w:rsid w:val="00F65E50"/>
    <w:rsid w:val="00F70CAB"/>
    <w:rsid w:val="00F7504F"/>
    <w:rsid w:val="00F771A7"/>
    <w:rsid w:val="00F824F0"/>
    <w:rsid w:val="00F90B47"/>
    <w:rsid w:val="00F91410"/>
    <w:rsid w:val="00F922EC"/>
    <w:rsid w:val="00F94F52"/>
    <w:rsid w:val="00F97272"/>
    <w:rsid w:val="00FB1839"/>
    <w:rsid w:val="00FB20B5"/>
    <w:rsid w:val="00FB2621"/>
    <w:rsid w:val="00FB5838"/>
    <w:rsid w:val="00FC3E25"/>
    <w:rsid w:val="00FC402C"/>
    <w:rsid w:val="00FC42C4"/>
    <w:rsid w:val="00FD423D"/>
    <w:rsid w:val="00FD6F6A"/>
    <w:rsid w:val="00FE551A"/>
    <w:rsid w:val="00FE6A8B"/>
    <w:rsid w:val="00FE7318"/>
    <w:rsid w:val="00FF0BC4"/>
    <w:rsid w:val="00FF0F88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B9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14317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4317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5775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rsid w:val="006E223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068A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ubtitle">
    <w:name w:val="Subtitle"/>
    <w:basedOn w:val="Normal"/>
    <w:link w:val="SubtitleChar"/>
    <w:uiPriority w:val="99"/>
    <w:qFormat/>
    <w:rsid w:val="00C22E99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22E9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0E2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F11D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A5323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0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360</TotalTime>
  <Pages>3</Pages>
  <Words>545</Words>
  <Characters>3112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XTreme</cp:lastModifiedBy>
  <cp:revision>68</cp:revision>
  <cp:lastPrinted>2017-08-07T12:07:00Z</cp:lastPrinted>
  <dcterms:created xsi:type="dcterms:W3CDTF">2015-02-03T11:11:00Z</dcterms:created>
  <dcterms:modified xsi:type="dcterms:W3CDTF">2017-08-21T10:27:00Z</dcterms:modified>
</cp:coreProperties>
</file>