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FB" w:rsidRDefault="00B169FB" w:rsidP="007D6FF1">
      <w:pPr>
        <w:pStyle w:val="Subtitle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8.5pt;height:54pt;visibility:visible">
            <v:imagedata r:id="rId6" o:title=""/>
          </v:shape>
        </w:pict>
      </w:r>
    </w:p>
    <w:p w:rsidR="00B169FB" w:rsidRDefault="00B169FB" w:rsidP="007D6F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B169FB" w:rsidRDefault="00B169FB" w:rsidP="007D6FF1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</w:p>
    <w:p w:rsidR="00B169FB" w:rsidRDefault="00B169FB" w:rsidP="007D6FF1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B169FB" w:rsidRDefault="00B169FB" w:rsidP="007D6FF1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 w:val="28"/>
          <w:szCs w:val="28"/>
        </w:rPr>
        <w:tab/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5.10.2016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№ </w:t>
      </w:r>
      <w:r>
        <w:rPr>
          <w:sz w:val="28"/>
          <w:szCs w:val="28"/>
          <w:u w:val="single"/>
        </w:rPr>
        <w:t>373</w:t>
      </w:r>
    </w:p>
    <w:p w:rsidR="00B169FB" w:rsidRDefault="00B169FB" w:rsidP="007D6FF1">
      <w:pPr>
        <w:jc w:val="center"/>
        <w:rPr>
          <w:b/>
          <w:sz w:val="28"/>
          <w:szCs w:val="28"/>
        </w:rPr>
      </w:pPr>
      <w:r>
        <w:t>пос.Таманский</w:t>
      </w:r>
    </w:p>
    <w:p w:rsidR="00B169FB" w:rsidRDefault="00B169FB" w:rsidP="008E020A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16"/>
          <w:szCs w:val="16"/>
        </w:rPr>
      </w:pPr>
    </w:p>
    <w:p w:rsidR="00B169FB" w:rsidRDefault="00B169FB" w:rsidP="008E020A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28"/>
          <w:szCs w:val="28"/>
        </w:rPr>
      </w:pPr>
    </w:p>
    <w:p w:rsidR="00B169FB" w:rsidRPr="00963EC1" w:rsidRDefault="00B169FB" w:rsidP="008E020A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>
        <w:rPr>
          <w:b/>
          <w:bCs/>
          <w:color w:val="000000"/>
          <w:kern w:val="36"/>
          <w:sz w:val="28"/>
          <w:szCs w:val="28"/>
        </w:rPr>
        <w:t>2017 год</w:t>
      </w:r>
      <w:r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B169FB" w:rsidRPr="00963EC1" w:rsidRDefault="00B169FB" w:rsidP="00F07779">
      <w:pPr>
        <w:contextualSpacing/>
        <w:jc w:val="both"/>
        <w:rPr>
          <w:sz w:val="28"/>
          <w:szCs w:val="28"/>
        </w:rPr>
      </w:pPr>
    </w:p>
    <w:p w:rsidR="00B169FB" w:rsidRPr="003F22CD" w:rsidRDefault="00B169FB" w:rsidP="00F07779">
      <w:pPr>
        <w:contextualSpacing/>
        <w:jc w:val="both"/>
        <w:rPr>
          <w:sz w:val="28"/>
          <w:szCs w:val="28"/>
          <w:highlight w:val="yellow"/>
        </w:rPr>
      </w:pPr>
    </w:p>
    <w:p w:rsidR="00B169FB" w:rsidRPr="00963EC1" w:rsidRDefault="00B169FB" w:rsidP="008E020A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>
        <w:rPr>
          <w:sz w:val="28"/>
          <w:szCs w:val="28"/>
        </w:rPr>
        <w:t>аконом от 06 октября 2013 года       №</w:t>
      </w:r>
      <w:r w:rsidRPr="00963EC1">
        <w:rPr>
          <w:sz w:val="28"/>
          <w:szCs w:val="28"/>
        </w:rPr>
        <w:t>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  п о с т а н о в л я ю:</w:t>
      </w:r>
    </w:p>
    <w:p w:rsidR="00B169FB" w:rsidRPr="00871CAA" w:rsidRDefault="00B169FB" w:rsidP="008E020A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 w:rsidRPr="00871CAA">
        <w:rPr>
          <w:sz w:val="28"/>
        </w:rPr>
        <w:t>1. Утвердить муниципальную программу</w:t>
      </w:r>
      <w:r w:rsidRPr="00871CAA">
        <w:rPr>
          <w:rStyle w:val="Strong"/>
          <w:b w:val="0"/>
          <w:color w:val="000000"/>
          <w:sz w:val="28"/>
          <w:szCs w:val="28"/>
        </w:rPr>
        <w:t xml:space="preserve"> </w:t>
      </w:r>
      <w:r w:rsidRPr="00A53237">
        <w:rPr>
          <w:rStyle w:val="Strong"/>
          <w:b w:val="0"/>
          <w:color w:val="000000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на 2017 год»  </w:t>
      </w:r>
      <w:r w:rsidRPr="00871CAA">
        <w:rPr>
          <w:rStyle w:val="Strong"/>
          <w:b w:val="0"/>
          <w:color w:val="000000"/>
          <w:sz w:val="28"/>
          <w:szCs w:val="28"/>
        </w:rPr>
        <w:t>(приложение).</w:t>
      </w:r>
    </w:p>
    <w:p w:rsidR="00B169FB" w:rsidRPr="00871CAA" w:rsidRDefault="00B169FB" w:rsidP="008E020A">
      <w:pPr>
        <w:ind w:firstLine="709"/>
        <w:jc w:val="both"/>
      </w:pPr>
      <w:r w:rsidRPr="00871CAA">
        <w:rPr>
          <w:sz w:val="28"/>
          <w:szCs w:val="28"/>
        </w:rPr>
        <w:t xml:space="preserve">2. </w:t>
      </w:r>
      <w:r>
        <w:rPr>
          <w:sz w:val="28"/>
          <w:szCs w:val="28"/>
        </w:rPr>
        <w:t>Исполняющему обязанности 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а общего отдела Т.А. Фроловой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B169FB" w:rsidRPr="00871CAA" w:rsidRDefault="00B169FB" w:rsidP="008E020A">
      <w:pPr>
        <w:ind w:firstLine="709"/>
        <w:jc w:val="both"/>
        <w:rPr>
          <w:sz w:val="28"/>
          <w:szCs w:val="28"/>
        </w:rPr>
      </w:pPr>
      <w:r w:rsidRPr="00871CAA">
        <w:rPr>
          <w:sz w:val="28"/>
          <w:szCs w:val="28"/>
        </w:rPr>
        <w:t xml:space="preserve">3. Контроль за выполнением  постановления </w:t>
      </w:r>
      <w:r w:rsidRPr="00A53237">
        <w:rPr>
          <w:rStyle w:val="Strong"/>
          <w:b w:val="0"/>
          <w:color w:val="000000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на 2017 год» </w:t>
      </w:r>
      <w:r w:rsidRPr="00871CAA">
        <w:rPr>
          <w:sz w:val="28"/>
          <w:szCs w:val="28"/>
        </w:rPr>
        <w:t xml:space="preserve"> возложить на заместителя главы Новотаманского сельского поселения Темрюкского района Г.П. Шлахтера.</w:t>
      </w:r>
    </w:p>
    <w:p w:rsidR="00B169FB" w:rsidRDefault="00B169FB" w:rsidP="008E020A">
      <w:pPr>
        <w:ind w:firstLine="709"/>
        <w:jc w:val="both"/>
        <w:rPr>
          <w:sz w:val="28"/>
          <w:szCs w:val="28"/>
        </w:rPr>
      </w:pPr>
      <w:r w:rsidRPr="00F51CA5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B169FB" w:rsidRDefault="00B169FB" w:rsidP="001E4C40">
      <w:pPr>
        <w:contextualSpacing/>
        <w:jc w:val="both"/>
        <w:rPr>
          <w:sz w:val="28"/>
          <w:szCs w:val="28"/>
        </w:rPr>
      </w:pPr>
    </w:p>
    <w:p w:rsidR="00B169FB" w:rsidRDefault="00B169FB" w:rsidP="001E4C40">
      <w:pPr>
        <w:contextualSpacing/>
        <w:jc w:val="both"/>
        <w:rPr>
          <w:sz w:val="28"/>
          <w:szCs w:val="28"/>
        </w:rPr>
      </w:pPr>
    </w:p>
    <w:p w:rsidR="00B169FB" w:rsidRDefault="00B169FB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Исполняющий обязанности</w:t>
      </w:r>
    </w:p>
    <w:p w:rsidR="00B169FB" w:rsidRDefault="00B169FB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главы Новотаманского сельского</w:t>
      </w: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поселения Темрюкского района                                                            Г.П Шлахтер</w:t>
      </w: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Default="00B169FB" w:rsidP="00BD3B24">
      <w:pPr>
        <w:jc w:val="center"/>
        <w:rPr>
          <w:b/>
          <w:sz w:val="28"/>
        </w:rPr>
      </w:pPr>
    </w:p>
    <w:p w:rsidR="00B169FB" w:rsidRPr="00055D06" w:rsidRDefault="00B169FB" w:rsidP="00BD3B24">
      <w:pPr>
        <w:jc w:val="center"/>
        <w:rPr>
          <w:b/>
          <w:sz w:val="28"/>
        </w:rPr>
      </w:pPr>
      <w:r w:rsidRPr="00055D06">
        <w:rPr>
          <w:b/>
          <w:sz w:val="28"/>
        </w:rPr>
        <w:t>ЛИСТ СОГЛАСОВАНИЯ</w:t>
      </w:r>
    </w:p>
    <w:p w:rsidR="00B169FB" w:rsidRDefault="00B169FB" w:rsidP="00BD3B24">
      <w:pPr>
        <w:spacing w:line="240" w:lineRule="atLeast"/>
        <w:jc w:val="center"/>
        <w:rPr>
          <w:sz w:val="28"/>
        </w:rPr>
      </w:pPr>
    </w:p>
    <w:p w:rsidR="00B169FB" w:rsidRPr="00055D06" w:rsidRDefault="00B169FB" w:rsidP="00BD3B24">
      <w:pPr>
        <w:spacing w:line="240" w:lineRule="atLeast"/>
        <w:jc w:val="center"/>
        <w:rPr>
          <w:sz w:val="28"/>
        </w:rPr>
      </w:pPr>
      <w:r w:rsidRPr="00055D06">
        <w:rPr>
          <w:sz w:val="28"/>
        </w:rPr>
        <w:t>проекта постановления администрации Новотаманского сельского поселения Темрюкского района</w:t>
      </w:r>
    </w:p>
    <w:p w:rsidR="00B169FB" w:rsidRPr="007D6FF1" w:rsidRDefault="00B169FB" w:rsidP="00BD3B24">
      <w:pPr>
        <w:spacing w:line="240" w:lineRule="atLeast"/>
        <w:jc w:val="center"/>
        <w:rPr>
          <w:sz w:val="28"/>
          <w:u w:val="single"/>
        </w:rPr>
      </w:pPr>
      <w:r w:rsidRPr="007D6FF1">
        <w:rPr>
          <w:sz w:val="28"/>
          <w:u w:val="single"/>
        </w:rPr>
        <w:t>от 5.10.2016  № 373</w:t>
      </w:r>
    </w:p>
    <w:p w:rsidR="00B169FB" w:rsidRDefault="00B169FB" w:rsidP="00BD3B24">
      <w:pPr>
        <w:spacing w:line="240" w:lineRule="atLeast"/>
        <w:jc w:val="center"/>
        <w:rPr>
          <w:sz w:val="28"/>
        </w:rPr>
      </w:pPr>
      <w:r>
        <w:rPr>
          <w:sz w:val="28"/>
          <w:szCs w:val="28"/>
        </w:rPr>
        <w:t>«</w:t>
      </w:r>
      <w:r w:rsidRPr="00905FA0">
        <w:rPr>
          <w:sz w:val="28"/>
          <w:szCs w:val="28"/>
        </w:rPr>
        <w:t>Об  у</w:t>
      </w:r>
      <w:r>
        <w:rPr>
          <w:sz w:val="28"/>
          <w:szCs w:val="28"/>
        </w:rPr>
        <w:t>тверждении муниципальной</w:t>
      </w:r>
      <w:r w:rsidRPr="00905FA0">
        <w:rPr>
          <w:sz w:val="28"/>
          <w:szCs w:val="28"/>
        </w:rPr>
        <w:t xml:space="preserve">  программы</w:t>
      </w:r>
      <w:r>
        <w:rPr>
          <w:sz w:val="28"/>
        </w:rPr>
        <w:t xml:space="preserve"> </w:t>
      </w:r>
      <w:r w:rsidRPr="00905FA0">
        <w:rPr>
          <w:sz w:val="28"/>
          <w:szCs w:val="28"/>
        </w:rPr>
        <w:t>«</w:t>
      </w:r>
      <w:r w:rsidRPr="00A53237">
        <w:rPr>
          <w:rStyle w:val="Strong"/>
          <w:b w:val="0"/>
          <w:color w:val="000000"/>
          <w:sz w:val="28"/>
          <w:szCs w:val="28"/>
        </w:rPr>
        <w:t>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rStyle w:val="Strong"/>
          <w:b w:val="0"/>
          <w:color w:val="000000"/>
          <w:sz w:val="28"/>
          <w:szCs w:val="28"/>
        </w:rPr>
        <w:t>»</w:t>
      </w:r>
    </w:p>
    <w:p w:rsidR="00B169FB" w:rsidRDefault="00B169FB" w:rsidP="00BD3B24">
      <w:pPr>
        <w:spacing w:line="240" w:lineRule="atLeast"/>
        <w:jc w:val="center"/>
        <w:rPr>
          <w:sz w:val="28"/>
        </w:rPr>
      </w:pPr>
    </w:p>
    <w:p w:rsidR="00B169FB" w:rsidRPr="00055D06" w:rsidRDefault="00B169FB" w:rsidP="00BD3B24">
      <w:pPr>
        <w:spacing w:line="240" w:lineRule="atLeast"/>
        <w:jc w:val="center"/>
        <w:rPr>
          <w:sz w:val="28"/>
        </w:rPr>
      </w:pPr>
    </w:p>
    <w:p w:rsidR="00B169FB" w:rsidRDefault="00B169FB" w:rsidP="00BD3B24">
      <w:pPr>
        <w:rPr>
          <w:sz w:val="28"/>
          <w:szCs w:val="28"/>
        </w:rPr>
      </w:pPr>
      <w:r w:rsidRPr="00F70CAB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подготовлен и </w:t>
      </w:r>
      <w:r w:rsidRPr="00F70CAB">
        <w:rPr>
          <w:sz w:val="28"/>
          <w:szCs w:val="28"/>
        </w:rPr>
        <w:t xml:space="preserve"> внесён:</w:t>
      </w:r>
    </w:p>
    <w:p w:rsidR="00B169FB" w:rsidRPr="00F70CAB" w:rsidRDefault="00B169FB" w:rsidP="00BD3B24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B169FB" w:rsidRDefault="00B169FB" w:rsidP="00BD3B24">
      <w:pPr>
        <w:rPr>
          <w:sz w:val="28"/>
        </w:rPr>
      </w:pPr>
      <w:r>
        <w:rPr>
          <w:sz w:val="28"/>
        </w:rPr>
        <w:t xml:space="preserve">Исполняющим обязанности </w:t>
      </w:r>
    </w:p>
    <w:p w:rsidR="00B169FB" w:rsidRDefault="00B169FB" w:rsidP="00BD3B24">
      <w:pPr>
        <w:rPr>
          <w:sz w:val="28"/>
        </w:rPr>
      </w:pPr>
      <w:r>
        <w:rPr>
          <w:sz w:val="28"/>
        </w:rPr>
        <w:t>начальника отдела                                                                                  Т.А. Фролова</w:t>
      </w:r>
    </w:p>
    <w:p w:rsidR="00B169FB" w:rsidRDefault="00B169FB" w:rsidP="00BD3B24">
      <w:pPr>
        <w:rPr>
          <w:sz w:val="28"/>
          <w:szCs w:val="28"/>
        </w:rPr>
      </w:pPr>
    </w:p>
    <w:p w:rsidR="00B169FB" w:rsidRDefault="00B169FB" w:rsidP="00BD3B24">
      <w:pPr>
        <w:rPr>
          <w:sz w:val="28"/>
          <w:szCs w:val="28"/>
        </w:rPr>
      </w:pPr>
    </w:p>
    <w:p w:rsidR="00B169FB" w:rsidRPr="00F70CAB" w:rsidRDefault="00B169FB" w:rsidP="00BD3B24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B169FB" w:rsidRDefault="00B169FB" w:rsidP="00BD3B24">
      <w:pPr>
        <w:rPr>
          <w:sz w:val="28"/>
        </w:rPr>
      </w:pPr>
      <w:r>
        <w:rPr>
          <w:sz w:val="28"/>
        </w:rPr>
        <w:t xml:space="preserve">Заместитель главы </w:t>
      </w:r>
    </w:p>
    <w:p w:rsidR="00B169FB" w:rsidRDefault="00B169FB" w:rsidP="00BD3B24">
      <w:pPr>
        <w:rPr>
          <w:sz w:val="28"/>
        </w:rPr>
      </w:pPr>
      <w:r>
        <w:rPr>
          <w:sz w:val="28"/>
        </w:rPr>
        <w:t xml:space="preserve">Новотаманского сельского </w:t>
      </w:r>
    </w:p>
    <w:p w:rsidR="00B169FB" w:rsidRDefault="00B169FB" w:rsidP="00BD3B24">
      <w:pPr>
        <w:rPr>
          <w:sz w:val="28"/>
        </w:rPr>
      </w:pPr>
      <w:r>
        <w:rPr>
          <w:sz w:val="28"/>
        </w:rPr>
        <w:t>поселения Темрюкского района                                                           Г.П. Шлахтер</w:t>
      </w:r>
    </w:p>
    <w:p w:rsidR="00B169FB" w:rsidRDefault="00B169FB" w:rsidP="004E46B3">
      <w:pPr>
        <w:rPr>
          <w:sz w:val="28"/>
        </w:rPr>
      </w:pPr>
    </w:p>
    <w:p w:rsidR="00B169FB" w:rsidRDefault="00B169FB" w:rsidP="004E46B3">
      <w:pPr>
        <w:jc w:val="both"/>
        <w:rPr>
          <w:sz w:val="28"/>
        </w:rPr>
      </w:pPr>
    </w:p>
    <w:p w:rsidR="00B169FB" w:rsidRPr="00A1686A" w:rsidRDefault="00B169FB" w:rsidP="004E46B3">
      <w:pPr>
        <w:jc w:val="both"/>
        <w:rPr>
          <w:sz w:val="28"/>
          <w:szCs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Е.Н .Даева</w:t>
      </w:r>
    </w:p>
    <w:p w:rsidR="00B169FB" w:rsidRDefault="00B169FB" w:rsidP="0025125B">
      <w:pPr>
        <w:shd w:val="clear" w:color="auto" w:fill="FFFFFF"/>
        <w:jc w:val="both"/>
        <w:rPr>
          <w:bCs/>
          <w:sz w:val="28"/>
        </w:rPr>
      </w:pPr>
    </w:p>
    <w:p w:rsidR="00B169FB" w:rsidRPr="0025125B" w:rsidRDefault="00B169FB" w:rsidP="0025125B">
      <w:pPr>
        <w:shd w:val="clear" w:color="auto" w:fill="FFFFFF"/>
        <w:jc w:val="both"/>
        <w:rPr>
          <w:b/>
          <w:sz w:val="28"/>
        </w:rPr>
      </w:pPr>
    </w:p>
    <w:sectPr w:rsidR="00B169FB" w:rsidRPr="0025125B" w:rsidSect="007D6FF1">
      <w:headerReference w:type="default" r:id="rId7"/>
      <w:pgSz w:w="11906" w:h="16838"/>
      <w:pgMar w:top="360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9FB" w:rsidRDefault="00B169FB" w:rsidP="00CA0E2C">
      <w:r>
        <w:separator/>
      </w:r>
    </w:p>
  </w:endnote>
  <w:endnote w:type="continuationSeparator" w:id="0">
    <w:p w:rsidR="00B169FB" w:rsidRDefault="00B169FB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9FB" w:rsidRDefault="00B169FB" w:rsidP="00CA0E2C">
      <w:r>
        <w:separator/>
      </w:r>
    </w:p>
  </w:footnote>
  <w:footnote w:type="continuationSeparator" w:id="0">
    <w:p w:rsidR="00B169FB" w:rsidRDefault="00B169FB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FB" w:rsidRPr="008E020A" w:rsidRDefault="00B169FB" w:rsidP="008E020A">
    <w:pPr>
      <w:pStyle w:val="Header"/>
      <w:jc w:val="center"/>
      <w:rPr>
        <w:sz w:val="28"/>
        <w:szCs w:val="28"/>
      </w:rPr>
    </w:pPr>
    <w:r w:rsidRPr="008E020A">
      <w:rPr>
        <w:sz w:val="28"/>
        <w:szCs w:val="28"/>
      </w:rPr>
      <w:fldChar w:fldCharType="begin"/>
    </w:r>
    <w:r w:rsidRPr="008E020A">
      <w:rPr>
        <w:sz w:val="28"/>
        <w:szCs w:val="28"/>
      </w:rPr>
      <w:instrText xml:space="preserve"> PAGE   \* MERGEFORMAT </w:instrText>
    </w:r>
    <w:r w:rsidRPr="008E020A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8E020A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84978"/>
    <w:rsid w:val="000A2973"/>
    <w:rsid w:val="000A3629"/>
    <w:rsid w:val="000A377A"/>
    <w:rsid w:val="000A5F69"/>
    <w:rsid w:val="000B39F5"/>
    <w:rsid w:val="000B62A6"/>
    <w:rsid w:val="000E4DE8"/>
    <w:rsid w:val="000F27E1"/>
    <w:rsid w:val="000F6E97"/>
    <w:rsid w:val="0011265D"/>
    <w:rsid w:val="00115352"/>
    <w:rsid w:val="00121EDB"/>
    <w:rsid w:val="00126507"/>
    <w:rsid w:val="00136CCB"/>
    <w:rsid w:val="00143A81"/>
    <w:rsid w:val="00143DFE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48EF"/>
    <w:rsid w:val="00214642"/>
    <w:rsid w:val="00221A87"/>
    <w:rsid w:val="0022742A"/>
    <w:rsid w:val="00233864"/>
    <w:rsid w:val="0025125B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20D0A"/>
    <w:rsid w:val="0032442E"/>
    <w:rsid w:val="00330675"/>
    <w:rsid w:val="00333F68"/>
    <w:rsid w:val="00351C0D"/>
    <w:rsid w:val="00360436"/>
    <w:rsid w:val="00360CE1"/>
    <w:rsid w:val="00365971"/>
    <w:rsid w:val="003724A1"/>
    <w:rsid w:val="003A2C1E"/>
    <w:rsid w:val="003A37D3"/>
    <w:rsid w:val="003B1BC0"/>
    <w:rsid w:val="003B6547"/>
    <w:rsid w:val="003C3CD7"/>
    <w:rsid w:val="003C3D1F"/>
    <w:rsid w:val="003D029C"/>
    <w:rsid w:val="003E114E"/>
    <w:rsid w:val="003F22CD"/>
    <w:rsid w:val="00400F03"/>
    <w:rsid w:val="00401652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70D98"/>
    <w:rsid w:val="00492C42"/>
    <w:rsid w:val="004A3C26"/>
    <w:rsid w:val="004B4DA4"/>
    <w:rsid w:val="004C15E1"/>
    <w:rsid w:val="004D1E87"/>
    <w:rsid w:val="004D23CC"/>
    <w:rsid w:val="004D38B0"/>
    <w:rsid w:val="004E46B3"/>
    <w:rsid w:val="004F1E97"/>
    <w:rsid w:val="00505178"/>
    <w:rsid w:val="00505A0F"/>
    <w:rsid w:val="0051007C"/>
    <w:rsid w:val="00514644"/>
    <w:rsid w:val="0052300C"/>
    <w:rsid w:val="00523048"/>
    <w:rsid w:val="0053091E"/>
    <w:rsid w:val="00532CEE"/>
    <w:rsid w:val="00536392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1F78"/>
    <w:rsid w:val="00584A8B"/>
    <w:rsid w:val="005A0F15"/>
    <w:rsid w:val="005A254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D6FF1"/>
    <w:rsid w:val="007E0B6A"/>
    <w:rsid w:val="007E1D3C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370B"/>
    <w:rsid w:val="00847C7B"/>
    <w:rsid w:val="00856217"/>
    <w:rsid w:val="00856A6F"/>
    <w:rsid w:val="00861D20"/>
    <w:rsid w:val="00871CAA"/>
    <w:rsid w:val="00874FA3"/>
    <w:rsid w:val="00886847"/>
    <w:rsid w:val="008B27AC"/>
    <w:rsid w:val="008C178F"/>
    <w:rsid w:val="008D36AA"/>
    <w:rsid w:val="008D6E48"/>
    <w:rsid w:val="008E020A"/>
    <w:rsid w:val="008E1274"/>
    <w:rsid w:val="008F3197"/>
    <w:rsid w:val="00905FA0"/>
    <w:rsid w:val="00921FF3"/>
    <w:rsid w:val="0092383A"/>
    <w:rsid w:val="0092728B"/>
    <w:rsid w:val="00933A28"/>
    <w:rsid w:val="0093470A"/>
    <w:rsid w:val="00934B75"/>
    <w:rsid w:val="00935124"/>
    <w:rsid w:val="00936E5C"/>
    <w:rsid w:val="00945BBA"/>
    <w:rsid w:val="00957DA1"/>
    <w:rsid w:val="00963E44"/>
    <w:rsid w:val="00963EC1"/>
    <w:rsid w:val="00975EFC"/>
    <w:rsid w:val="00980BF0"/>
    <w:rsid w:val="00981EAD"/>
    <w:rsid w:val="00987A52"/>
    <w:rsid w:val="00987C18"/>
    <w:rsid w:val="009951CA"/>
    <w:rsid w:val="009B3D2F"/>
    <w:rsid w:val="009C1E94"/>
    <w:rsid w:val="009C6A27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41AD6"/>
    <w:rsid w:val="00A43276"/>
    <w:rsid w:val="00A53237"/>
    <w:rsid w:val="00A70F97"/>
    <w:rsid w:val="00A733FF"/>
    <w:rsid w:val="00A86278"/>
    <w:rsid w:val="00A95358"/>
    <w:rsid w:val="00AA0DA7"/>
    <w:rsid w:val="00AB0888"/>
    <w:rsid w:val="00AB3872"/>
    <w:rsid w:val="00AB4134"/>
    <w:rsid w:val="00AD1AC4"/>
    <w:rsid w:val="00AD7041"/>
    <w:rsid w:val="00AE0617"/>
    <w:rsid w:val="00AE4D68"/>
    <w:rsid w:val="00AE5A4B"/>
    <w:rsid w:val="00AF3AA6"/>
    <w:rsid w:val="00AF7FDA"/>
    <w:rsid w:val="00B02460"/>
    <w:rsid w:val="00B0626D"/>
    <w:rsid w:val="00B12749"/>
    <w:rsid w:val="00B16131"/>
    <w:rsid w:val="00B169FB"/>
    <w:rsid w:val="00B25725"/>
    <w:rsid w:val="00B361F2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86E7E"/>
    <w:rsid w:val="00B92804"/>
    <w:rsid w:val="00B93AC2"/>
    <w:rsid w:val="00BB7D2A"/>
    <w:rsid w:val="00BC1EC8"/>
    <w:rsid w:val="00BC5151"/>
    <w:rsid w:val="00BC7965"/>
    <w:rsid w:val="00BD3B24"/>
    <w:rsid w:val="00BD502A"/>
    <w:rsid w:val="00BF1DD8"/>
    <w:rsid w:val="00BF24B7"/>
    <w:rsid w:val="00C010E1"/>
    <w:rsid w:val="00C014EF"/>
    <w:rsid w:val="00C125A6"/>
    <w:rsid w:val="00C22E99"/>
    <w:rsid w:val="00C24362"/>
    <w:rsid w:val="00C24E63"/>
    <w:rsid w:val="00C35F14"/>
    <w:rsid w:val="00C442F3"/>
    <w:rsid w:val="00C44FA7"/>
    <w:rsid w:val="00C464C3"/>
    <w:rsid w:val="00C57909"/>
    <w:rsid w:val="00C63230"/>
    <w:rsid w:val="00C66A9A"/>
    <w:rsid w:val="00C7083F"/>
    <w:rsid w:val="00C91BD4"/>
    <w:rsid w:val="00C91D81"/>
    <w:rsid w:val="00C93843"/>
    <w:rsid w:val="00CA0E2C"/>
    <w:rsid w:val="00CB4A5F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30404"/>
    <w:rsid w:val="00D36834"/>
    <w:rsid w:val="00D36A7C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4B2C"/>
    <w:rsid w:val="00F24CB2"/>
    <w:rsid w:val="00F3318D"/>
    <w:rsid w:val="00F4053D"/>
    <w:rsid w:val="00F40CA4"/>
    <w:rsid w:val="00F40F23"/>
    <w:rsid w:val="00F4565C"/>
    <w:rsid w:val="00F513DB"/>
    <w:rsid w:val="00F51CA5"/>
    <w:rsid w:val="00F65E50"/>
    <w:rsid w:val="00F70CAB"/>
    <w:rsid w:val="00F7504F"/>
    <w:rsid w:val="00F771A7"/>
    <w:rsid w:val="00F824F0"/>
    <w:rsid w:val="00F90B47"/>
    <w:rsid w:val="00F94F52"/>
    <w:rsid w:val="00F97272"/>
    <w:rsid w:val="00FB1839"/>
    <w:rsid w:val="00FB2621"/>
    <w:rsid w:val="00FB5838"/>
    <w:rsid w:val="00FC3E25"/>
    <w:rsid w:val="00FC402C"/>
    <w:rsid w:val="00FC42C4"/>
    <w:rsid w:val="00FD423D"/>
    <w:rsid w:val="00FD6F6A"/>
    <w:rsid w:val="00FE6A8B"/>
    <w:rsid w:val="00FF0BC4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755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14317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4317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5775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rsid w:val="006E223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068A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ubtitle">
    <w:name w:val="Subtitle"/>
    <w:basedOn w:val="Normal"/>
    <w:link w:val="SubtitleChar"/>
    <w:uiPriority w:val="99"/>
    <w:qFormat/>
    <w:rsid w:val="00C22E99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22E9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0E2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F11D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A5323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50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285</TotalTime>
  <Pages>2</Pages>
  <Words>322</Words>
  <Characters>1842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XTreme</cp:lastModifiedBy>
  <cp:revision>47</cp:revision>
  <cp:lastPrinted>2016-10-06T10:41:00Z</cp:lastPrinted>
  <dcterms:created xsi:type="dcterms:W3CDTF">2015-02-03T11:11:00Z</dcterms:created>
  <dcterms:modified xsi:type="dcterms:W3CDTF">2016-11-17T09:56:00Z</dcterms:modified>
</cp:coreProperties>
</file>