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41" w:rsidRPr="0055589E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67141" w:rsidRPr="0055589E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67141" w:rsidRPr="0055589E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2016 год</w:t>
      </w:r>
    </w:p>
    <w:p w:rsidR="00067141" w:rsidRPr="0055589E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067141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67141" w:rsidRDefault="00067141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7141" w:rsidRPr="00F7465A" w:rsidRDefault="00067141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067141" w:rsidRPr="0055589E" w:rsidRDefault="00067141" w:rsidP="00926CAD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</w:p>
    <w:tbl>
      <w:tblPr>
        <w:tblpPr w:leftFromText="180" w:rightFromText="180" w:vertAnchor="page" w:horzAnchor="margin" w:tblpY="3565"/>
        <w:tblW w:w="15124" w:type="dxa"/>
        <w:tblLayout w:type="fixed"/>
        <w:tblLook w:val="0000"/>
      </w:tblPr>
      <w:tblGrid>
        <w:gridCol w:w="675"/>
        <w:gridCol w:w="4962"/>
        <w:gridCol w:w="1275"/>
        <w:gridCol w:w="1276"/>
        <w:gridCol w:w="4111"/>
        <w:gridCol w:w="2825"/>
      </w:tblGrid>
      <w:tr w:rsidR="00067141" w:rsidRPr="00081329" w:rsidTr="0055589E">
        <w:trPr>
          <w:trHeight w:val="1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Объем финансирования, всего 2016 год (тыс.руб.)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6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7</w:t>
            </w:r>
          </w:p>
        </w:tc>
      </w:tr>
      <w:tr w:rsidR="00067141" w:rsidRPr="00081329" w:rsidTr="0055589E">
        <w:trPr>
          <w:trHeight w:val="11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  <w:p w:rsidR="00067141" w:rsidRPr="00081329" w:rsidRDefault="00067141" w:rsidP="00926CAD">
            <w: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Default"/>
              <w:jc w:val="both"/>
            </w:pPr>
            <w:r w:rsidRPr="00081329"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Default"/>
              <w:jc w:val="both"/>
            </w:pPr>
            <w:r w:rsidRPr="00081329">
              <w:t>Администрация Новотаманского сельского п</w:t>
            </w:r>
            <w:r>
              <w:t xml:space="preserve">оселения, советы ветеранов, </w:t>
            </w:r>
            <w:r w:rsidRPr="00081329">
              <w:t>ТОС</w:t>
            </w: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Мероприятия, посвященные Дню            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Увеличение доли молодежи, участвующей  в мероприятиях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067141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 мероприятий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антинаркотической направленности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081329">
              <w:rPr>
                <w:rFonts w:ascii="Times New Roman" w:hAnsi="Times New Roman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Усиление деятельности   по  профилактике алкоголизма, наркомании,  токсикомании и вредных привычек в молодежной среде, вовлечение и увеличение количества участвующих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6F318F" w:rsidRDefault="00067141" w:rsidP="00926CAD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067141" w:rsidRPr="00081329" w:rsidTr="0055589E">
        <w:trPr>
          <w:trHeight w:val="1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«День призывника» - торжественный ритуал проводов в армию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081329">
              <w:rPr>
                <w:rFonts w:ascii="Times New Roman" w:hAnsi="Times New Roman"/>
              </w:rPr>
              <w:t>,0</w:t>
            </w:r>
          </w:p>
          <w:p w:rsidR="00067141" w:rsidRPr="00081329" w:rsidRDefault="00067141" w:rsidP="00926CAD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067141" w:rsidRPr="00081329" w:rsidTr="0055589E">
        <w:trPr>
          <w:trHeight w:val="1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1.5.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  <w:p w:rsidR="00067141" w:rsidRPr="00081329" w:rsidRDefault="00067141" w:rsidP="00926CAD"/>
        </w:tc>
      </w:tr>
      <w:tr w:rsidR="00067141" w:rsidRPr="00081329" w:rsidTr="0055589E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интеллектуального, творческого развития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8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spacing w:before="100" w:beforeAutospacing="1" w:after="100" w:afterAutospacing="1"/>
            </w:pPr>
            <w:r w:rsidRPr="00081329"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Расширение спектра организации полезного досуга, участие команды;</w:t>
            </w:r>
          </w:p>
          <w:p w:rsidR="00067141" w:rsidRPr="00081329" w:rsidRDefault="00067141" w:rsidP="00926CAD">
            <w:r w:rsidRPr="00081329"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МБУК «Новотаманский КСЦ», МБОУ СОШ</w:t>
            </w:r>
          </w:p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5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  <w:bCs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Работа по программе «Постскриптум»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11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15,0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Удовлетворенность     семей, имеющих детей-инвалидов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067141" w:rsidRPr="00081329" w:rsidTr="0055589E">
        <w:trPr>
          <w:trHeight w:val="5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 xml:space="preserve">    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Повышение интереса детей и молодежи к исследовательской деятельности;развитие толерантности в молодёжной среде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поселения, МБУК «Новотаманский КСЦ», МБОУ СОШ</w:t>
            </w:r>
          </w:p>
        </w:tc>
      </w:tr>
      <w:tr w:rsidR="00067141" w:rsidRPr="00081329" w:rsidTr="0055589E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2,0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spacing w:before="100" w:beforeAutospacing="1" w:after="100" w:afterAutospacing="1"/>
            </w:pPr>
            <w:r w:rsidRPr="00081329">
              <w:t>Развитие научного, творческого,  трудового, спортивного,  лидерского, потенциала молодёжи</w:t>
            </w:r>
          </w:p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outlineLvl w:val="0"/>
              <w:rPr>
                <w:bCs/>
              </w:rPr>
            </w:pPr>
            <w:r w:rsidRPr="00081329">
              <w:t>Администрация Новотаманского сельского поселения МБУК «Новотаманский КСЦ»</w:t>
            </w:r>
          </w:p>
        </w:tc>
      </w:tr>
      <w:tr w:rsidR="00067141" w:rsidRPr="00081329" w:rsidTr="0055589E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left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и проведение мероприятий для членов молодежного</w:t>
            </w:r>
            <w:r w:rsidRPr="00081329">
              <w:rPr>
                <w:rFonts w:ascii="Times New Roman" w:hAnsi="Times New Roman"/>
                <w:color w:val="FF0000"/>
              </w:rPr>
              <w:t xml:space="preserve"> </w:t>
            </w:r>
            <w:r w:rsidRPr="00081329">
              <w:rPr>
                <w:rFonts w:ascii="Times New Roman" w:hAnsi="Times New Roman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Развитие системы  поддержки активной молодежи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067141" w:rsidRPr="00081329" w:rsidTr="0055589E">
        <w:trPr>
          <w:trHeight w:val="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r w:rsidRPr="00081329"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jc w:val="center"/>
              <w:rPr>
                <w:rFonts w:ascii="Times New Roman" w:hAnsi="Times New Roman"/>
              </w:rPr>
            </w:pPr>
          </w:p>
        </w:tc>
      </w:tr>
      <w:tr w:rsidR="00067141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jc w:val="center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08132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067141" w:rsidRPr="00081329" w:rsidRDefault="00067141" w:rsidP="00926CAD">
            <w:r w:rsidRPr="00081329">
              <w:t>успешная социализация и  самореализация молодых людей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</w:t>
            </w:r>
          </w:p>
        </w:tc>
      </w:tr>
      <w:tr w:rsidR="00067141" w:rsidRPr="00081329" w:rsidTr="0055589E">
        <w:trPr>
          <w:trHeight w:val="14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Организация досуговой площадки для подростков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1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1,0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r w:rsidRPr="00081329">
              <w:t xml:space="preserve">Увеличение численности </w:t>
            </w:r>
          </w:p>
          <w:p w:rsidR="00067141" w:rsidRPr="00081329" w:rsidRDefault="00067141" w:rsidP="00926CAD">
            <w:r w:rsidRPr="00081329">
              <w:t>временно</w:t>
            </w:r>
          </w:p>
          <w:p w:rsidR="00067141" w:rsidRPr="00081329" w:rsidRDefault="00067141" w:rsidP="00926CAD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трудоустроенных подростков</w:t>
            </w:r>
            <w:r w:rsidRPr="00081329"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926CAD">
            <w:pPr>
              <w:pStyle w:val="a0"/>
            </w:pPr>
            <w:r w:rsidRPr="00081329">
              <w:rPr>
                <w:rFonts w:ascii="Times New Roman" w:hAnsi="Times New Roman"/>
              </w:rPr>
              <w:t>Администрация Новотаманского сельского поселения, МБУК «Новотаманский КСЦ»,</w:t>
            </w:r>
          </w:p>
          <w:p w:rsidR="00067141" w:rsidRPr="00081329" w:rsidRDefault="00067141" w:rsidP="00926CAD">
            <w:r w:rsidRPr="00081329">
              <w:t>МБОУ СОШ</w:t>
            </w:r>
          </w:p>
        </w:tc>
      </w:tr>
      <w:tr w:rsidR="00067141" w:rsidRPr="00081329" w:rsidTr="0055589E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  <w:r w:rsidRPr="00081329">
              <w:rPr>
                <w:rFonts w:ascii="Times New Roman" w:hAnsi="Times New Roman"/>
              </w:rPr>
              <w:t>54,0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41" w:rsidRPr="00081329" w:rsidRDefault="00067141" w:rsidP="0055589E">
            <w:pPr>
              <w:pStyle w:val="a0"/>
              <w:rPr>
                <w:rFonts w:ascii="Times New Roman" w:hAnsi="Times New Roman"/>
              </w:rPr>
            </w:pPr>
          </w:p>
        </w:tc>
      </w:tr>
    </w:tbl>
    <w:p w:rsidR="00067141" w:rsidRDefault="00067141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67141" w:rsidRDefault="00067141" w:rsidP="0036367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67141" w:rsidRDefault="0006714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067141" w:rsidRDefault="0006714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067141" w:rsidRDefault="0006714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67141" w:rsidRDefault="0006714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067141" w:rsidRDefault="00067141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Л.А. Козлова</w:t>
      </w:r>
    </w:p>
    <w:p w:rsidR="00067141" w:rsidRPr="004F478B" w:rsidRDefault="00067141" w:rsidP="00FC485C">
      <w:pPr>
        <w:rPr>
          <w:rFonts w:ascii="Arial" w:hAnsi="Arial"/>
        </w:rPr>
      </w:pPr>
    </w:p>
    <w:p w:rsidR="00067141" w:rsidRDefault="00067141"/>
    <w:p w:rsidR="00067141" w:rsidRPr="00926CAD" w:rsidRDefault="00067141" w:rsidP="00926CAD">
      <w:pPr>
        <w:tabs>
          <w:tab w:val="left" w:pos="9696"/>
        </w:tabs>
      </w:pPr>
      <w:r>
        <w:tab/>
      </w:r>
    </w:p>
    <w:sectPr w:rsidR="00067141" w:rsidRPr="00926CAD" w:rsidSect="00926CAD">
      <w:head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141" w:rsidRDefault="00067141" w:rsidP="000719CC">
      <w:r>
        <w:separator/>
      </w:r>
    </w:p>
  </w:endnote>
  <w:endnote w:type="continuationSeparator" w:id="0">
    <w:p w:rsidR="00067141" w:rsidRDefault="00067141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141" w:rsidRDefault="00067141" w:rsidP="000719CC">
      <w:r>
        <w:separator/>
      </w:r>
    </w:p>
  </w:footnote>
  <w:footnote w:type="continuationSeparator" w:id="0">
    <w:p w:rsidR="00067141" w:rsidRDefault="00067141" w:rsidP="00071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41" w:rsidRDefault="00067141">
    <w:pPr>
      <w:pStyle w:val="Header"/>
    </w:pPr>
    <w:r>
      <w:rPr>
        <w:noProof/>
      </w:rPr>
      <w:pict>
        <v:rect id="_x0000_s2049" style="position:absolute;margin-left:783.55pt;margin-top:262.4pt;width:60pt;height:70.5pt;z-index:251658240;mso-position-horizontal-relative:page;mso-position-vertical-relative:page" o:allowincell="f" stroked="f">
          <v:textbox>
            <w:txbxContent>
              <w:p w:rsidR="00067141" w:rsidRPr="00926CAD" w:rsidRDefault="00067141">
                <w:pPr>
                  <w:jc w:val="center"/>
                  <w:rPr>
                    <w:sz w:val="28"/>
                    <w:szCs w:val="28"/>
                  </w:rPr>
                </w:pPr>
                <w:r w:rsidRPr="00926CAD">
                  <w:rPr>
                    <w:sz w:val="28"/>
                    <w:szCs w:val="28"/>
                  </w:rPr>
                  <w:fldChar w:fldCharType="begin"/>
                </w:r>
                <w:r w:rsidRPr="00926CAD">
                  <w:rPr>
                    <w:sz w:val="28"/>
                    <w:szCs w:val="28"/>
                  </w:rPr>
                  <w:instrText xml:space="preserve"> PAGE  \* MERGEFORMAT </w:instrText>
                </w:r>
                <w:r w:rsidRPr="00926CAD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3</w:t>
                </w:r>
                <w:r w:rsidRPr="00926CAD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783.55pt;margin-top:262.4pt;width:60pt;height:70.5pt;z-index:251657216;mso-position-horizontal-relative:page;mso-position-vertical-relative:page" o:allowincell="f" stroked="f">
          <v:textbox>
            <w:txbxContent>
              <w:p w:rsidR="00067141" w:rsidRPr="00926CAD" w:rsidRDefault="00067141">
                <w:pPr>
                  <w:jc w:val="center"/>
                  <w:rPr>
                    <w:rFonts w:ascii="Cambria" w:hAnsi="Cambria"/>
                    <w:sz w:val="72"/>
                    <w:szCs w:val="44"/>
                  </w:rPr>
                </w:pPr>
                <w:fldSimple w:instr=" PAGE  \* MERGEFORMAT ">
                  <w:r w:rsidRPr="0048324E">
                    <w:rPr>
                      <w:rFonts w:ascii="Cambria" w:hAnsi="Cambria"/>
                      <w:noProof/>
                      <w:sz w:val="48"/>
                      <w:szCs w:val="44"/>
                    </w:rPr>
                    <w:t>3</w:t>
                  </w:r>
                </w:fldSimple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67141"/>
    <w:rsid w:val="000719CC"/>
    <w:rsid w:val="00081329"/>
    <w:rsid w:val="000F79CD"/>
    <w:rsid w:val="00110BE7"/>
    <w:rsid w:val="00123253"/>
    <w:rsid w:val="0015625F"/>
    <w:rsid w:val="001816B0"/>
    <w:rsid w:val="00254C10"/>
    <w:rsid w:val="00363677"/>
    <w:rsid w:val="00375EDA"/>
    <w:rsid w:val="0048324E"/>
    <w:rsid w:val="00484CCF"/>
    <w:rsid w:val="004F478B"/>
    <w:rsid w:val="0055589E"/>
    <w:rsid w:val="005D670C"/>
    <w:rsid w:val="00634CFB"/>
    <w:rsid w:val="0068638D"/>
    <w:rsid w:val="006C5CF6"/>
    <w:rsid w:val="006F318F"/>
    <w:rsid w:val="00896432"/>
    <w:rsid w:val="008F0B23"/>
    <w:rsid w:val="00913C75"/>
    <w:rsid w:val="00917938"/>
    <w:rsid w:val="00926CAD"/>
    <w:rsid w:val="00AD21E3"/>
    <w:rsid w:val="00AE63E5"/>
    <w:rsid w:val="00AF0DC0"/>
    <w:rsid w:val="00B6475F"/>
    <w:rsid w:val="00BE543A"/>
    <w:rsid w:val="00CF0424"/>
    <w:rsid w:val="00D87F55"/>
    <w:rsid w:val="00DA52D1"/>
    <w:rsid w:val="00DC24B9"/>
    <w:rsid w:val="00EC339D"/>
    <w:rsid w:val="00F7465A"/>
    <w:rsid w:val="00FC485C"/>
    <w:rsid w:val="00FF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basedOn w:val="DefaultParagraphFont"/>
    <w:uiPriority w:val="99"/>
    <w:rsid w:val="00363677"/>
    <w:rPr>
      <w:rFonts w:cs="Times New Roman"/>
      <w:b/>
      <w:bCs/>
      <w:color w:val="008000"/>
    </w:rPr>
  </w:style>
  <w:style w:type="paragraph" w:customStyle="1" w:styleId="a0">
    <w:name w:val="Нормальный (таблица)"/>
    <w:basedOn w:val="Normal"/>
    <w:next w:val="Normal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719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4</Pages>
  <Words>774</Words>
  <Characters>4418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XTreme</cp:lastModifiedBy>
  <cp:revision>12</cp:revision>
  <cp:lastPrinted>2016-11-07T11:33:00Z</cp:lastPrinted>
  <dcterms:created xsi:type="dcterms:W3CDTF">2014-11-12T12:43:00Z</dcterms:created>
  <dcterms:modified xsi:type="dcterms:W3CDTF">2016-12-30T05:00:00Z</dcterms:modified>
</cp:coreProperties>
</file>