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92" w:rsidRDefault="00983092" w:rsidP="00770447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983092" w:rsidRDefault="00983092" w:rsidP="0069702E">
      <w:pPr>
        <w:pStyle w:val="Subtitle"/>
        <w:jc w:val="center"/>
        <w:rPr>
          <w:b/>
          <w:bCs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58.5pt;height:54pt;visibility:visible">
            <v:imagedata r:id="rId6" o:title=""/>
          </v:shape>
        </w:pict>
      </w:r>
    </w:p>
    <w:p w:rsidR="00983092" w:rsidRDefault="00983092" w:rsidP="0069702E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983092" w:rsidRDefault="00983092" w:rsidP="0069702E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</w:p>
    <w:p w:rsidR="00983092" w:rsidRDefault="00983092" w:rsidP="0069702E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983092" w:rsidRDefault="00983092" w:rsidP="0069702E">
      <w:pPr>
        <w:tabs>
          <w:tab w:val="left" w:pos="480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о</w:t>
      </w:r>
      <w:r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  <w:u w:val="single"/>
        </w:rPr>
        <w:t>5.10.2016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      № </w:t>
      </w:r>
      <w:r>
        <w:rPr>
          <w:rFonts w:ascii="Times New Roman" w:hAnsi="Times New Roman"/>
          <w:sz w:val="28"/>
          <w:szCs w:val="28"/>
          <w:u w:val="single"/>
        </w:rPr>
        <w:t>372</w:t>
      </w:r>
    </w:p>
    <w:p w:rsidR="00983092" w:rsidRDefault="00983092" w:rsidP="0069702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>пос.Таманский</w:t>
      </w:r>
    </w:p>
    <w:p w:rsidR="00983092" w:rsidRDefault="00983092" w:rsidP="0077044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83092" w:rsidRPr="00770447" w:rsidRDefault="00983092" w:rsidP="007704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0447">
        <w:rPr>
          <w:rFonts w:ascii="Times New Roman" w:hAnsi="Times New Roman"/>
          <w:b/>
          <w:sz w:val="28"/>
          <w:szCs w:val="28"/>
        </w:rPr>
        <w:t>Об утверждении муниципальной программы «Противодействие</w:t>
      </w:r>
    </w:p>
    <w:p w:rsidR="00983092" w:rsidRDefault="00983092" w:rsidP="007704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0447">
        <w:rPr>
          <w:rFonts w:ascii="Times New Roman" w:hAnsi="Times New Roman"/>
          <w:b/>
          <w:sz w:val="28"/>
          <w:szCs w:val="28"/>
        </w:rPr>
        <w:t>коррупции в Новотаманском сельском поселении Темрюкского района</w:t>
      </w:r>
    </w:p>
    <w:p w:rsidR="00983092" w:rsidRPr="00770447" w:rsidRDefault="00983092" w:rsidP="007704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0447">
        <w:rPr>
          <w:rFonts w:ascii="Times New Roman" w:hAnsi="Times New Roman"/>
          <w:b/>
          <w:sz w:val="28"/>
          <w:szCs w:val="28"/>
        </w:rPr>
        <w:t>на 2017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983092" w:rsidRPr="00770447" w:rsidRDefault="00983092" w:rsidP="007704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3092" w:rsidRPr="00770447" w:rsidRDefault="00983092" w:rsidP="007704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3092" w:rsidRPr="00770447" w:rsidRDefault="00983092" w:rsidP="00770447">
      <w:pPr>
        <w:overflowPunct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70447">
        <w:rPr>
          <w:rFonts w:ascii="Times New Roman" w:hAnsi="Times New Roman"/>
          <w:sz w:val="28"/>
          <w:szCs w:val="28"/>
        </w:rPr>
        <w:t>В соответствии с Федеральными законами РФ от 25 декабря 2008 года № 273-ФЗ «О противодействии коррупции», от 17 июля 2009 года № 172-ФЗ «Об антикоррупционной экспертизе нормативных правовых актов и проектов нормативных правовых актов», Указом Президента Российской Федерации  от 13 марта 2012 года № 297 «О Национальном плане противодействия коррупции на 2012-2013 годы и внесении изменений в некоторые акты Президента Российской федерации по вопросам противодействия коррупции», Законом Краснодарского края от 23 июля 2009 года № 1798-КЗ «О противодействии коррупции в Краснодарском крае», Уставом Новотаманского сельского поселения Темрюкского района п о с т а н о в л я ю:</w:t>
      </w:r>
    </w:p>
    <w:p w:rsidR="00983092" w:rsidRPr="00770447" w:rsidRDefault="00983092" w:rsidP="00770447">
      <w:pPr>
        <w:spacing w:after="0" w:line="240" w:lineRule="auto"/>
        <w:ind w:firstLine="709"/>
        <w:jc w:val="both"/>
        <w:rPr>
          <w:rStyle w:val="Strong"/>
          <w:rFonts w:ascii="Times New Roman" w:hAnsi="Times New Roman"/>
          <w:color w:val="000000"/>
          <w:sz w:val="28"/>
          <w:szCs w:val="28"/>
        </w:rPr>
      </w:pPr>
      <w:r w:rsidRPr="00770447">
        <w:rPr>
          <w:rFonts w:ascii="Times New Roman" w:hAnsi="Times New Roman"/>
          <w:sz w:val="28"/>
          <w:szCs w:val="28"/>
        </w:rPr>
        <w:t>1. Утвердить муниципальную программу «Противодействие коррупции в Новотаманском сельском поселении Темрюкского района на 2017 год</w:t>
      </w:r>
      <w:r w:rsidRPr="00770447">
        <w:rPr>
          <w:rStyle w:val="Strong"/>
          <w:rFonts w:ascii="Times New Roman" w:hAnsi="Times New Roman"/>
          <w:color w:val="000000"/>
          <w:sz w:val="28"/>
          <w:szCs w:val="28"/>
        </w:rPr>
        <w:t>»  (</w:t>
      </w:r>
      <w:r w:rsidRPr="00770447">
        <w:rPr>
          <w:rStyle w:val="Strong"/>
          <w:rFonts w:ascii="Times New Roman" w:hAnsi="Times New Roman"/>
          <w:b w:val="0"/>
          <w:color w:val="000000"/>
          <w:sz w:val="28"/>
          <w:szCs w:val="28"/>
        </w:rPr>
        <w:t>приложение).</w:t>
      </w:r>
    </w:p>
    <w:p w:rsidR="00983092" w:rsidRPr="00770447" w:rsidRDefault="00983092" w:rsidP="007704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0447">
        <w:rPr>
          <w:rFonts w:ascii="Times New Roman" w:hAnsi="Times New Roman"/>
          <w:sz w:val="28"/>
          <w:szCs w:val="28"/>
        </w:rPr>
        <w:t>2. Исполняющему обязанности начальника общего о</w:t>
      </w:r>
      <w:r>
        <w:rPr>
          <w:rFonts w:ascii="Times New Roman" w:hAnsi="Times New Roman"/>
          <w:sz w:val="28"/>
          <w:szCs w:val="28"/>
        </w:rPr>
        <w:t xml:space="preserve">тдела </w:t>
      </w:r>
      <w:r w:rsidRPr="00770447">
        <w:rPr>
          <w:rFonts w:ascii="Times New Roman" w:hAnsi="Times New Roman"/>
          <w:sz w:val="28"/>
          <w:szCs w:val="28"/>
        </w:rPr>
        <w:t>Т.А. Фроловой разместить (опубликовать) настоящее постановление на официальном сайте Новотаманского сельского поселения Темрюкского района в информационно-коммуникационной сети «Интернет».</w:t>
      </w:r>
    </w:p>
    <w:p w:rsidR="00983092" w:rsidRPr="00770447" w:rsidRDefault="00983092" w:rsidP="007704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0447">
        <w:rPr>
          <w:rFonts w:ascii="Times New Roman" w:hAnsi="Times New Roman"/>
          <w:sz w:val="28"/>
          <w:szCs w:val="28"/>
        </w:rPr>
        <w:t>3. Контроль за выполнением  постановления  «Противодействие коррупции в Новотаманском сельском поселении Темрюкского района на 2017 год</w:t>
      </w:r>
      <w:r w:rsidRPr="00770447">
        <w:rPr>
          <w:rStyle w:val="Strong"/>
          <w:rFonts w:ascii="Times New Roman" w:hAnsi="Times New Roman"/>
          <w:color w:val="000000"/>
          <w:sz w:val="28"/>
          <w:szCs w:val="28"/>
        </w:rPr>
        <w:t xml:space="preserve">»  </w:t>
      </w:r>
      <w:r w:rsidRPr="00770447">
        <w:rPr>
          <w:rFonts w:ascii="Times New Roman" w:hAnsi="Times New Roman"/>
          <w:sz w:val="28"/>
          <w:szCs w:val="28"/>
        </w:rPr>
        <w:t>возложить на заместителя главы Новотаманского сельского поселения Темрюкского района Г.П. Шлахтера.</w:t>
      </w:r>
    </w:p>
    <w:p w:rsidR="00983092" w:rsidRPr="00770447" w:rsidRDefault="00983092" w:rsidP="007704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0447">
        <w:rPr>
          <w:rFonts w:ascii="Times New Roman" w:hAnsi="Times New Roman"/>
          <w:sz w:val="28"/>
          <w:szCs w:val="28"/>
        </w:rPr>
        <w:t>4. Постановление вступает в силу на следующий день после его официального опубликования.</w:t>
      </w:r>
    </w:p>
    <w:p w:rsidR="00983092" w:rsidRPr="00770447" w:rsidRDefault="00983092" w:rsidP="007704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3092" w:rsidRPr="00770447" w:rsidRDefault="00983092" w:rsidP="007704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3092" w:rsidRDefault="00983092" w:rsidP="0077044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983092" w:rsidRDefault="00983092" w:rsidP="0077044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770447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Pr="00770447">
        <w:rPr>
          <w:rFonts w:ascii="Times New Roman" w:hAnsi="Times New Roman"/>
          <w:sz w:val="28"/>
          <w:szCs w:val="28"/>
        </w:rPr>
        <w:t xml:space="preserve"> Новотаманского </w:t>
      </w:r>
      <w:r>
        <w:rPr>
          <w:rFonts w:ascii="Times New Roman" w:hAnsi="Times New Roman"/>
          <w:sz w:val="28"/>
          <w:szCs w:val="28"/>
        </w:rPr>
        <w:t>сельского</w:t>
      </w:r>
    </w:p>
    <w:p w:rsidR="00983092" w:rsidRPr="00770447" w:rsidRDefault="00983092" w:rsidP="007704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7044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>ского района                                                           Г.П. Шлахтер</w:t>
      </w:r>
    </w:p>
    <w:p w:rsidR="00983092" w:rsidRPr="00770447" w:rsidRDefault="00983092" w:rsidP="007704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3092" w:rsidRPr="00770447" w:rsidRDefault="00983092" w:rsidP="007704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3092" w:rsidRPr="00770447" w:rsidRDefault="00983092" w:rsidP="007704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0447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983092" w:rsidRDefault="00983092" w:rsidP="007704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3092" w:rsidRPr="00770447" w:rsidRDefault="00983092" w:rsidP="007704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0447">
        <w:rPr>
          <w:rFonts w:ascii="Times New Roman" w:hAnsi="Times New Roman"/>
          <w:sz w:val="28"/>
          <w:szCs w:val="28"/>
        </w:rPr>
        <w:t xml:space="preserve">проекта постановления администрации Новотаманского сельского поселения Темрюкского района </w:t>
      </w:r>
    </w:p>
    <w:p w:rsidR="00983092" w:rsidRPr="00770447" w:rsidRDefault="00983092" w:rsidP="007704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0447">
        <w:rPr>
          <w:rFonts w:ascii="Times New Roman" w:hAnsi="Times New Roman"/>
          <w:sz w:val="28"/>
          <w:szCs w:val="28"/>
        </w:rPr>
        <w:t xml:space="preserve">от </w:t>
      </w:r>
      <w:r w:rsidRPr="002D6D45">
        <w:rPr>
          <w:rFonts w:ascii="Times New Roman" w:hAnsi="Times New Roman"/>
          <w:sz w:val="28"/>
          <w:szCs w:val="28"/>
          <w:u w:val="single"/>
        </w:rPr>
        <w:t>5.10.2016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2D6D45">
        <w:rPr>
          <w:rFonts w:ascii="Times New Roman" w:hAnsi="Times New Roman"/>
          <w:sz w:val="28"/>
          <w:szCs w:val="28"/>
          <w:u w:val="single"/>
        </w:rPr>
        <w:t>372</w:t>
      </w:r>
    </w:p>
    <w:p w:rsidR="00983092" w:rsidRPr="00770447" w:rsidRDefault="00983092" w:rsidP="007704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70447">
        <w:rPr>
          <w:rFonts w:ascii="Times New Roman" w:hAnsi="Times New Roman"/>
          <w:sz w:val="28"/>
          <w:szCs w:val="28"/>
        </w:rPr>
        <w:t xml:space="preserve">Об утверждении муниципальной программы «Противодействие </w:t>
      </w:r>
    </w:p>
    <w:p w:rsidR="00983092" w:rsidRPr="00770447" w:rsidRDefault="00983092" w:rsidP="007704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0447">
        <w:rPr>
          <w:rFonts w:ascii="Times New Roman" w:hAnsi="Times New Roman"/>
          <w:sz w:val="28"/>
          <w:szCs w:val="28"/>
        </w:rPr>
        <w:t>коррупции в Новотаманском сельском поселении Темрюкского района</w:t>
      </w:r>
    </w:p>
    <w:p w:rsidR="00983092" w:rsidRPr="00770447" w:rsidRDefault="00983092" w:rsidP="007704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0447">
        <w:rPr>
          <w:rFonts w:ascii="Times New Roman" w:hAnsi="Times New Roman"/>
          <w:sz w:val="28"/>
          <w:szCs w:val="28"/>
        </w:rPr>
        <w:t>на 2017 год</w:t>
      </w:r>
      <w:r>
        <w:rPr>
          <w:rFonts w:ascii="Times New Roman" w:hAnsi="Times New Roman"/>
          <w:sz w:val="28"/>
          <w:szCs w:val="28"/>
        </w:rPr>
        <w:t>»»</w:t>
      </w:r>
    </w:p>
    <w:p w:rsidR="00983092" w:rsidRPr="00770447" w:rsidRDefault="00983092" w:rsidP="007704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3092" w:rsidRPr="00770447" w:rsidRDefault="00983092" w:rsidP="007704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3092" w:rsidRPr="00770447" w:rsidRDefault="00983092" w:rsidP="007704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47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983092" w:rsidRPr="00770447" w:rsidRDefault="00983092" w:rsidP="007704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47">
        <w:rPr>
          <w:rFonts w:ascii="Times New Roman" w:hAnsi="Times New Roman"/>
          <w:sz w:val="28"/>
          <w:szCs w:val="28"/>
        </w:rPr>
        <w:t>Общим отделом</w:t>
      </w:r>
    </w:p>
    <w:p w:rsidR="00983092" w:rsidRPr="00770447" w:rsidRDefault="00983092" w:rsidP="007704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47">
        <w:rPr>
          <w:rFonts w:ascii="Times New Roman" w:hAnsi="Times New Roman"/>
          <w:sz w:val="28"/>
          <w:szCs w:val="28"/>
        </w:rPr>
        <w:t>Исполняющий обязанности</w:t>
      </w:r>
    </w:p>
    <w:p w:rsidR="00983092" w:rsidRPr="00770447" w:rsidRDefault="00983092" w:rsidP="007704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770447">
        <w:rPr>
          <w:rFonts w:ascii="Times New Roman" w:hAnsi="Times New Roman"/>
          <w:sz w:val="28"/>
          <w:szCs w:val="28"/>
        </w:rPr>
        <w:t>ачальника  отдела</w:t>
      </w:r>
      <w:r w:rsidRPr="00770447">
        <w:rPr>
          <w:rFonts w:ascii="Times New Roman" w:hAnsi="Times New Roman"/>
          <w:sz w:val="28"/>
          <w:szCs w:val="28"/>
        </w:rPr>
        <w:tab/>
      </w:r>
      <w:r w:rsidRPr="00770447">
        <w:rPr>
          <w:rFonts w:ascii="Times New Roman" w:hAnsi="Times New Roman"/>
          <w:sz w:val="28"/>
          <w:szCs w:val="28"/>
        </w:rPr>
        <w:tab/>
      </w:r>
      <w:r w:rsidRPr="00770447">
        <w:rPr>
          <w:rFonts w:ascii="Times New Roman" w:hAnsi="Times New Roman"/>
          <w:sz w:val="28"/>
          <w:szCs w:val="28"/>
        </w:rPr>
        <w:tab/>
      </w:r>
      <w:r w:rsidRPr="00770447">
        <w:rPr>
          <w:rFonts w:ascii="Times New Roman" w:hAnsi="Times New Roman"/>
          <w:sz w:val="28"/>
          <w:szCs w:val="28"/>
        </w:rPr>
        <w:tab/>
      </w:r>
      <w:r w:rsidRPr="00770447">
        <w:rPr>
          <w:rFonts w:ascii="Times New Roman" w:hAnsi="Times New Roman"/>
          <w:sz w:val="28"/>
          <w:szCs w:val="28"/>
        </w:rPr>
        <w:tab/>
      </w:r>
      <w:r w:rsidRPr="00770447">
        <w:rPr>
          <w:rFonts w:ascii="Times New Roman" w:hAnsi="Times New Roman"/>
          <w:sz w:val="28"/>
          <w:szCs w:val="28"/>
        </w:rPr>
        <w:tab/>
      </w:r>
      <w:r w:rsidRPr="00770447">
        <w:rPr>
          <w:rFonts w:ascii="Times New Roman" w:hAnsi="Times New Roman"/>
          <w:sz w:val="28"/>
          <w:szCs w:val="28"/>
        </w:rPr>
        <w:tab/>
        <w:t xml:space="preserve">             Т.А. Фролова</w:t>
      </w:r>
    </w:p>
    <w:p w:rsidR="00983092" w:rsidRPr="00770447" w:rsidRDefault="00983092" w:rsidP="007704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3092" w:rsidRPr="00770447" w:rsidRDefault="00983092" w:rsidP="007704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3092" w:rsidRPr="00770447" w:rsidRDefault="00983092" w:rsidP="007704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47">
        <w:rPr>
          <w:rFonts w:ascii="Times New Roman" w:hAnsi="Times New Roman"/>
          <w:sz w:val="28"/>
          <w:szCs w:val="28"/>
        </w:rPr>
        <w:t>Проект согласован:</w:t>
      </w:r>
    </w:p>
    <w:p w:rsidR="00983092" w:rsidRPr="00770447" w:rsidRDefault="00983092" w:rsidP="007704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4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ачальник  финансового отдела                                                                </w:t>
      </w:r>
      <w:r w:rsidRPr="00770447">
        <w:rPr>
          <w:rFonts w:ascii="Times New Roman" w:hAnsi="Times New Roman"/>
          <w:sz w:val="28"/>
          <w:szCs w:val="28"/>
        </w:rPr>
        <w:t>Е.Н.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0447">
        <w:rPr>
          <w:rFonts w:ascii="Times New Roman" w:hAnsi="Times New Roman"/>
          <w:sz w:val="28"/>
          <w:szCs w:val="28"/>
        </w:rPr>
        <w:t>Даева</w:t>
      </w:r>
    </w:p>
    <w:p w:rsidR="00983092" w:rsidRPr="00770447" w:rsidRDefault="00983092" w:rsidP="007704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3092" w:rsidRPr="00770447" w:rsidRDefault="00983092" w:rsidP="007704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3092" w:rsidRPr="00770447" w:rsidRDefault="00983092" w:rsidP="007704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47">
        <w:rPr>
          <w:rFonts w:ascii="Times New Roman" w:hAnsi="Times New Roman"/>
          <w:sz w:val="28"/>
          <w:szCs w:val="28"/>
        </w:rPr>
        <w:t>Заместитель главы</w:t>
      </w:r>
    </w:p>
    <w:p w:rsidR="00983092" w:rsidRPr="00770447" w:rsidRDefault="00983092" w:rsidP="007704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47">
        <w:rPr>
          <w:rFonts w:ascii="Times New Roman" w:hAnsi="Times New Roman"/>
          <w:sz w:val="28"/>
          <w:szCs w:val="28"/>
        </w:rPr>
        <w:t>Новотаманского сельского</w:t>
      </w:r>
    </w:p>
    <w:p w:rsidR="00983092" w:rsidRPr="00770447" w:rsidRDefault="00983092" w:rsidP="007704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47">
        <w:rPr>
          <w:rFonts w:ascii="Times New Roman" w:hAnsi="Times New Roman"/>
          <w:sz w:val="28"/>
          <w:szCs w:val="28"/>
        </w:rPr>
        <w:t>посе</w:t>
      </w:r>
      <w:r>
        <w:rPr>
          <w:rFonts w:ascii="Times New Roman" w:hAnsi="Times New Roman"/>
          <w:sz w:val="28"/>
          <w:szCs w:val="28"/>
        </w:rPr>
        <w:t>ления 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Pr="00770447">
        <w:rPr>
          <w:rFonts w:ascii="Times New Roman" w:hAnsi="Times New Roman"/>
          <w:sz w:val="28"/>
          <w:szCs w:val="28"/>
        </w:rPr>
        <w:t xml:space="preserve"> Г.П.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0447">
        <w:rPr>
          <w:rFonts w:ascii="Times New Roman" w:hAnsi="Times New Roman"/>
          <w:sz w:val="28"/>
          <w:szCs w:val="28"/>
        </w:rPr>
        <w:t>Шлахтер</w:t>
      </w:r>
    </w:p>
    <w:p w:rsidR="00983092" w:rsidRPr="00770447" w:rsidRDefault="00983092" w:rsidP="007704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3092" w:rsidRPr="00770447" w:rsidRDefault="00983092" w:rsidP="007704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983092" w:rsidRPr="00770447" w:rsidSect="0069702E">
      <w:headerReference w:type="default" r:id="rId7"/>
      <w:pgSz w:w="11906" w:h="16838"/>
      <w:pgMar w:top="180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092" w:rsidRDefault="00983092" w:rsidP="00770447">
      <w:pPr>
        <w:spacing w:after="0" w:line="240" w:lineRule="auto"/>
      </w:pPr>
      <w:r>
        <w:separator/>
      </w:r>
    </w:p>
  </w:endnote>
  <w:endnote w:type="continuationSeparator" w:id="0">
    <w:p w:rsidR="00983092" w:rsidRDefault="00983092" w:rsidP="00770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092" w:rsidRDefault="00983092" w:rsidP="00770447">
      <w:pPr>
        <w:spacing w:after="0" w:line="240" w:lineRule="auto"/>
      </w:pPr>
      <w:r>
        <w:separator/>
      </w:r>
    </w:p>
  </w:footnote>
  <w:footnote w:type="continuationSeparator" w:id="0">
    <w:p w:rsidR="00983092" w:rsidRDefault="00983092" w:rsidP="00770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092" w:rsidRDefault="00983092" w:rsidP="00770447">
    <w:pPr>
      <w:pStyle w:val="Header"/>
      <w:jc w:val="center"/>
    </w:pPr>
    <w:r w:rsidRPr="00770447">
      <w:rPr>
        <w:rFonts w:ascii="Times New Roman" w:hAnsi="Times New Roman"/>
        <w:sz w:val="28"/>
        <w:szCs w:val="28"/>
      </w:rPr>
      <w:fldChar w:fldCharType="begin"/>
    </w:r>
    <w:r w:rsidRPr="00770447">
      <w:rPr>
        <w:rFonts w:ascii="Times New Roman" w:hAnsi="Times New Roman"/>
        <w:sz w:val="28"/>
        <w:szCs w:val="28"/>
      </w:rPr>
      <w:instrText xml:space="preserve"> PAGE   \* MERGEFORMAT </w:instrText>
    </w:r>
    <w:r w:rsidRPr="00770447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770447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0447"/>
    <w:rsid w:val="002D6D45"/>
    <w:rsid w:val="006730DF"/>
    <w:rsid w:val="0069702E"/>
    <w:rsid w:val="00770447"/>
    <w:rsid w:val="007E67EF"/>
    <w:rsid w:val="008476A5"/>
    <w:rsid w:val="008D128B"/>
    <w:rsid w:val="00983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28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uiPriority w:val="99"/>
    <w:qFormat/>
    <w:rsid w:val="00770447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70447"/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770447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70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04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70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7044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70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70447"/>
    <w:rPr>
      <w:rFonts w:cs="Times New Roman"/>
    </w:rPr>
  </w:style>
  <w:style w:type="character" w:customStyle="1" w:styleId="2">
    <w:name w:val="Знак Знак2"/>
    <w:uiPriority w:val="99"/>
    <w:locked/>
    <w:rsid w:val="0069702E"/>
    <w:rPr>
      <w:sz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0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364</Words>
  <Characters>2077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XTreme</cp:lastModifiedBy>
  <cp:revision>5</cp:revision>
  <cp:lastPrinted>2016-10-06T09:58:00Z</cp:lastPrinted>
  <dcterms:created xsi:type="dcterms:W3CDTF">2016-10-06T09:49:00Z</dcterms:created>
  <dcterms:modified xsi:type="dcterms:W3CDTF">2016-11-17T09:46:00Z</dcterms:modified>
</cp:coreProperties>
</file>