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от ________________№ __________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42AC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Муниципальная программа </w:t>
      </w:r>
      <w:r w:rsidRPr="000A6E2C">
        <w:rPr>
          <w:rFonts w:ascii="Times New Roman" w:hAnsi="Times New Roman"/>
          <w:sz w:val="28"/>
          <w:szCs w:val="28"/>
        </w:rPr>
        <w:t xml:space="preserve">«Жилище» </w:t>
      </w: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 2017</w:t>
      </w:r>
      <w:r w:rsidRPr="000A6E2C">
        <w:rPr>
          <w:rFonts w:ascii="Times New Roman" w:hAnsi="Times New Roman"/>
          <w:sz w:val="28"/>
          <w:szCs w:val="28"/>
        </w:rPr>
        <w:t xml:space="preserve"> год</w:t>
      </w:r>
    </w:p>
    <w:p w:rsidR="002142AC" w:rsidRPr="000A6E2C" w:rsidRDefault="002142AC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0A6E2C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A6E2C">
        <w:rPr>
          <w:rFonts w:ascii="Times New Roman" w:hAnsi="Times New Roman"/>
          <w:bCs/>
          <w:sz w:val="28"/>
          <w:szCs w:val="28"/>
        </w:rPr>
        <w:t xml:space="preserve">Паспорт муниципальной программы </w:t>
      </w:r>
    </w:p>
    <w:p w:rsidR="002142AC" w:rsidRPr="000A6E2C" w:rsidRDefault="002142AC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2142AC" w:rsidRPr="000A6E2C" w:rsidRDefault="002142AC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2456,3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рублей, сре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д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ства местного бюджета. 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rPr>
          <w:trHeight w:val="1439"/>
        </w:trPr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2142AC" w:rsidRPr="000A6E2C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</w:t>
      </w:r>
    </w:p>
    <w:p w:rsidR="002142AC" w:rsidRPr="000A6E2C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необходимости ее решения программным методом</w:t>
      </w:r>
    </w:p>
    <w:p w:rsidR="002142AC" w:rsidRPr="000A6E2C" w:rsidRDefault="002142AC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E3514A">
      <w:pPr>
        <w:pStyle w:val="ConsPlusNormal"/>
        <w:widowControl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E3514A">
      <w:pPr>
        <w:pStyle w:val="ConsPlusNormal"/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snapToGri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E3514A">
      <w:pPr>
        <w:pStyle w:val="ConsPlusNormal"/>
        <w:widowControl w:val="0"/>
        <w:snapToGri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2016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2142AC" w:rsidRPr="00E3514A" w:rsidTr="00C25243">
        <w:tc>
          <w:tcPr>
            <w:tcW w:w="594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0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2017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142AC" w:rsidRPr="00E3514A" w:rsidTr="00C25243">
        <w:trPr>
          <w:trHeight w:val="347"/>
        </w:trPr>
        <w:tc>
          <w:tcPr>
            <w:tcW w:w="594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2142AC" w:rsidRPr="00E3514A" w:rsidTr="00C25243">
        <w:tc>
          <w:tcPr>
            <w:tcW w:w="594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2142AC" w:rsidRPr="00E3514A" w:rsidRDefault="002142AC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2142AC" w:rsidRPr="00E3514A" w:rsidTr="00C25243">
        <w:tc>
          <w:tcPr>
            <w:tcW w:w="594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142AC" w:rsidRPr="00E3514A" w:rsidRDefault="002142AC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2142AC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(тыс.</w:t>
            </w:r>
            <w:r w:rsidRPr="00E3514A">
              <w:rPr>
                <w:rFonts w:ascii="Times New Roman" w:hAnsi="Times New Roman" w:cs="Times New Roman"/>
              </w:rPr>
              <w:t xml:space="preserve">руб)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142AC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2142AC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4A273C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страция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сельского поселения</w:t>
            </w:r>
          </w:p>
        </w:tc>
      </w:tr>
      <w:tr w:rsidR="002142AC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F52BC7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пос.Веселовка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4867E8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проводной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Приморский бульвар, Морской,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 в пос. 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4867E8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4867E8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AB4501">
            <w:pPr>
              <w:pStyle w:val="a4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F52BC7">
        <w:tblPrEx>
          <w:tblBorders>
            <w:top w:val="single" w:sz="4" w:space="0" w:color="auto"/>
          </w:tblBorders>
        </w:tblPrEx>
        <w:trPr>
          <w:gridAfter w:val="6"/>
          <w:wAfter w:w="6237" w:type="dxa"/>
          <w:trHeight w:val="102"/>
        </w:trPr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2017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2456,3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тыс.рублей из средств бюджета Новотаманского сельского поселения Темрюкского района. </w:t>
      </w: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2017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/>
          <w:color w:val="000000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 Источник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>
        <w:rPr>
          <w:rFonts w:ascii="Times New Roman" w:hAnsi="Times New Roman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2142A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средств в рамках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pStyle w:val="BodyText"/>
        <w:widowControl w:val="0"/>
        <w:suppressAutoHyphens/>
        <w:spacing w:after="0"/>
        <w:ind w:firstLine="851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электро-,  газо-, водоснабжение и водоотведение застраиваемых земельных участков.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2142AC" w:rsidRPr="000A6E2C" w:rsidRDefault="002142AC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E3514A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2"/>
          <w:sz w:val="28"/>
          <w:szCs w:val="28"/>
        </w:rPr>
        <w:t xml:space="preserve">Контроль за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2142AC" w:rsidRPr="000A6E2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2142AC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имущественно-</w:t>
      </w:r>
    </w:p>
    <w:p w:rsidR="002142AC" w:rsidRPr="00C25243" w:rsidRDefault="002142AC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земельных отношений       </w:t>
      </w:r>
      <w:r w:rsidRPr="000A6E2C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A6E2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А.И. Иштокин</w:t>
      </w:r>
    </w:p>
    <w:sectPr w:rsidR="002142AC" w:rsidRPr="00C25243" w:rsidSect="00E3514A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2AC" w:rsidRDefault="002142AC">
      <w:pPr>
        <w:spacing w:after="0" w:line="240" w:lineRule="auto"/>
      </w:pPr>
      <w:r>
        <w:separator/>
      </w:r>
    </w:p>
  </w:endnote>
  <w:endnote w:type="continuationSeparator" w:id="0">
    <w:p w:rsidR="002142AC" w:rsidRDefault="0021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2AC" w:rsidRDefault="002142AC">
      <w:pPr>
        <w:spacing w:after="0" w:line="240" w:lineRule="auto"/>
      </w:pPr>
      <w:r>
        <w:separator/>
      </w:r>
    </w:p>
  </w:footnote>
  <w:footnote w:type="continuationSeparator" w:id="0">
    <w:p w:rsidR="002142AC" w:rsidRDefault="0021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AC" w:rsidRDefault="002142AC" w:rsidP="00E3514A">
    <w:pPr>
      <w:pStyle w:val="Header"/>
      <w:jc w:val="center"/>
    </w:pPr>
    <w:fldSimple w:instr=" PAGE   \* MERGEFORMAT ">
      <w:r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D7384"/>
    <w:rsid w:val="001E21DD"/>
    <w:rsid w:val="00206B4F"/>
    <w:rsid w:val="002142AC"/>
    <w:rsid w:val="00223474"/>
    <w:rsid w:val="0028783A"/>
    <w:rsid w:val="002B7866"/>
    <w:rsid w:val="002C1EBC"/>
    <w:rsid w:val="002C2215"/>
    <w:rsid w:val="002D7625"/>
    <w:rsid w:val="002F2893"/>
    <w:rsid w:val="00316CA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D48F8"/>
    <w:rsid w:val="006F6FE8"/>
    <w:rsid w:val="006F71C5"/>
    <w:rsid w:val="00703187"/>
    <w:rsid w:val="00716876"/>
    <w:rsid w:val="0077022A"/>
    <w:rsid w:val="00784CBC"/>
    <w:rsid w:val="007A0C3A"/>
    <w:rsid w:val="007B5324"/>
    <w:rsid w:val="007D3358"/>
    <w:rsid w:val="007D3B1C"/>
    <w:rsid w:val="00827552"/>
    <w:rsid w:val="00886D10"/>
    <w:rsid w:val="008919CA"/>
    <w:rsid w:val="008B328A"/>
    <w:rsid w:val="008D00EA"/>
    <w:rsid w:val="008E2917"/>
    <w:rsid w:val="008E2EEB"/>
    <w:rsid w:val="00907C1C"/>
    <w:rsid w:val="00911509"/>
    <w:rsid w:val="00927CC8"/>
    <w:rsid w:val="0094647D"/>
    <w:rsid w:val="009941CD"/>
    <w:rsid w:val="009B6957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55EF"/>
    <w:rsid w:val="00B55D74"/>
    <w:rsid w:val="00B75395"/>
    <w:rsid w:val="00B75B8E"/>
    <w:rsid w:val="00B90B73"/>
    <w:rsid w:val="00B9182A"/>
    <w:rsid w:val="00BB3FB6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70D0"/>
    <w:rsid w:val="00D22895"/>
    <w:rsid w:val="00D23513"/>
    <w:rsid w:val="00D3550E"/>
    <w:rsid w:val="00D4246F"/>
    <w:rsid w:val="00D4757B"/>
    <w:rsid w:val="00D911E4"/>
    <w:rsid w:val="00DD7E0A"/>
    <w:rsid w:val="00DE33EA"/>
    <w:rsid w:val="00DE4CD4"/>
    <w:rsid w:val="00E0171F"/>
    <w:rsid w:val="00E04DCD"/>
    <w:rsid w:val="00E050AE"/>
    <w:rsid w:val="00E350CB"/>
    <w:rsid w:val="00E3514A"/>
    <w:rsid w:val="00E64F72"/>
    <w:rsid w:val="00E85AA3"/>
    <w:rsid w:val="00E86DA4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83411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E2"/>
    <w:pPr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">
    <w:name w:val="Основной шрифт абзаца1"/>
    <w:uiPriority w:val="99"/>
    <w:rsid w:val="003555E2"/>
  </w:style>
  <w:style w:type="character" w:customStyle="1" w:styleId="10">
    <w:name w:val="Заголовок 1 Знак"/>
    <w:basedOn w:val="1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3555E2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3555E2"/>
    <w:rPr>
      <w:rFonts w:cs="Times New Roman"/>
      <w:bCs/>
      <w:color w:val="008000"/>
    </w:rPr>
  </w:style>
  <w:style w:type="character" w:styleId="PageNumber">
    <w:name w:val="page number"/>
    <w:basedOn w:val="1"/>
    <w:uiPriority w:val="99"/>
    <w:rsid w:val="003555E2"/>
    <w:rPr>
      <w:rFonts w:cs="Times New Roman"/>
    </w:rPr>
  </w:style>
  <w:style w:type="character" w:customStyle="1" w:styleId="a1">
    <w:name w:val="Текст выноски Знак"/>
    <w:basedOn w:val="1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2">
    <w:name w:val="Основной текст Знак"/>
    <w:basedOn w:val="1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Normal"/>
    <w:next w:val="BodyText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555E2"/>
    <w:rPr>
      <w:rFonts w:ascii="Arial" w:hAnsi="Arial" w:cs="Mangal"/>
    </w:rPr>
  </w:style>
  <w:style w:type="paragraph" w:customStyle="1" w:styleId="11">
    <w:name w:val="Название1"/>
    <w:basedOn w:val="Normal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Normal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4">
    <w:name w:val="Нормальный (таблица)"/>
    <w:basedOn w:val="Normal"/>
    <w:next w:val="Normal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Normal"/>
    <w:next w:val="Normal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Normal"/>
    <w:next w:val="Normal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sz w:val="20"/>
      <w:szCs w:val="20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sz w:val="20"/>
      <w:szCs w:val="20"/>
      <w:lang w:eastAsia="ar-SA"/>
    </w:rPr>
  </w:style>
  <w:style w:type="paragraph" w:customStyle="1" w:styleId="a7">
    <w:name w:val="Содержимое таблицы"/>
    <w:basedOn w:val="Normal"/>
    <w:uiPriority w:val="99"/>
    <w:rsid w:val="003555E2"/>
    <w:pPr>
      <w:suppressLineNumbers/>
    </w:pPr>
  </w:style>
  <w:style w:type="paragraph" w:customStyle="1" w:styleId="a8">
    <w:name w:val="Заголовок таблицы"/>
    <w:basedOn w:val="a7"/>
    <w:uiPriority w:val="99"/>
    <w:rsid w:val="003555E2"/>
    <w:pPr>
      <w:jc w:val="center"/>
    </w:pPr>
    <w:rPr>
      <w:b/>
      <w:bCs/>
    </w:rPr>
  </w:style>
  <w:style w:type="paragraph" w:customStyle="1" w:styleId="a9">
    <w:name w:val="Содержимое врезки"/>
    <w:basedOn w:val="BodyText"/>
    <w:uiPriority w:val="99"/>
    <w:rsid w:val="003555E2"/>
  </w:style>
  <w:style w:type="paragraph" w:styleId="ListParagraph">
    <w:name w:val="List Paragraph"/>
    <w:basedOn w:val="Normal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554</TotalTime>
  <Pages>6</Pages>
  <Words>1487</Words>
  <Characters>8479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XTreme</cp:lastModifiedBy>
  <cp:revision>54</cp:revision>
  <cp:lastPrinted>2016-08-11T05:30:00Z</cp:lastPrinted>
  <dcterms:created xsi:type="dcterms:W3CDTF">2014-07-04T04:32:00Z</dcterms:created>
  <dcterms:modified xsi:type="dcterms:W3CDTF">2016-09-26T13:36:00Z</dcterms:modified>
</cp:coreProperties>
</file>