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75" w:rsidRPr="00206B4F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297C75" w:rsidRPr="00206B4F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297C75" w:rsidRPr="00206B4F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97C75" w:rsidRPr="00206B4F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97C75" w:rsidRPr="00835DCB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5DCB">
        <w:rPr>
          <w:rFonts w:ascii="Times New Roman" w:hAnsi="Times New Roman" w:cs="Times New Roman"/>
          <w:sz w:val="28"/>
          <w:szCs w:val="28"/>
          <w:u w:val="single"/>
        </w:rPr>
        <w:t>от  01.06.2017№ 95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11.04.2017№56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97C75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97C75" w:rsidRPr="00206B4F" w:rsidRDefault="00297C75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01.06.2017 №95)</w:t>
      </w:r>
    </w:p>
    <w:p w:rsidR="00297C75" w:rsidRDefault="00297C75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97C75" w:rsidRDefault="00297C75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97C75" w:rsidRPr="000A6E2C" w:rsidRDefault="00297C75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Муниципальная программа </w:t>
      </w:r>
      <w:r w:rsidRPr="000A6E2C">
        <w:rPr>
          <w:rFonts w:ascii="Times New Roman" w:hAnsi="Times New Roman"/>
          <w:sz w:val="28"/>
          <w:szCs w:val="28"/>
        </w:rPr>
        <w:t xml:space="preserve">«Жилище» </w:t>
      </w:r>
    </w:p>
    <w:p w:rsidR="00297C75" w:rsidRPr="000A6E2C" w:rsidRDefault="00297C75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</w:p>
    <w:p w:rsidR="00297C75" w:rsidRPr="000A6E2C" w:rsidRDefault="00297C75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 2017</w:t>
      </w:r>
      <w:r w:rsidRPr="000A6E2C">
        <w:rPr>
          <w:rFonts w:ascii="Times New Roman" w:hAnsi="Times New Roman"/>
          <w:sz w:val="28"/>
          <w:szCs w:val="28"/>
        </w:rPr>
        <w:t xml:space="preserve"> год</w:t>
      </w:r>
    </w:p>
    <w:p w:rsidR="00297C75" w:rsidRPr="000A6E2C" w:rsidRDefault="00297C75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297C75" w:rsidRPr="000A6E2C" w:rsidRDefault="00297C75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A6E2C">
        <w:rPr>
          <w:rFonts w:ascii="Times New Roman" w:hAnsi="Times New Roman"/>
          <w:bCs/>
          <w:sz w:val="28"/>
          <w:szCs w:val="28"/>
        </w:rPr>
        <w:t xml:space="preserve">Паспорт муниципальной программы </w:t>
      </w:r>
    </w:p>
    <w:p w:rsidR="00297C75" w:rsidRPr="000A6E2C" w:rsidRDefault="00297C75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297C75" w:rsidRPr="000A6E2C" w:rsidRDefault="00297C75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  <w:p w:rsidR="00297C75" w:rsidRPr="000A6E2C" w:rsidRDefault="00297C75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97C75" w:rsidRPr="000A6E2C" w:rsidRDefault="00297C75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97C75" w:rsidRPr="000A6E2C" w:rsidRDefault="00297C75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97C75" w:rsidRPr="000A6E2C" w:rsidRDefault="00297C75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97C75" w:rsidRPr="000A6E2C" w:rsidRDefault="00297C75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97C75" w:rsidRPr="000A6E2C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97C75" w:rsidRPr="000A6E2C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97C75" w:rsidRPr="000A6E2C" w:rsidRDefault="00297C75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297C75" w:rsidRPr="000A6E2C" w:rsidTr="00E3514A"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3256,3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рублей, средства местного бюджета. </w:t>
            </w:r>
          </w:p>
          <w:p w:rsidR="00297C75" w:rsidRPr="000A6E2C" w:rsidRDefault="00297C75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75" w:rsidRPr="000A6E2C" w:rsidTr="00E3514A">
        <w:trPr>
          <w:trHeight w:val="1439"/>
        </w:trPr>
        <w:tc>
          <w:tcPr>
            <w:tcW w:w="4111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97C75" w:rsidRPr="000A6E2C" w:rsidRDefault="00297C75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97C75" w:rsidRPr="000A6E2C" w:rsidRDefault="00297C75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297C75" w:rsidRPr="000A6E2C" w:rsidRDefault="00297C75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</w:t>
      </w:r>
    </w:p>
    <w:p w:rsidR="00297C75" w:rsidRPr="000A6E2C" w:rsidRDefault="00297C75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необходимости ее решения программным методом</w:t>
      </w:r>
    </w:p>
    <w:p w:rsidR="00297C75" w:rsidRPr="000A6E2C" w:rsidRDefault="00297C75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97C75" w:rsidRPr="000A6E2C" w:rsidRDefault="00297C75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297C75" w:rsidRDefault="00297C75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Default="00297C75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</w:t>
      </w:r>
    </w:p>
    <w:p w:rsidR="00297C75" w:rsidRPr="000A6E2C" w:rsidRDefault="00297C75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97C75" w:rsidRPr="000A6E2C" w:rsidRDefault="00297C75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Pr="000A6E2C" w:rsidRDefault="00297C75" w:rsidP="0032763C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97C75" w:rsidRPr="000A6E2C" w:rsidRDefault="00297C75" w:rsidP="0032763C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97C75" w:rsidRPr="00E90F01" w:rsidRDefault="00297C75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F01">
        <w:rPr>
          <w:rFonts w:ascii="Times New Roman" w:hAnsi="Times New Roman" w:cs="Times New Roman"/>
          <w:sz w:val="28"/>
          <w:szCs w:val="28"/>
        </w:rPr>
        <w:t>Срок реализации Программы – 2017 год.</w:t>
      </w:r>
    </w:p>
    <w:p w:rsidR="00297C75" w:rsidRDefault="00297C75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Pr="000A6E2C" w:rsidRDefault="00297C75" w:rsidP="0032763C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</w:p>
    <w:p w:rsidR="00297C75" w:rsidRPr="000A6E2C" w:rsidRDefault="00297C75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297C75" w:rsidRPr="00E3514A" w:rsidTr="00C25243">
        <w:tc>
          <w:tcPr>
            <w:tcW w:w="594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0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2017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97C75" w:rsidRPr="00E3514A" w:rsidTr="00C25243">
        <w:trPr>
          <w:trHeight w:val="347"/>
        </w:trPr>
        <w:tc>
          <w:tcPr>
            <w:tcW w:w="594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297C75" w:rsidRPr="00E3514A" w:rsidTr="00C25243">
        <w:tc>
          <w:tcPr>
            <w:tcW w:w="594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297C75" w:rsidRPr="00E3514A" w:rsidRDefault="00297C75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297C75" w:rsidRPr="00E3514A" w:rsidTr="00C25243">
        <w:tc>
          <w:tcPr>
            <w:tcW w:w="594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97C75" w:rsidRPr="00E3514A" w:rsidRDefault="00297C75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97C75" w:rsidRPr="000A6E2C" w:rsidRDefault="00297C75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7C75" w:rsidRPr="000A6E2C" w:rsidRDefault="00297C75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</w:t>
      </w:r>
    </w:p>
    <w:p w:rsidR="00297C75" w:rsidRPr="000A6E2C" w:rsidRDefault="00297C75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297C75" w:rsidRPr="000A6E2C" w:rsidRDefault="00297C75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297C75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D69AB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(тыс.</w:t>
            </w:r>
            <w:r w:rsidRPr="00E3514A">
              <w:rPr>
                <w:rFonts w:ascii="Times New Roman" w:hAnsi="Times New Roman" w:cs="Times New Roman"/>
              </w:rPr>
              <w:t xml:space="preserve">руб)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97C75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97C75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97C75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297C75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4A273C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страция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сельского поселения</w:t>
            </w:r>
          </w:p>
        </w:tc>
      </w:tr>
      <w:tr w:rsidR="00297C75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F52BC7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пос.Веселовка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4867E8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</w:rPr>
              <w:t>газ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распределительной</w:t>
            </w:r>
            <w:r w:rsidRPr="00E3514A">
              <w:rPr>
                <w:rFonts w:ascii="Times New Roman" w:hAnsi="Times New Roman" w:cs="Times New Roman"/>
              </w:rPr>
              <w:t xml:space="preserve">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проводной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Приморский бульвар, Морской,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 в пос. 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4867E8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4867E8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97C75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AB4501">
            <w:pPr>
              <w:pStyle w:val="a4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75" w:rsidRPr="00E3514A" w:rsidRDefault="00297C75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297C75" w:rsidRPr="000A6E2C" w:rsidRDefault="00297C75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32763C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2017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3256,3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тыс.рублей из средств бюджета Новотаманского сельского поселения Темрюкского района. </w:t>
      </w:r>
    </w:p>
    <w:p w:rsidR="00297C75" w:rsidRPr="000A6E2C" w:rsidRDefault="00297C75" w:rsidP="0032763C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2017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/>
          <w:color w:val="000000"/>
          <w:sz w:val="28"/>
          <w:szCs w:val="28"/>
        </w:rPr>
        <w:t>3256,3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 Источник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>
        <w:rPr>
          <w:rFonts w:ascii="Times New Roman" w:hAnsi="Times New Roman"/>
          <w:sz w:val="28"/>
          <w:szCs w:val="28"/>
        </w:rPr>
        <w:t>3256,3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297C75" w:rsidRDefault="00297C75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средств в рамках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97C75" w:rsidRPr="000A6E2C" w:rsidRDefault="00297C75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3276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297C75" w:rsidRPr="000A6E2C" w:rsidRDefault="00297C75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32763C">
      <w:pPr>
        <w:pStyle w:val="BodyText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97C75" w:rsidRPr="000A6E2C" w:rsidRDefault="00297C75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электро-,  газо-, водоснабжение и водоотведение застраиваемых земельных участков.</w:t>
      </w:r>
    </w:p>
    <w:p w:rsidR="00297C75" w:rsidRPr="000A6E2C" w:rsidRDefault="00297C75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97C75" w:rsidRPr="000A6E2C" w:rsidRDefault="00297C75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297C75" w:rsidRPr="000A6E2C" w:rsidRDefault="00297C75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Pr="000A6E2C" w:rsidRDefault="00297C75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:rsidR="00297C75" w:rsidRPr="000A6E2C" w:rsidRDefault="00297C75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7C75" w:rsidRPr="000A6E2C" w:rsidRDefault="00297C75" w:rsidP="00E3514A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97C75" w:rsidRPr="000A6E2C" w:rsidRDefault="00297C75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2"/>
          <w:sz w:val="28"/>
          <w:szCs w:val="28"/>
        </w:rPr>
        <w:t xml:space="preserve">Контроль за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97C75" w:rsidRPr="000A6E2C" w:rsidRDefault="00297C75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297C75" w:rsidRPr="000A6E2C" w:rsidRDefault="00297C75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Pr="000A6E2C" w:rsidRDefault="00297C75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97C75" w:rsidRPr="00C25243" w:rsidRDefault="00297C75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297C75" w:rsidRPr="00C25243" w:rsidSect="0032763C">
      <w:headerReference w:type="default" r:id="rId7"/>
      <w:pgSz w:w="11906" w:h="16838"/>
      <w:pgMar w:top="1134" w:right="567" w:bottom="709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75" w:rsidRDefault="00297C75">
      <w:pPr>
        <w:spacing w:after="0" w:line="240" w:lineRule="auto"/>
      </w:pPr>
      <w:r>
        <w:separator/>
      </w:r>
    </w:p>
  </w:endnote>
  <w:endnote w:type="continuationSeparator" w:id="0">
    <w:p w:rsidR="00297C75" w:rsidRDefault="0029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75" w:rsidRDefault="00297C75">
      <w:pPr>
        <w:spacing w:after="0" w:line="240" w:lineRule="auto"/>
      </w:pPr>
      <w:r>
        <w:separator/>
      </w:r>
    </w:p>
  </w:footnote>
  <w:footnote w:type="continuationSeparator" w:id="0">
    <w:p w:rsidR="00297C75" w:rsidRDefault="00297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C75" w:rsidRPr="0032763C" w:rsidRDefault="00297C75" w:rsidP="00E3514A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2763C">
      <w:rPr>
        <w:rFonts w:ascii="Times New Roman" w:hAnsi="Times New Roman" w:cs="Times New Roman"/>
        <w:sz w:val="28"/>
        <w:szCs w:val="28"/>
      </w:rPr>
      <w:fldChar w:fldCharType="begin"/>
    </w:r>
    <w:r w:rsidRPr="0032763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2763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32763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6D35"/>
    <w:rsid w:val="001271C4"/>
    <w:rsid w:val="00153BDF"/>
    <w:rsid w:val="00155D99"/>
    <w:rsid w:val="00157BA9"/>
    <w:rsid w:val="00166285"/>
    <w:rsid w:val="001C4B6B"/>
    <w:rsid w:val="001D7384"/>
    <w:rsid w:val="001E21DD"/>
    <w:rsid w:val="00206B4F"/>
    <w:rsid w:val="002142AC"/>
    <w:rsid w:val="00223474"/>
    <w:rsid w:val="0028783A"/>
    <w:rsid w:val="00297C75"/>
    <w:rsid w:val="002B04CF"/>
    <w:rsid w:val="002B7866"/>
    <w:rsid w:val="002C1EBC"/>
    <w:rsid w:val="002C2215"/>
    <w:rsid w:val="002D7625"/>
    <w:rsid w:val="002F2893"/>
    <w:rsid w:val="00316CA4"/>
    <w:rsid w:val="0032763C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72C6E"/>
    <w:rsid w:val="005832A4"/>
    <w:rsid w:val="005A12D0"/>
    <w:rsid w:val="005C5656"/>
    <w:rsid w:val="00626EA2"/>
    <w:rsid w:val="00630006"/>
    <w:rsid w:val="006358BC"/>
    <w:rsid w:val="00640C38"/>
    <w:rsid w:val="0064444D"/>
    <w:rsid w:val="0064729C"/>
    <w:rsid w:val="0066384A"/>
    <w:rsid w:val="006906AA"/>
    <w:rsid w:val="006A7BB5"/>
    <w:rsid w:val="006B033E"/>
    <w:rsid w:val="006C1EDA"/>
    <w:rsid w:val="006D48F8"/>
    <w:rsid w:val="006F6FE8"/>
    <w:rsid w:val="006F71C5"/>
    <w:rsid w:val="00703187"/>
    <w:rsid w:val="00716876"/>
    <w:rsid w:val="0077022A"/>
    <w:rsid w:val="00784CBC"/>
    <w:rsid w:val="007A0C3A"/>
    <w:rsid w:val="007B5324"/>
    <w:rsid w:val="007D3358"/>
    <w:rsid w:val="007D3B1C"/>
    <w:rsid w:val="00827552"/>
    <w:rsid w:val="00835DCB"/>
    <w:rsid w:val="00886D10"/>
    <w:rsid w:val="008919CA"/>
    <w:rsid w:val="008B328A"/>
    <w:rsid w:val="008D00EA"/>
    <w:rsid w:val="008E2917"/>
    <w:rsid w:val="008E2EEB"/>
    <w:rsid w:val="00907C1C"/>
    <w:rsid w:val="00911509"/>
    <w:rsid w:val="00917A13"/>
    <w:rsid w:val="00927CC8"/>
    <w:rsid w:val="0094647D"/>
    <w:rsid w:val="009941CD"/>
    <w:rsid w:val="009B6957"/>
    <w:rsid w:val="009D0FD0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239E"/>
    <w:rsid w:val="00B455EF"/>
    <w:rsid w:val="00B55D74"/>
    <w:rsid w:val="00B75395"/>
    <w:rsid w:val="00B75B8E"/>
    <w:rsid w:val="00B90B73"/>
    <w:rsid w:val="00B9182A"/>
    <w:rsid w:val="00BB3FB6"/>
    <w:rsid w:val="00BC13C1"/>
    <w:rsid w:val="00C25243"/>
    <w:rsid w:val="00C414DD"/>
    <w:rsid w:val="00C44FFD"/>
    <w:rsid w:val="00C570EF"/>
    <w:rsid w:val="00C65618"/>
    <w:rsid w:val="00C86AB9"/>
    <w:rsid w:val="00CA4045"/>
    <w:rsid w:val="00CA570F"/>
    <w:rsid w:val="00CB7297"/>
    <w:rsid w:val="00CC1AA3"/>
    <w:rsid w:val="00CD3B63"/>
    <w:rsid w:val="00CD4FA1"/>
    <w:rsid w:val="00CD7B67"/>
    <w:rsid w:val="00D059BA"/>
    <w:rsid w:val="00D170D0"/>
    <w:rsid w:val="00D22895"/>
    <w:rsid w:val="00D23513"/>
    <w:rsid w:val="00D3550E"/>
    <w:rsid w:val="00D36C8F"/>
    <w:rsid w:val="00D4246F"/>
    <w:rsid w:val="00D4757B"/>
    <w:rsid w:val="00D911E4"/>
    <w:rsid w:val="00DB0097"/>
    <w:rsid w:val="00DD7E0A"/>
    <w:rsid w:val="00DE33EA"/>
    <w:rsid w:val="00DE4CD4"/>
    <w:rsid w:val="00E0171F"/>
    <w:rsid w:val="00E04DCD"/>
    <w:rsid w:val="00E050AE"/>
    <w:rsid w:val="00E350CB"/>
    <w:rsid w:val="00E3514A"/>
    <w:rsid w:val="00E64F72"/>
    <w:rsid w:val="00E83C72"/>
    <w:rsid w:val="00E85AA3"/>
    <w:rsid w:val="00E86DA4"/>
    <w:rsid w:val="00E90F01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83411"/>
    <w:rsid w:val="00F968B3"/>
    <w:rsid w:val="00FB5A7C"/>
    <w:rsid w:val="00FC1A3E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E2"/>
    <w:pPr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">
    <w:name w:val="Основной шрифт абзаца1"/>
    <w:uiPriority w:val="99"/>
    <w:rsid w:val="003555E2"/>
  </w:style>
  <w:style w:type="character" w:customStyle="1" w:styleId="10">
    <w:name w:val="Заголовок 1 Знак"/>
    <w:basedOn w:val="1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3555E2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3555E2"/>
    <w:rPr>
      <w:rFonts w:cs="Times New Roman"/>
      <w:bCs/>
      <w:color w:val="008000"/>
    </w:rPr>
  </w:style>
  <w:style w:type="character" w:styleId="PageNumber">
    <w:name w:val="page number"/>
    <w:basedOn w:val="1"/>
    <w:uiPriority w:val="99"/>
    <w:rsid w:val="003555E2"/>
    <w:rPr>
      <w:rFonts w:cs="Times New Roman"/>
    </w:rPr>
  </w:style>
  <w:style w:type="character" w:customStyle="1" w:styleId="a1">
    <w:name w:val="Текст выноски Знак"/>
    <w:basedOn w:val="1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2">
    <w:name w:val="Основной текст Знак"/>
    <w:basedOn w:val="1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Normal"/>
    <w:next w:val="BodyText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555E2"/>
    <w:rPr>
      <w:rFonts w:ascii="Arial" w:hAnsi="Arial" w:cs="Mangal"/>
    </w:rPr>
  </w:style>
  <w:style w:type="paragraph" w:customStyle="1" w:styleId="11">
    <w:name w:val="Название1"/>
    <w:basedOn w:val="Normal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Normal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4">
    <w:name w:val="Нормальный (таблица)"/>
    <w:basedOn w:val="Normal"/>
    <w:next w:val="Normal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Normal"/>
    <w:next w:val="Normal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Normal"/>
    <w:next w:val="Normal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sz w:val="20"/>
      <w:szCs w:val="20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sz w:val="20"/>
      <w:szCs w:val="20"/>
      <w:lang w:eastAsia="ar-SA"/>
    </w:rPr>
  </w:style>
  <w:style w:type="paragraph" w:customStyle="1" w:styleId="a7">
    <w:name w:val="Содержимое таблицы"/>
    <w:basedOn w:val="Normal"/>
    <w:uiPriority w:val="99"/>
    <w:rsid w:val="003555E2"/>
    <w:pPr>
      <w:suppressLineNumbers/>
    </w:pPr>
  </w:style>
  <w:style w:type="paragraph" w:customStyle="1" w:styleId="a8">
    <w:name w:val="Заголовок таблицы"/>
    <w:basedOn w:val="a7"/>
    <w:uiPriority w:val="99"/>
    <w:rsid w:val="003555E2"/>
    <w:pPr>
      <w:jc w:val="center"/>
    </w:pPr>
    <w:rPr>
      <w:b/>
      <w:bCs/>
    </w:rPr>
  </w:style>
  <w:style w:type="paragraph" w:customStyle="1" w:styleId="a9">
    <w:name w:val="Содержимое врезки"/>
    <w:basedOn w:val="BodyText"/>
    <w:uiPriority w:val="99"/>
    <w:rsid w:val="003555E2"/>
  </w:style>
  <w:style w:type="paragraph" w:styleId="ListParagraph">
    <w:name w:val="List Paragraph"/>
    <w:basedOn w:val="Normal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609</TotalTime>
  <Pages>6</Pages>
  <Words>1526</Words>
  <Characters>8704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XTreme</cp:lastModifiedBy>
  <cp:revision>60</cp:revision>
  <cp:lastPrinted>2017-06-01T10:31:00Z</cp:lastPrinted>
  <dcterms:created xsi:type="dcterms:W3CDTF">2014-07-04T04:32:00Z</dcterms:created>
  <dcterms:modified xsi:type="dcterms:W3CDTF">2017-06-02T11:25:00Z</dcterms:modified>
</cp:coreProperties>
</file>