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42" w:rsidRDefault="00914242" w:rsidP="00EB0C13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pt;visibility:visible">
            <v:imagedata r:id="rId6" o:title=""/>
          </v:shape>
        </w:pict>
      </w:r>
    </w:p>
    <w:p w:rsidR="00914242" w:rsidRDefault="00914242" w:rsidP="00EB0C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14242" w:rsidRDefault="00914242" w:rsidP="00EB0C13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14242" w:rsidRDefault="00914242" w:rsidP="00EB0C13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 xml:space="preserve">от </w:t>
      </w:r>
      <w:r w:rsidRPr="00EB0C13">
        <w:rPr>
          <w:sz w:val="28"/>
          <w:szCs w:val="28"/>
          <w:u w:val="single"/>
        </w:rPr>
        <w:t>14.07.2017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№ 137</w:t>
      </w:r>
    </w:p>
    <w:p w:rsidR="00914242" w:rsidRDefault="00914242" w:rsidP="00EB0C13">
      <w:pPr>
        <w:jc w:val="center"/>
        <w:rPr>
          <w:b/>
          <w:szCs w:val="22"/>
        </w:rPr>
      </w:pPr>
      <w:r>
        <w:t>пос.Таманский</w:t>
      </w:r>
    </w:p>
    <w:p w:rsidR="00914242" w:rsidRPr="00AC6C7E" w:rsidRDefault="00914242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16"/>
          <w:szCs w:val="16"/>
        </w:rPr>
      </w:pPr>
    </w:p>
    <w:p w:rsidR="00914242" w:rsidRDefault="00914242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914242" w:rsidRPr="00AC6C7E" w:rsidRDefault="00914242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914242" w:rsidRDefault="00914242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 </w:t>
      </w:r>
    </w:p>
    <w:p w:rsidR="00914242" w:rsidRPr="00963EC1" w:rsidRDefault="00914242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№ 373 «</w:t>
      </w: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914242" w:rsidRPr="00963EC1" w:rsidRDefault="00914242" w:rsidP="002158B4">
      <w:pPr>
        <w:contextualSpacing/>
        <w:rPr>
          <w:sz w:val="28"/>
          <w:szCs w:val="28"/>
        </w:rPr>
      </w:pPr>
    </w:p>
    <w:p w:rsidR="00914242" w:rsidRPr="003F22CD" w:rsidRDefault="00914242" w:rsidP="00F07779">
      <w:pPr>
        <w:contextualSpacing/>
        <w:jc w:val="both"/>
        <w:rPr>
          <w:sz w:val="28"/>
          <w:szCs w:val="28"/>
          <w:highlight w:val="yellow"/>
        </w:rPr>
      </w:pPr>
    </w:p>
    <w:p w:rsidR="00914242" w:rsidRPr="00963EC1" w:rsidRDefault="00914242" w:rsidP="002158B4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статьёй 179 Бюджетного кодекса Российской Федерации, </w:t>
      </w:r>
      <w:r w:rsidRPr="00963EC1">
        <w:rPr>
          <w:sz w:val="28"/>
          <w:szCs w:val="28"/>
        </w:rPr>
        <w:t>Федеральным Законом от 06 октября 2013</w:t>
      </w:r>
      <w:r>
        <w:rPr>
          <w:sz w:val="28"/>
          <w:szCs w:val="28"/>
        </w:rPr>
        <w:t xml:space="preserve"> года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914242" w:rsidRDefault="00914242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871CAA">
        <w:rPr>
          <w:sz w:val="28"/>
        </w:rPr>
        <w:t xml:space="preserve">1. </w:t>
      </w:r>
      <w:r>
        <w:rPr>
          <w:sz w:val="28"/>
        </w:rPr>
        <w:t>Внести в постановление администрации Новотаманского сельского</w:t>
      </w:r>
      <w:r w:rsidRPr="00871CAA">
        <w:rPr>
          <w:sz w:val="28"/>
        </w:rPr>
        <w:t xml:space="preserve"> </w:t>
      </w:r>
      <w:r>
        <w:rPr>
          <w:sz w:val="28"/>
        </w:rPr>
        <w:t xml:space="preserve">поселения Темрюкского района  от 5 октября 2016 года № 373 «Об утверждении </w:t>
      </w:r>
      <w:r w:rsidRPr="00871CAA">
        <w:rPr>
          <w:sz w:val="28"/>
        </w:rPr>
        <w:t>муниципальн</w:t>
      </w:r>
      <w:r>
        <w:rPr>
          <w:sz w:val="28"/>
        </w:rPr>
        <w:t>ой</w:t>
      </w:r>
      <w:r w:rsidRPr="00871CAA">
        <w:rPr>
          <w:sz w:val="28"/>
        </w:rPr>
        <w:t xml:space="preserve"> программ</w:t>
      </w:r>
      <w:r>
        <w:rPr>
          <w:sz w:val="28"/>
        </w:rPr>
        <w:t>ы</w:t>
      </w:r>
      <w:r w:rsidRPr="00871CAA">
        <w:rPr>
          <w:rStyle w:val="Strong"/>
          <w:b w:val="0"/>
          <w:color w:val="000000"/>
          <w:sz w:val="28"/>
          <w:szCs w:val="28"/>
        </w:rPr>
        <w:t xml:space="preserve"> 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>
        <w:rPr>
          <w:rStyle w:val="Strong"/>
          <w:b w:val="0"/>
          <w:color w:val="000000"/>
          <w:sz w:val="28"/>
          <w:szCs w:val="28"/>
        </w:rPr>
        <w:t>следующие изменения:</w:t>
      </w:r>
    </w:p>
    <w:p w:rsidR="00914242" w:rsidRDefault="00914242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1) приложение «Муниципальная программа «</w:t>
      </w:r>
      <w:r w:rsidRPr="002A741D">
        <w:rPr>
          <w:bCs/>
          <w:color w:val="000000"/>
          <w:kern w:val="36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 xml:space="preserve"> изложить в новой редакции (прилагается).</w:t>
      </w:r>
    </w:p>
    <w:p w:rsidR="00914242" w:rsidRPr="00871CAA" w:rsidRDefault="00914242" w:rsidP="002158B4">
      <w:pPr>
        <w:shd w:val="clear" w:color="auto" w:fill="FFFFFF"/>
        <w:ind w:firstLine="709"/>
        <w:contextualSpacing/>
        <w:jc w:val="both"/>
        <w:outlineLvl w:val="0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2. Постановление администрации Новотаманского сельского поселения Темрюкского района от 01 июня 2017 года № 97 «</w:t>
      </w:r>
      <w:r w:rsidRPr="002A741D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2A741D">
        <w:rPr>
          <w:bCs/>
          <w:color w:val="000000"/>
          <w:kern w:val="36"/>
          <w:sz w:val="28"/>
          <w:szCs w:val="28"/>
        </w:rPr>
        <w:t>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914242" w:rsidRPr="00871CAA" w:rsidRDefault="00914242" w:rsidP="002158B4">
      <w:pPr>
        <w:ind w:firstLine="709"/>
        <w:jc w:val="both"/>
      </w:pPr>
      <w:r>
        <w:rPr>
          <w:sz w:val="28"/>
          <w:szCs w:val="28"/>
        </w:rPr>
        <w:t>3</w:t>
      </w:r>
      <w:r w:rsidRPr="00871CA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914242" w:rsidRPr="00871CAA" w:rsidRDefault="00914242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постановления </w:t>
      </w:r>
      <w:r w:rsidRPr="00871CAA">
        <w:rPr>
          <w:sz w:val="28"/>
          <w:szCs w:val="28"/>
        </w:rPr>
        <w:t xml:space="preserve">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 xml:space="preserve">                   </w:t>
      </w:r>
      <w:r w:rsidRPr="00871CAA">
        <w:rPr>
          <w:sz w:val="28"/>
          <w:szCs w:val="28"/>
        </w:rPr>
        <w:t>Г.П. Шлахтера.</w:t>
      </w:r>
    </w:p>
    <w:p w:rsidR="00914242" w:rsidRDefault="00914242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1CA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914242" w:rsidRDefault="00914242" w:rsidP="002158B4">
      <w:pPr>
        <w:ind w:firstLine="709"/>
        <w:contextualSpacing/>
        <w:jc w:val="both"/>
        <w:rPr>
          <w:sz w:val="28"/>
          <w:szCs w:val="28"/>
        </w:rPr>
      </w:pPr>
    </w:p>
    <w:p w:rsidR="00914242" w:rsidRDefault="009142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914242" w:rsidRDefault="009142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914242" w:rsidRDefault="00914242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Темрюкского района                                                                         В.В. Лаврентьев</w:t>
      </w:r>
    </w:p>
    <w:p w:rsidR="00914242" w:rsidRDefault="00914242" w:rsidP="00BD3B24">
      <w:pPr>
        <w:jc w:val="center"/>
        <w:rPr>
          <w:b/>
          <w:sz w:val="28"/>
        </w:rPr>
      </w:pPr>
    </w:p>
    <w:p w:rsidR="00914242" w:rsidRDefault="00914242" w:rsidP="00BD3B24">
      <w:pPr>
        <w:jc w:val="center"/>
        <w:rPr>
          <w:b/>
          <w:sz w:val="28"/>
        </w:rPr>
      </w:pPr>
    </w:p>
    <w:p w:rsidR="00914242" w:rsidRPr="00055D06" w:rsidRDefault="00914242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t>ЛИСТ СОГЛАСОВАНИЯ</w:t>
      </w:r>
    </w:p>
    <w:p w:rsidR="00914242" w:rsidRDefault="00914242" w:rsidP="00BD3B24">
      <w:pPr>
        <w:spacing w:line="240" w:lineRule="atLeast"/>
        <w:jc w:val="center"/>
        <w:rPr>
          <w:sz w:val="28"/>
        </w:rPr>
      </w:pPr>
    </w:p>
    <w:p w:rsidR="00914242" w:rsidRPr="00055D06" w:rsidRDefault="00914242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914242" w:rsidRDefault="00914242" w:rsidP="00BD3B24">
      <w:pPr>
        <w:spacing w:line="240" w:lineRule="atLeast"/>
        <w:jc w:val="center"/>
        <w:rPr>
          <w:sz w:val="28"/>
        </w:rPr>
      </w:pPr>
      <w:r>
        <w:rPr>
          <w:sz w:val="28"/>
        </w:rPr>
        <w:t xml:space="preserve">от </w:t>
      </w:r>
      <w:r w:rsidRPr="00641824">
        <w:rPr>
          <w:sz w:val="28"/>
          <w:u w:val="single"/>
        </w:rPr>
        <w:t>14.07.2017</w:t>
      </w:r>
      <w:r>
        <w:rPr>
          <w:sz w:val="28"/>
        </w:rPr>
        <w:t xml:space="preserve">  № </w:t>
      </w:r>
      <w:r w:rsidRPr="00641824">
        <w:rPr>
          <w:sz w:val="28"/>
          <w:u w:val="single"/>
        </w:rPr>
        <w:t>137</w:t>
      </w:r>
    </w:p>
    <w:p w:rsidR="00914242" w:rsidRDefault="00914242" w:rsidP="00BD3B24">
      <w:pPr>
        <w:spacing w:line="240" w:lineRule="atLeast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125546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</w:t>
      </w:r>
    </w:p>
    <w:p w:rsidR="00914242" w:rsidRDefault="00914242" w:rsidP="00BD3B24">
      <w:pPr>
        <w:spacing w:line="240" w:lineRule="atLeast"/>
        <w:jc w:val="center"/>
        <w:rPr>
          <w:rStyle w:val="Strong"/>
          <w:b w:val="0"/>
          <w:color w:val="000000"/>
          <w:sz w:val="28"/>
          <w:szCs w:val="28"/>
        </w:rPr>
      </w:pPr>
      <w:r w:rsidRPr="00125546">
        <w:rPr>
          <w:bCs/>
          <w:color w:val="000000"/>
          <w:kern w:val="36"/>
          <w:sz w:val="28"/>
          <w:szCs w:val="28"/>
        </w:rPr>
        <w:t>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125546">
        <w:rPr>
          <w:bCs/>
          <w:color w:val="000000"/>
          <w:kern w:val="36"/>
          <w:sz w:val="28"/>
          <w:szCs w:val="28"/>
        </w:rPr>
        <w:t>373</w:t>
      </w:r>
      <w:r>
        <w:rPr>
          <w:b/>
          <w:bCs/>
          <w:color w:val="000000"/>
          <w:kern w:val="36"/>
          <w:sz w:val="28"/>
          <w:szCs w:val="28"/>
        </w:rPr>
        <w:t xml:space="preserve"> 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Повышение безопасности дорожного движения на территории Новотаманского </w:t>
      </w:r>
    </w:p>
    <w:p w:rsidR="00914242" w:rsidRDefault="00914242" w:rsidP="00BD3B24">
      <w:pPr>
        <w:spacing w:line="240" w:lineRule="atLeast"/>
        <w:jc w:val="center"/>
        <w:rPr>
          <w:sz w:val="28"/>
        </w:rPr>
      </w:pPr>
      <w:r w:rsidRPr="00A53237">
        <w:rPr>
          <w:rStyle w:val="Strong"/>
          <w:b w:val="0"/>
          <w:color w:val="000000"/>
          <w:sz w:val="28"/>
          <w:szCs w:val="28"/>
        </w:rPr>
        <w:t>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>»</w:t>
      </w:r>
    </w:p>
    <w:p w:rsidR="00914242" w:rsidRDefault="00914242" w:rsidP="00BD3B24">
      <w:pPr>
        <w:spacing w:line="240" w:lineRule="atLeast"/>
        <w:jc w:val="center"/>
        <w:rPr>
          <w:sz w:val="28"/>
        </w:rPr>
      </w:pPr>
    </w:p>
    <w:p w:rsidR="00914242" w:rsidRPr="00055D06" w:rsidRDefault="00914242" w:rsidP="00BD3B24">
      <w:pPr>
        <w:spacing w:line="240" w:lineRule="atLeast"/>
        <w:jc w:val="center"/>
        <w:rPr>
          <w:sz w:val="28"/>
        </w:rPr>
      </w:pPr>
    </w:p>
    <w:p w:rsidR="00914242" w:rsidRPr="00F70CAB" w:rsidRDefault="00914242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914242" w:rsidRDefault="00914242" w:rsidP="00BD3B24">
      <w:pPr>
        <w:rPr>
          <w:sz w:val="28"/>
        </w:rPr>
      </w:pPr>
      <w:r>
        <w:rPr>
          <w:sz w:val="28"/>
        </w:rPr>
        <w:t>Начальник финансового отдела                                                                 Е.Н. Даева</w:t>
      </w:r>
    </w:p>
    <w:p w:rsidR="00914242" w:rsidRDefault="00914242" w:rsidP="00BD3B24">
      <w:pPr>
        <w:rPr>
          <w:sz w:val="28"/>
          <w:szCs w:val="28"/>
        </w:rPr>
      </w:pPr>
    </w:p>
    <w:p w:rsidR="00914242" w:rsidRDefault="00914242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14242" w:rsidRDefault="00914242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p w:rsidR="00914242" w:rsidRDefault="00914242" w:rsidP="00BD3B2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242" w:rsidRDefault="00914242" w:rsidP="00BD3B24">
      <w:pPr>
        <w:rPr>
          <w:sz w:val="28"/>
          <w:szCs w:val="28"/>
        </w:rPr>
      </w:pPr>
    </w:p>
    <w:p w:rsidR="00914242" w:rsidRDefault="00914242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914242" w:rsidRDefault="00914242" w:rsidP="00A912D8">
      <w:pPr>
        <w:jc w:val="both"/>
        <w:rPr>
          <w:sz w:val="28"/>
        </w:rPr>
      </w:pPr>
      <w:r>
        <w:rPr>
          <w:sz w:val="28"/>
          <w:szCs w:val="28"/>
        </w:rPr>
        <w:t xml:space="preserve">                 </w:t>
      </w:r>
    </w:p>
    <w:p w:rsidR="00914242" w:rsidRDefault="00914242" w:rsidP="00BD3B24">
      <w:pPr>
        <w:rPr>
          <w:sz w:val="28"/>
        </w:rPr>
      </w:pPr>
    </w:p>
    <w:p w:rsidR="00914242" w:rsidRPr="0025125B" w:rsidRDefault="00914242" w:rsidP="0025125B">
      <w:pPr>
        <w:shd w:val="clear" w:color="auto" w:fill="FFFFFF"/>
        <w:jc w:val="both"/>
        <w:rPr>
          <w:b/>
          <w:sz w:val="28"/>
        </w:rPr>
      </w:pPr>
    </w:p>
    <w:sectPr w:rsidR="00914242" w:rsidRPr="0025125B" w:rsidSect="00EB0C13">
      <w:headerReference w:type="default" r:id="rId7"/>
      <w:pgSz w:w="11906" w:h="16838"/>
      <w:pgMar w:top="360" w:right="567" w:bottom="28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42" w:rsidRDefault="00914242" w:rsidP="00CA0E2C">
      <w:r>
        <w:separator/>
      </w:r>
    </w:p>
  </w:endnote>
  <w:endnote w:type="continuationSeparator" w:id="0">
    <w:p w:rsidR="00914242" w:rsidRDefault="00914242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42" w:rsidRDefault="00914242" w:rsidP="00CA0E2C">
      <w:r>
        <w:separator/>
      </w:r>
    </w:p>
  </w:footnote>
  <w:footnote w:type="continuationSeparator" w:id="0">
    <w:p w:rsidR="00914242" w:rsidRDefault="00914242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42" w:rsidRPr="00AC6C7E" w:rsidRDefault="00914242" w:rsidP="00AC6C7E">
    <w:pPr>
      <w:pStyle w:val="Header"/>
      <w:jc w:val="center"/>
      <w:rPr>
        <w:sz w:val="28"/>
        <w:szCs w:val="28"/>
      </w:rPr>
    </w:pPr>
    <w:r w:rsidRPr="00AC6C7E">
      <w:rPr>
        <w:sz w:val="28"/>
        <w:szCs w:val="28"/>
      </w:rPr>
      <w:fldChar w:fldCharType="begin"/>
    </w:r>
    <w:r w:rsidRPr="00AC6C7E">
      <w:rPr>
        <w:sz w:val="28"/>
        <w:szCs w:val="28"/>
      </w:rPr>
      <w:instrText xml:space="preserve"> PAGE   \* MERGEFORMAT </w:instrText>
    </w:r>
    <w:r w:rsidRPr="00AC6C7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C6C7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21A"/>
    <w:rsid w:val="00121EDB"/>
    <w:rsid w:val="00125546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6A"/>
    <w:rsid w:val="001E1497"/>
    <w:rsid w:val="001E4C40"/>
    <w:rsid w:val="001F058F"/>
    <w:rsid w:val="001F3CB5"/>
    <w:rsid w:val="002048EF"/>
    <w:rsid w:val="00214642"/>
    <w:rsid w:val="002158B4"/>
    <w:rsid w:val="00221A87"/>
    <w:rsid w:val="0022742A"/>
    <w:rsid w:val="00233864"/>
    <w:rsid w:val="0025125B"/>
    <w:rsid w:val="00285E69"/>
    <w:rsid w:val="002869BA"/>
    <w:rsid w:val="00291EDD"/>
    <w:rsid w:val="002972ED"/>
    <w:rsid w:val="002A741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7913"/>
    <w:rsid w:val="00320D0A"/>
    <w:rsid w:val="0032442E"/>
    <w:rsid w:val="00325A5D"/>
    <w:rsid w:val="00330675"/>
    <w:rsid w:val="0033238C"/>
    <w:rsid w:val="00333F6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D029C"/>
    <w:rsid w:val="003E114E"/>
    <w:rsid w:val="003E40AA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56B2C"/>
    <w:rsid w:val="0046103A"/>
    <w:rsid w:val="00470D98"/>
    <w:rsid w:val="00492C42"/>
    <w:rsid w:val="004A3C26"/>
    <w:rsid w:val="004B4DA4"/>
    <w:rsid w:val="004C1417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14813"/>
    <w:rsid w:val="0052300C"/>
    <w:rsid w:val="00523048"/>
    <w:rsid w:val="005231F3"/>
    <w:rsid w:val="0053091E"/>
    <w:rsid w:val="00536392"/>
    <w:rsid w:val="00547A92"/>
    <w:rsid w:val="0055048F"/>
    <w:rsid w:val="00553540"/>
    <w:rsid w:val="00564366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4EB9"/>
    <w:rsid w:val="005D1AEE"/>
    <w:rsid w:val="005D312A"/>
    <w:rsid w:val="005D64CD"/>
    <w:rsid w:val="005E4316"/>
    <w:rsid w:val="005E7AD0"/>
    <w:rsid w:val="005F1D5D"/>
    <w:rsid w:val="005F3032"/>
    <w:rsid w:val="00602213"/>
    <w:rsid w:val="00607705"/>
    <w:rsid w:val="00622083"/>
    <w:rsid w:val="00641824"/>
    <w:rsid w:val="0064254F"/>
    <w:rsid w:val="00675BDB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1A6"/>
    <w:rsid w:val="007045FD"/>
    <w:rsid w:val="00714718"/>
    <w:rsid w:val="007210D2"/>
    <w:rsid w:val="0072584C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87F25"/>
    <w:rsid w:val="00790906"/>
    <w:rsid w:val="00791365"/>
    <w:rsid w:val="00793D64"/>
    <w:rsid w:val="007A30E0"/>
    <w:rsid w:val="007B03E7"/>
    <w:rsid w:val="007B088D"/>
    <w:rsid w:val="007B093C"/>
    <w:rsid w:val="007B0CD0"/>
    <w:rsid w:val="007B33FE"/>
    <w:rsid w:val="007B7FDE"/>
    <w:rsid w:val="007C6D12"/>
    <w:rsid w:val="007E0B6A"/>
    <w:rsid w:val="007E1D3C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47C7B"/>
    <w:rsid w:val="008531CF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106B"/>
    <w:rsid w:val="008F3197"/>
    <w:rsid w:val="0090450F"/>
    <w:rsid w:val="00905FA0"/>
    <w:rsid w:val="00914242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2F88"/>
    <w:rsid w:val="00963E44"/>
    <w:rsid w:val="00963EC1"/>
    <w:rsid w:val="00975EFC"/>
    <w:rsid w:val="00980BF0"/>
    <w:rsid w:val="00981EAD"/>
    <w:rsid w:val="00987A52"/>
    <w:rsid w:val="00987C18"/>
    <w:rsid w:val="009951CA"/>
    <w:rsid w:val="009A4B04"/>
    <w:rsid w:val="009B3173"/>
    <w:rsid w:val="009B3D2F"/>
    <w:rsid w:val="009C12E8"/>
    <w:rsid w:val="009C1E94"/>
    <w:rsid w:val="009C6E54"/>
    <w:rsid w:val="009D3DEF"/>
    <w:rsid w:val="009E2541"/>
    <w:rsid w:val="009F3A98"/>
    <w:rsid w:val="009F446A"/>
    <w:rsid w:val="009F7D1F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12D8"/>
    <w:rsid w:val="00A95358"/>
    <w:rsid w:val="00AA0DA7"/>
    <w:rsid w:val="00AB0888"/>
    <w:rsid w:val="00AB3872"/>
    <w:rsid w:val="00AB4134"/>
    <w:rsid w:val="00AC6C7E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25725"/>
    <w:rsid w:val="00B34D7C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A0E2C"/>
    <w:rsid w:val="00CA36E2"/>
    <w:rsid w:val="00CB4A5F"/>
    <w:rsid w:val="00CC0D61"/>
    <w:rsid w:val="00CE50EC"/>
    <w:rsid w:val="00CF11DC"/>
    <w:rsid w:val="00CF5C90"/>
    <w:rsid w:val="00CF6402"/>
    <w:rsid w:val="00CF6EF8"/>
    <w:rsid w:val="00CF7EF8"/>
    <w:rsid w:val="00D034D7"/>
    <w:rsid w:val="00D054D1"/>
    <w:rsid w:val="00D11B78"/>
    <w:rsid w:val="00D17833"/>
    <w:rsid w:val="00D23337"/>
    <w:rsid w:val="00D25211"/>
    <w:rsid w:val="00D30404"/>
    <w:rsid w:val="00D36834"/>
    <w:rsid w:val="00D36A7C"/>
    <w:rsid w:val="00D46103"/>
    <w:rsid w:val="00D95192"/>
    <w:rsid w:val="00D95E35"/>
    <w:rsid w:val="00DA01E4"/>
    <w:rsid w:val="00DA4395"/>
    <w:rsid w:val="00DB7FAB"/>
    <w:rsid w:val="00DD29FF"/>
    <w:rsid w:val="00DD5FC6"/>
    <w:rsid w:val="00DD7C4E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00BB"/>
    <w:rsid w:val="00E45F7E"/>
    <w:rsid w:val="00E56924"/>
    <w:rsid w:val="00E62B0D"/>
    <w:rsid w:val="00E65106"/>
    <w:rsid w:val="00E71D40"/>
    <w:rsid w:val="00E86BE4"/>
    <w:rsid w:val="00E9368E"/>
    <w:rsid w:val="00E970EB"/>
    <w:rsid w:val="00EB0C13"/>
    <w:rsid w:val="00EB4BEC"/>
    <w:rsid w:val="00EB5ABA"/>
    <w:rsid w:val="00EB7D29"/>
    <w:rsid w:val="00EC07F4"/>
    <w:rsid w:val="00ED1F29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3866"/>
    <w:rsid w:val="00F14B2C"/>
    <w:rsid w:val="00F24CB2"/>
    <w:rsid w:val="00F3318D"/>
    <w:rsid w:val="00F4053D"/>
    <w:rsid w:val="00F40CA4"/>
    <w:rsid w:val="00F40F0C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0B5"/>
    <w:rsid w:val="00FB2621"/>
    <w:rsid w:val="00FB5838"/>
    <w:rsid w:val="00FC3E25"/>
    <w:rsid w:val="00FC402C"/>
    <w:rsid w:val="00FC42C4"/>
    <w:rsid w:val="00FD423D"/>
    <w:rsid w:val="00FD6F6A"/>
    <w:rsid w:val="00FE551A"/>
    <w:rsid w:val="00FE6A8B"/>
    <w:rsid w:val="00FE7318"/>
    <w:rsid w:val="00FF0BC4"/>
    <w:rsid w:val="00FF0F88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55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4317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431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5775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6E223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068A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ubtitle">
    <w:name w:val="Subtitle"/>
    <w:basedOn w:val="Normal"/>
    <w:link w:val="SubtitleChar"/>
    <w:uiPriority w:val="99"/>
    <w:qFormat/>
    <w:rsid w:val="00C22E9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22E9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E2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F11D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A53237"/>
    <w:rPr>
      <w:rFonts w:cs="Times New Roman"/>
      <w:b/>
      <w:bCs/>
    </w:rPr>
  </w:style>
  <w:style w:type="character" w:customStyle="1" w:styleId="a">
    <w:name w:val="Знак Знак"/>
    <w:uiPriority w:val="99"/>
    <w:locked/>
    <w:rsid w:val="00EB0C13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2</Pages>
  <Words>452</Words>
  <Characters>2581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XTreme</cp:lastModifiedBy>
  <cp:revision>64</cp:revision>
  <cp:lastPrinted>2017-07-17T05:41:00Z</cp:lastPrinted>
  <dcterms:created xsi:type="dcterms:W3CDTF">2015-02-03T11:11:00Z</dcterms:created>
  <dcterms:modified xsi:type="dcterms:W3CDTF">2017-07-25T13:14:00Z</dcterms:modified>
</cp:coreProperties>
</file>