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C0" w:rsidRDefault="006516C0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516C0" w:rsidRPr="00360BEA" w:rsidRDefault="006516C0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360BEA">
        <w:rPr>
          <w:rFonts w:ascii="Times New Roman" w:hAnsi="Times New Roman"/>
          <w:sz w:val="28"/>
          <w:szCs w:val="28"/>
        </w:rPr>
        <w:t xml:space="preserve"> год»</w:t>
      </w:r>
    </w:p>
    <w:p w:rsidR="006516C0" w:rsidRDefault="006516C0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6C0" w:rsidRDefault="006516C0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</w:t>
      </w:r>
    </w:p>
    <w:p w:rsidR="006516C0" w:rsidRPr="00360BEA" w:rsidRDefault="006516C0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279"/>
        <w:gridCol w:w="1769"/>
        <w:gridCol w:w="2232"/>
      </w:tblGrid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году (тыс.руб.)</w:t>
            </w:r>
          </w:p>
        </w:tc>
      </w:tr>
      <w:tr w:rsidR="006516C0" w:rsidRPr="00200A9F" w:rsidTr="00FD369B">
        <w:tc>
          <w:tcPr>
            <w:tcW w:w="14992" w:type="dxa"/>
            <w:gridSpan w:val="7"/>
          </w:tcPr>
          <w:p w:rsidR="006516C0" w:rsidRPr="00200A9F" w:rsidRDefault="006516C0" w:rsidP="0020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материальных запасов для Новотаманского  хуторского  казачьего общества Темрюкского района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6516C0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материальных запасов для Совета Ветеранов Новотаманского  сельского поселения Темрюкского района</w:t>
            </w:r>
          </w:p>
        </w:tc>
        <w:tc>
          <w:tcPr>
            <w:tcW w:w="2052" w:type="dxa"/>
          </w:tcPr>
          <w:p w:rsidR="006516C0" w:rsidRPr="00200A9F" w:rsidRDefault="006516C0" w:rsidP="00905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6516C0" w:rsidRPr="00200A9F" w:rsidRDefault="006516C0" w:rsidP="00905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6516C0" w:rsidRPr="00200A9F" w:rsidRDefault="006516C0" w:rsidP="00905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69" w:type="dxa"/>
          </w:tcPr>
          <w:p w:rsidR="006516C0" w:rsidRPr="00200A9F" w:rsidRDefault="006516C0" w:rsidP="00905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32" w:type="dxa"/>
          </w:tcPr>
          <w:p w:rsidR="006516C0" w:rsidRPr="00200A9F" w:rsidRDefault="006516C0" w:rsidP="00905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6516C0" w:rsidRPr="00200A9F" w:rsidTr="00FD369B">
        <w:tc>
          <w:tcPr>
            <w:tcW w:w="14992" w:type="dxa"/>
            <w:gridSpan w:val="7"/>
          </w:tcPr>
          <w:p w:rsidR="006516C0" w:rsidRPr="00200A9F" w:rsidRDefault="006516C0" w:rsidP="0020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Информационная и консультативная поддержка СОНКО</w:t>
            </w: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Обновление 1 раз в квартал</w:t>
            </w: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6C0" w:rsidRPr="00200A9F" w:rsidTr="00FD369B">
        <w:tc>
          <w:tcPr>
            <w:tcW w:w="817" w:type="dxa"/>
          </w:tcPr>
          <w:p w:rsidR="006516C0" w:rsidRPr="00200A9F" w:rsidRDefault="006516C0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Проведение консультаций специалистами администрации 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период реализации программы</w:t>
            </w:r>
          </w:p>
        </w:tc>
        <w:tc>
          <w:tcPr>
            <w:tcW w:w="2478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6C0" w:rsidRPr="00200A9F" w:rsidTr="00FD369B">
        <w:tc>
          <w:tcPr>
            <w:tcW w:w="10991" w:type="dxa"/>
            <w:gridSpan w:val="5"/>
          </w:tcPr>
          <w:p w:rsidR="006516C0" w:rsidRPr="00200A9F" w:rsidRDefault="006516C0" w:rsidP="00200A9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769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32" w:type="dxa"/>
          </w:tcPr>
          <w:p w:rsidR="006516C0" w:rsidRPr="00200A9F" w:rsidRDefault="006516C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6516C0" w:rsidRDefault="006516C0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6C0" w:rsidRDefault="006516C0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6C0" w:rsidRPr="00F81E99" w:rsidRDefault="006516C0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        Е.Н. Даева</w:t>
      </w:r>
    </w:p>
    <w:sectPr w:rsidR="006516C0" w:rsidRPr="00F81E99" w:rsidSect="00FD36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6C0" w:rsidRPr="00FD369B" w:rsidRDefault="006516C0" w:rsidP="00FD369B">
      <w:r>
        <w:separator/>
      </w:r>
    </w:p>
  </w:endnote>
  <w:endnote w:type="continuationSeparator" w:id="0">
    <w:p w:rsidR="006516C0" w:rsidRPr="00FD369B" w:rsidRDefault="006516C0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6C0" w:rsidRPr="00FD369B" w:rsidRDefault="006516C0" w:rsidP="00FD369B">
      <w:r>
        <w:separator/>
      </w:r>
    </w:p>
  </w:footnote>
  <w:footnote w:type="continuationSeparator" w:id="0">
    <w:p w:rsidR="006516C0" w:rsidRPr="00FD369B" w:rsidRDefault="006516C0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6C0" w:rsidRDefault="006516C0">
    <w:pPr>
      <w:pStyle w:val="Header"/>
    </w:pPr>
    <w:r>
      <w:rPr>
        <w:noProof/>
      </w:rPr>
      <w:pict>
        <v:rect id="_x0000_s2049" style="position:absolute;margin-left:783.55pt;margin-top:262.4pt;width:60pt;height:70.5pt;z-index:251660288;mso-position-horizontal-relative:page;mso-position-vertical-relative:page" o:allowincell="f" stroked="f">
          <v:textbox>
            <w:txbxContent>
              <w:p w:rsidR="006516C0" w:rsidRPr="00FD369B" w:rsidRDefault="006516C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0A7BAE"/>
    <w:rsid w:val="00167F0D"/>
    <w:rsid w:val="00200A9F"/>
    <w:rsid w:val="00207BA1"/>
    <w:rsid w:val="00360BEA"/>
    <w:rsid w:val="00362042"/>
    <w:rsid w:val="0053116F"/>
    <w:rsid w:val="006516C0"/>
    <w:rsid w:val="00722EC4"/>
    <w:rsid w:val="00722ED2"/>
    <w:rsid w:val="00905A73"/>
    <w:rsid w:val="00967103"/>
    <w:rsid w:val="00AB7206"/>
    <w:rsid w:val="00B4034D"/>
    <w:rsid w:val="00B52A7C"/>
    <w:rsid w:val="00B533CE"/>
    <w:rsid w:val="00BC27ED"/>
    <w:rsid w:val="00C7577D"/>
    <w:rsid w:val="00C932CA"/>
    <w:rsid w:val="00E201B9"/>
    <w:rsid w:val="00E55353"/>
    <w:rsid w:val="00F01981"/>
    <w:rsid w:val="00F02C21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72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53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D36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6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D36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69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277</Words>
  <Characters>1583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XTreme</cp:lastModifiedBy>
  <cp:revision>8</cp:revision>
  <cp:lastPrinted>2016-10-07T06:59:00Z</cp:lastPrinted>
  <dcterms:created xsi:type="dcterms:W3CDTF">2015-10-27T11:53:00Z</dcterms:created>
  <dcterms:modified xsi:type="dcterms:W3CDTF">2016-11-29T06:18:00Z</dcterms:modified>
</cp:coreProperties>
</file>