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5C" w:rsidRDefault="00B7665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B7665C" w:rsidRDefault="00B7665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7665C" w:rsidRDefault="00B7665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«Социально-культурное развитие</w:t>
      </w:r>
    </w:p>
    <w:p w:rsidR="00B7665C" w:rsidRDefault="00B7665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 поселения</w:t>
      </w:r>
    </w:p>
    <w:p w:rsidR="00B7665C" w:rsidRDefault="00B7665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 год»</w:t>
      </w:r>
    </w:p>
    <w:p w:rsidR="00B7665C" w:rsidRDefault="00B7665C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665C" w:rsidRDefault="00B7665C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665C" w:rsidRPr="00312DC0" w:rsidRDefault="00B7665C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ПЕРЧЕНЬ</w:t>
      </w:r>
    </w:p>
    <w:p w:rsidR="00B7665C" w:rsidRDefault="00B7665C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B7665C" w:rsidRDefault="00B7665C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B7665C" w:rsidRPr="00B55663" w:rsidTr="00B55663">
        <w:tc>
          <w:tcPr>
            <w:tcW w:w="81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7665C" w:rsidRPr="00B55663" w:rsidTr="00B5566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665C" w:rsidRPr="00B55663" w:rsidTr="00B5566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  <w:p w:rsidR="00C6095B" w:rsidRPr="00B55663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C6095B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-создание условий для творческой деятельности работников культуры и искусства области;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</w:tc>
      </w:tr>
      <w:tr w:rsidR="00B7665C" w:rsidRPr="00B55663" w:rsidTr="00A46103">
        <w:tc>
          <w:tcPr>
            <w:tcW w:w="812" w:type="dxa"/>
            <w:vMerge w:val="restart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C6095B" w:rsidRPr="00B55663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B7665C" w:rsidRPr="00576CB7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10626,8</w:t>
            </w:r>
          </w:p>
        </w:tc>
        <w:tc>
          <w:tcPr>
            <w:tcW w:w="1486" w:type="dxa"/>
            <w:vAlign w:val="center"/>
          </w:tcPr>
          <w:p w:rsidR="00B7665C" w:rsidRPr="00576CB7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981674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7665C" w:rsidRPr="00600F3A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0F3A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981674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7665C" w:rsidRPr="00576CB7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10026,8</w:t>
            </w:r>
          </w:p>
        </w:tc>
        <w:tc>
          <w:tcPr>
            <w:tcW w:w="1486" w:type="dxa"/>
            <w:vAlign w:val="center"/>
          </w:tcPr>
          <w:p w:rsidR="00B7665C" w:rsidRPr="00576CB7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  <w:p w:rsidR="00C6095B" w:rsidRPr="00981674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7665C" w:rsidRPr="00F70D81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  <w:p w:rsidR="00C6095B" w:rsidRPr="00981674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7665C" w:rsidRPr="00F70D81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rPr>
          <w:trHeight w:val="631"/>
        </w:trPr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B7665C" w:rsidRPr="00C6095B" w:rsidRDefault="00B7665C" w:rsidP="00C6095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</w:tc>
        <w:tc>
          <w:tcPr>
            <w:tcW w:w="2585" w:type="dxa"/>
            <w:gridSpan w:val="2"/>
          </w:tcPr>
          <w:p w:rsidR="00B7665C" w:rsidRPr="00F70D81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981674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  <w:p w:rsidR="00C6095B" w:rsidRPr="00576CB7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7665C" w:rsidRPr="00F70D81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  <w:p w:rsidR="00C6095B" w:rsidRPr="00576CB7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7665C" w:rsidRPr="00F70D81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B7665C" w:rsidRDefault="00B7665C" w:rsidP="00741107">
            <w:pPr>
              <w:spacing w:after="0" w:line="240" w:lineRule="auto"/>
              <w:rPr>
                <w:rFonts w:ascii="Times New Roman" w:hAnsi="Times New Roman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  <w:p w:rsidR="00C6095B" w:rsidRPr="00576CB7" w:rsidRDefault="00C6095B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7665C" w:rsidRPr="00F70D81" w:rsidRDefault="00B7665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B7665C" w:rsidRPr="00B55663" w:rsidRDefault="00B7665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B7665C" w:rsidRPr="00A4610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B7665C" w:rsidRPr="00981674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A4610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  <w:p w:rsidR="00C6095B" w:rsidRPr="00A46103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</w:tcPr>
          <w:p w:rsidR="00B7665C" w:rsidRPr="00981674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981674">
        <w:tc>
          <w:tcPr>
            <w:tcW w:w="812" w:type="dxa"/>
          </w:tcPr>
          <w:p w:rsidR="00B7665C" w:rsidRDefault="00B7665C" w:rsidP="00C60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C6095B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 xml:space="preserve">Реконструкция системы </w:t>
            </w:r>
          </w:p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отопления СДК пос. Таманский</w:t>
            </w:r>
          </w:p>
          <w:p w:rsidR="00C6095B" w:rsidRPr="00A46103" w:rsidRDefault="00C6095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7665C" w:rsidRPr="00F70D81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 w:val="restart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B7665C" w:rsidRPr="00576CB7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B7665C" w:rsidRPr="008447AA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 w:val="restart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B7665C" w:rsidRPr="00576CB7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B7665C" w:rsidRPr="003E411C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  <w:vMerge w:val="restart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B7665C" w:rsidRPr="003E411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 xml:space="preserve"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</w:t>
            </w:r>
            <w:r w:rsidRPr="003E411C">
              <w:rPr>
                <w:rFonts w:ascii="Times New Roman" w:hAnsi="Times New Roman"/>
              </w:rPr>
              <w:lastRenderedPageBreak/>
              <w:t>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Краевой 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B5566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74" w:type="dxa"/>
            <w:vAlign w:val="center"/>
          </w:tcPr>
          <w:p w:rsidR="00B7665C" w:rsidRPr="001A0F62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  <w:p w:rsidR="00C6095B" w:rsidRPr="003E411C" w:rsidRDefault="00C6095B" w:rsidP="00B5566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B7665C" w:rsidRPr="003D5CB0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3817,6</w:t>
            </w:r>
          </w:p>
        </w:tc>
        <w:tc>
          <w:tcPr>
            <w:tcW w:w="1486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C6095B" w:rsidRPr="003D5CB0" w:rsidRDefault="00C6095B" w:rsidP="00B5566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2337,7</w:t>
            </w:r>
          </w:p>
        </w:tc>
        <w:tc>
          <w:tcPr>
            <w:tcW w:w="1486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B55663">
        <w:tc>
          <w:tcPr>
            <w:tcW w:w="812" w:type="dxa"/>
          </w:tcPr>
          <w:p w:rsidR="00B7665C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B7665C" w:rsidRPr="003D5CB0" w:rsidRDefault="00B7665C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1479,9</w:t>
            </w:r>
          </w:p>
        </w:tc>
        <w:tc>
          <w:tcPr>
            <w:tcW w:w="1486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7665C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B55663">
        <w:tc>
          <w:tcPr>
            <w:tcW w:w="812" w:type="dxa"/>
            <w:vMerge w:val="restart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74" w:type="dxa"/>
            <w:vMerge w:val="restart"/>
          </w:tcPr>
          <w:p w:rsidR="00B7665C" w:rsidRPr="008447AA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Тамани» на 2017 год Новотаманского сельского поселения Темрюкского района</w:t>
            </w:r>
          </w:p>
        </w:tc>
        <w:tc>
          <w:tcPr>
            <w:tcW w:w="2585" w:type="dxa"/>
            <w:gridSpan w:val="2"/>
          </w:tcPr>
          <w:p w:rsidR="00B7665C" w:rsidRPr="008447AA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B7665C" w:rsidRPr="008447AA" w:rsidRDefault="00B7665C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54,0</w:t>
            </w:r>
          </w:p>
        </w:tc>
        <w:tc>
          <w:tcPr>
            <w:tcW w:w="1486" w:type="dxa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108" w:type="dxa"/>
            <w:vMerge w:val="restart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  <w:vMerge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5C" w:rsidRPr="00B55663" w:rsidTr="00B55663">
        <w:tc>
          <w:tcPr>
            <w:tcW w:w="812" w:type="dxa"/>
          </w:tcPr>
          <w:p w:rsidR="00B7665C" w:rsidRPr="00B55663" w:rsidRDefault="00B7665C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15971,1</w:t>
            </w:r>
          </w:p>
        </w:tc>
        <w:tc>
          <w:tcPr>
            <w:tcW w:w="1486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7665C" w:rsidRPr="00B55663" w:rsidRDefault="00B7665C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665C" w:rsidRDefault="00B7665C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665C" w:rsidRDefault="00B7665C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665C" w:rsidRDefault="00B7665C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B7665C" w:rsidRDefault="00B7665C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B7665C" w:rsidRDefault="00B7665C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B7665C" w:rsidRDefault="00B7665C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B7665C" w:rsidRPr="00D60812" w:rsidRDefault="00B7665C" w:rsidP="007949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994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499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94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B7665C" w:rsidRPr="00D60812" w:rsidSect="00C6095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406" w:rsidRDefault="00D07406" w:rsidP="00984CC7">
      <w:pPr>
        <w:spacing w:after="0" w:line="240" w:lineRule="auto"/>
      </w:pPr>
      <w:r>
        <w:separator/>
      </w:r>
    </w:p>
  </w:endnote>
  <w:endnote w:type="continuationSeparator" w:id="1">
    <w:p w:rsidR="00D07406" w:rsidRDefault="00D07406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406" w:rsidRDefault="00D07406" w:rsidP="00984CC7">
      <w:pPr>
        <w:spacing w:after="0" w:line="240" w:lineRule="auto"/>
      </w:pPr>
      <w:r>
        <w:separator/>
      </w:r>
    </w:p>
  </w:footnote>
  <w:footnote w:type="continuationSeparator" w:id="1">
    <w:p w:rsidR="00D07406" w:rsidRDefault="00D07406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5C" w:rsidRDefault="00DE55A5">
    <w:pPr>
      <w:pStyle w:val="a5"/>
    </w:pPr>
    <w:r>
      <w:rPr>
        <w:noProof/>
      </w:rPr>
      <w:pict>
        <v:rect id="_x0000_s2050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C6095B" w:rsidRDefault="00C6095B" w:rsidP="00C6095B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B7665C" w:rsidRPr="00643F38" w:rsidRDefault="00DE55A5" w:rsidP="00C6095B">
                <w:pPr>
                  <w:spacing w:after="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B7665C" w:rsidRPr="00643F38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6095B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B7665C" w:rsidRPr="00984CC7" w:rsidRDefault="00DE55A5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B7665C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C6095B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47040"/>
    <w:rsid w:val="00062272"/>
    <w:rsid w:val="000A6E9B"/>
    <w:rsid w:val="000E3CB4"/>
    <w:rsid w:val="0019239D"/>
    <w:rsid w:val="001A0F62"/>
    <w:rsid w:val="001C505E"/>
    <w:rsid w:val="002272A7"/>
    <w:rsid w:val="00260BB4"/>
    <w:rsid w:val="002D6AE0"/>
    <w:rsid w:val="002E0FA0"/>
    <w:rsid w:val="00312DC0"/>
    <w:rsid w:val="003141A7"/>
    <w:rsid w:val="00330DE8"/>
    <w:rsid w:val="00344D56"/>
    <w:rsid w:val="003530D7"/>
    <w:rsid w:val="00376DBA"/>
    <w:rsid w:val="003B6030"/>
    <w:rsid w:val="003D5CB0"/>
    <w:rsid w:val="003E411C"/>
    <w:rsid w:val="003F3544"/>
    <w:rsid w:val="0042521D"/>
    <w:rsid w:val="005523E9"/>
    <w:rsid w:val="00576CB7"/>
    <w:rsid w:val="00600F3A"/>
    <w:rsid w:val="00627DFE"/>
    <w:rsid w:val="006368D9"/>
    <w:rsid w:val="00643F38"/>
    <w:rsid w:val="006A20EC"/>
    <w:rsid w:val="00723B53"/>
    <w:rsid w:val="00741107"/>
    <w:rsid w:val="00747AD5"/>
    <w:rsid w:val="00794994"/>
    <w:rsid w:val="00804C86"/>
    <w:rsid w:val="008447AA"/>
    <w:rsid w:val="008F4FC3"/>
    <w:rsid w:val="00981674"/>
    <w:rsid w:val="00984CC7"/>
    <w:rsid w:val="009D0641"/>
    <w:rsid w:val="00A11437"/>
    <w:rsid w:val="00A2378A"/>
    <w:rsid w:val="00A46103"/>
    <w:rsid w:val="00A552FE"/>
    <w:rsid w:val="00A93657"/>
    <w:rsid w:val="00AA242D"/>
    <w:rsid w:val="00B55663"/>
    <w:rsid w:val="00B7665C"/>
    <w:rsid w:val="00B90304"/>
    <w:rsid w:val="00BB00D3"/>
    <w:rsid w:val="00BE533D"/>
    <w:rsid w:val="00BF3C63"/>
    <w:rsid w:val="00C6095B"/>
    <w:rsid w:val="00CC6BAD"/>
    <w:rsid w:val="00CD7049"/>
    <w:rsid w:val="00CE0DC3"/>
    <w:rsid w:val="00D07406"/>
    <w:rsid w:val="00D31935"/>
    <w:rsid w:val="00D60812"/>
    <w:rsid w:val="00D94460"/>
    <w:rsid w:val="00DA4348"/>
    <w:rsid w:val="00DC0053"/>
    <w:rsid w:val="00DD77D3"/>
    <w:rsid w:val="00DE55A5"/>
    <w:rsid w:val="00E36B32"/>
    <w:rsid w:val="00EC74EF"/>
    <w:rsid w:val="00F16094"/>
    <w:rsid w:val="00F70D81"/>
    <w:rsid w:val="00F8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7949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92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886</Words>
  <Characters>5054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25</cp:revision>
  <cp:lastPrinted>2017-08-03T10:04:00Z</cp:lastPrinted>
  <dcterms:created xsi:type="dcterms:W3CDTF">2017-01-11T06:31:00Z</dcterms:created>
  <dcterms:modified xsi:type="dcterms:W3CDTF">2017-08-03T10:04:00Z</dcterms:modified>
</cp:coreProperties>
</file>