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1B" w:rsidRDefault="00611E1B" w:rsidP="00065F5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</w:p>
    <w:p w:rsidR="00611E1B" w:rsidRDefault="00611E1B" w:rsidP="00065F5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065F5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11E1B" w:rsidRPr="00F55D47" w:rsidRDefault="00611E1B" w:rsidP="00065F5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1E1B" w:rsidRPr="00F55D47" w:rsidRDefault="00611E1B" w:rsidP="00065F5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Pr="00F55D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11E1B" w:rsidRPr="00F55D47" w:rsidRDefault="00611E1B" w:rsidP="00065F5C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11E1B" w:rsidRPr="007B7719" w:rsidRDefault="00611E1B" w:rsidP="00065F5C">
      <w:pPr>
        <w:ind w:firstLine="510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B7719">
        <w:rPr>
          <w:rFonts w:ascii="Times New Roman" w:hAnsi="Times New Roman" w:cs="Times New Roman"/>
          <w:sz w:val="28"/>
          <w:szCs w:val="28"/>
          <w:u w:val="single"/>
        </w:rPr>
        <w:t>от 13.12.2016 № 535</w:t>
      </w:r>
    </w:p>
    <w:p w:rsidR="00611E1B" w:rsidRPr="00065F5C" w:rsidRDefault="00611E1B">
      <w:pPr>
        <w:rPr>
          <w:rFonts w:ascii="Times New Roman" w:hAnsi="Times New Roman" w:cs="Times New Roman"/>
          <w:sz w:val="28"/>
          <w:szCs w:val="28"/>
        </w:rPr>
      </w:pPr>
    </w:p>
    <w:p w:rsidR="00611E1B" w:rsidRPr="00065F5C" w:rsidRDefault="00611E1B" w:rsidP="00065F5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065F5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11E1B" w:rsidRDefault="00611E1B" w:rsidP="00F50B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разработки прогноза</w:t>
      </w:r>
      <w:r w:rsidRPr="005566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 Новотаманского сельского</w:t>
      </w:r>
      <w:r w:rsidRPr="005566C3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bookmarkEnd w:id="0"/>
    </w:p>
    <w:p w:rsidR="00611E1B" w:rsidRPr="00065F5C" w:rsidRDefault="00611E1B" w:rsidP="00F50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1E1B" w:rsidRPr="00065F5C" w:rsidRDefault="00611E1B" w:rsidP="00F50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065F5C">
      <w:pPr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727838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sz w:val="28"/>
          <w:szCs w:val="28"/>
        </w:rPr>
        <w:t>(далее – Порядок) определяет правила, устанавливает цели, основные и общие условия разработки и принятия</w:t>
      </w:r>
      <w:r w:rsidRPr="00727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прогноза</w:t>
      </w:r>
      <w:r w:rsidRPr="00727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</w:t>
      </w:r>
      <w:r>
        <w:rPr>
          <w:rFonts w:ascii="Times New Roman" w:hAnsi="Times New Roman" w:cs="Times New Roman"/>
          <w:sz w:val="28"/>
          <w:szCs w:val="28"/>
        </w:rPr>
        <w:t>– Поселения</w:t>
      </w:r>
      <w:r w:rsidRPr="00727838">
        <w:rPr>
          <w:rFonts w:ascii="Times New Roman" w:hAnsi="Times New Roman" w:cs="Times New Roman"/>
          <w:sz w:val="28"/>
          <w:szCs w:val="28"/>
        </w:rPr>
        <w:t>)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:rsidR="00611E1B" w:rsidRDefault="00611E1B" w:rsidP="00065F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прогноза развития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кодексом Российской федерации, методическими рекомендациями по разработке показателей прогнозов социально-экономического развития субъектов Российской Федерации на очередной финансовый год и плановый период, разрабатываемыми Министерством экономического развития субъектов Российской Федерации, Федеральным законом от 06 октября 2003 года № 131 – ФЗ «Общих принципах организации местного самоуправления в Российской Федерации», Уставом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1E1B" w:rsidRDefault="00611E1B" w:rsidP="00065F5C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Прогноз социально-экономического развития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Прогноз) – это оценка вероятного состояния социально-экономической ситуации поселения в прогнозируемом периоде.</w:t>
      </w:r>
    </w:p>
    <w:p w:rsidR="00611E1B" w:rsidRDefault="00611E1B" w:rsidP="00065F5C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показателей социально-экономического развития поселения – совокупность взаимосвязанных показателей, характеризующих экономическую ситуацию, экономическую структуру, динамику производства и потребления, уровень жизни населения, социальную структуру. Целью прогноза является повышение эффективности управления социально-экономическими процессами в Новотаманском сельском поселении</w:t>
      </w:r>
      <w:r w:rsidRPr="00727838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1E1B" w:rsidRDefault="00611E1B" w:rsidP="00065F5C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Прогноз разрабатывается на очередной финансовый год и плановый период, исходя из комплексного анализа демографической ситуации, производственного потенциала, социальной инфраструктуры, перспектив изменения указанных факторов по поселению.</w:t>
      </w:r>
    </w:p>
    <w:p w:rsidR="00611E1B" w:rsidRDefault="00611E1B" w:rsidP="00065F5C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социально-экономического развития осуществляется в целом по поселению.</w:t>
      </w:r>
    </w:p>
    <w:p w:rsidR="00611E1B" w:rsidRDefault="00611E1B" w:rsidP="00065F5C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Прогноза осуществляют специалисты администрации 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 учетом материалов, предоставленные предприятиями и организациями всех форм собственности.</w:t>
      </w:r>
    </w:p>
    <w:p w:rsidR="00611E1B" w:rsidRDefault="00611E1B" w:rsidP="00065F5C">
      <w:pPr>
        <w:pStyle w:val="ListParagraph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4.Понятия, используемые в настоящем Порядке: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текущий финансовый год - год, в котором осуществляется разработка Прогноза в соответствии с настоящим порядком;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очередной финансовый год - год, следующий за текущим финансовым годом, на который осуществляется разработка прогноза;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плановый период – два финансовых года, следующих за очередным финансовым годом.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Для 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 и перспективы изменения указанных факторов.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Прогнозирование социально-экономического развития поселения выражается через систему показателей по отдельным отраслям экономики: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демография и труд;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промышленность;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сельское хозяйство;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потребительский рынок: оборот розничной торговли, объем платных услуг; 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малое предпринимательство;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социальная сфера;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финансы;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культура;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инфраструктура и благоустройство.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Прогноз развития Поселения составляется в виде таблицы отчетных и прогнозных значений показателей социально-экономического развития, оформленной по форме согласно приложению к настоящему Порядку (далее – форма) и пояснительной записки к ней. Перечень показателей может меняться. 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Пояснительная записка к форме должна содержать обоснование показателей социально-экономического развития в прогнозируемом периоде и отражать возможности и степень выполнения целей социально-экономического развития Поселения. В пояснительной записке к Прогнозу необходимо приводить обоснование параметров прогноза, их сопоставления с ранее утвержденными параметрами с указанием причин и факторов прогнозируемых изменений, наиболее значимые основные социально- экономические проблемы, на решение которых необходимо сконцентрировать усилия в очередном и плановом периодах.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Прогноз является основой для составления проекта бюджета Поселения на очередной финансовый год либо на очередной финансовый год и плановый период.</w:t>
      </w:r>
    </w:p>
    <w:p w:rsidR="00611E1B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соответствии с пунктом 3 статьи 173 Бюджетного кодекса РФ Прогноз одобряется администрацией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 внесении проекта бюджета в Совет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1E1B" w:rsidRPr="001000D3" w:rsidRDefault="00611E1B" w:rsidP="00065F5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Изменение Прогноза социально-экономического развития Новотаманского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ходе составления или рассмотрения проекта бюджета Поселения влечет за собой изменение основных характеристик проекта бюджета.</w:t>
      </w:r>
    </w:p>
    <w:p w:rsidR="00611E1B" w:rsidRDefault="00611E1B" w:rsidP="00E6150E">
      <w:pPr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11E1B" w:rsidRDefault="00611E1B" w:rsidP="00E615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1E1B" w:rsidRPr="00DE266C" w:rsidRDefault="00611E1B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611E1B" w:rsidRPr="00DE266C" w:rsidSect="00410834">
          <w:headerReference w:type="default" r:id="rId7"/>
          <w:pgSz w:w="11900" w:h="16800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611E1B" w:rsidRPr="0026117C" w:rsidRDefault="00611E1B" w:rsidP="0047773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11E1B" w:rsidRPr="0026117C" w:rsidSect="00CE31B7">
      <w:pgSz w:w="23811" w:h="16837" w:orient="landscape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E1B" w:rsidRDefault="00611E1B" w:rsidP="00410834">
      <w:r>
        <w:separator/>
      </w:r>
    </w:p>
  </w:endnote>
  <w:endnote w:type="continuationSeparator" w:id="0">
    <w:p w:rsidR="00611E1B" w:rsidRDefault="00611E1B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E1B" w:rsidRDefault="00611E1B" w:rsidP="00410834">
      <w:r>
        <w:separator/>
      </w:r>
    </w:p>
  </w:footnote>
  <w:footnote w:type="continuationSeparator" w:id="0">
    <w:p w:rsidR="00611E1B" w:rsidRDefault="00611E1B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E1B" w:rsidRPr="00065F5C" w:rsidRDefault="00611E1B" w:rsidP="00065F5C">
    <w:pPr>
      <w:pStyle w:val="Header"/>
      <w:ind w:firstLine="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4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614"/>
    <w:multiLevelType w:val="hybridMultilevel"/>
    <w:tmpl w:val="B4942126"/>
    <w:lvl w:ilvl="0" w:tplc="A81258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D657260"/>
    <w:multiLevelType w:val="hybridMultilevel"/>
    <w:tmpl w:val="2CDE94EC"/>
    <w:lvl w:ilvl="0" w:tplc="618244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17C"/>
    <w:rsid w:val="0000064F"/>
    <w:rsid w:val="00003E70"/>
    <w:rsid w:val="00010361"/>
    <w:rsid w:val="00036017"/>
    <w:rsid w:val="00060116"/>
    <w:rsid w:val="00065F5C"/>
    <w:rsid w:val="00075915"/>
    <w:rsid w:val="00085D29"/>
    <w:rsid w:val="00087C76"/>
    <w:rsid w:val="000910B6"/>
    <w:rsid w:val="00093DFF"/>
    <w:rsid w:val="000A05F2"/>
    <w:rsid w:val="000C6F8A"/>
    <w:rsid w:val="000D2879"/>
    <w:rsid w:val="000E2DB1"/>
    <w:rsid w:val="001000D3"/>
    <w:rsid w:val="00102B8F"/>
    <w:rsid w:val="001123E1"/>
    <w:rsid w:val="001219FE"/>
    <w:rsid w:val="00122F86"/>
    <w:rsid w:val="00137F30"/>
    <w:rsid w:val="00142ACF"/>
    <w:rsid w:val="00154480"/>
    <w:rsid w:val="00157C96"/>
    <w:rsid w:val="00160C50"/>
    <w:rsid w:val="00164D42"/>
    <w:rsid w:val="001660BD"/>
    <w:rsid w:val="001667AD"/>
    <w:rsid w:val="00176662"/>
    <w:rsid w:val="00177C8C"/>
    <w:rsid w:val="0018568E"/>
    <w:rsid w:val="0018774D"/>
    <w:rsid w:val="001910F8"/>
    <w:rsid w:val="00191505"/>
    <w:rsid w:val="001B2243"/>
    <w:rsid w:val="001C4E3C"/>
    <w:rsid w:val="002341CA"/>
    <w:rsid w:val="0024015C"/>
    <w:rsid w:val="0024650E"/>
    <w:rsid w:val="00252DA3"/>
    <w:rsid w:val="0026117C"/>
    <w:rsid w:val="00262726"/>
    <w:rsid w:val="00277513"/>
    <w:rsid w:val="0028670F"/>
    <w:rsid w:val="002B486F"/>
    <w:rsid w:val="002D0E15"/>
    <w:rsid w:val="00316A97"/>
    <w:rsid w:val="00355A7C"/>
    <w:rsid w:val="0038525F"/>
    <w:rsid w:val="0038724C"/>
    <w:rsid w:val="003913C3"/>
    <w:rsid w:val="003948EA"/>
    <w:rsid w:val="003A4666"/>
    <w:rsid w:val="003B7150"/>
    <w:rsid w:val="003C63F1"/>
    <w:rsid w:val="003E547D"/>
    <w:rsid w:val="00410834"/>
    <w:rsid w:val="00447435"/>
    <w:rsid w:val="00454EF8"/>
    <w:rsid w:val="00477739"/>
    <w:rsid w:val="004841AB"/>
    <w:rsid w:val="0048629B"/>
    <w:rsid w:val="004B3C38"/>
    <w:rsid w:val="004C289D"/>
    <w:rsid w:val="004E4ED8"/>
    <w:rsid w:val="004F4B53"/>
    <w:rsid w:val="00522ED0"/>
    <w:rsid w:val="00525251"/>
    <w:rsid w:val="0054459B"/>
    <w:rsid w:val="005566C3"/>
    <w:rsid w:val="005C0205"/>
    <w:rsid w:val="005C6E46"/>
    <w:rsid w:val="005D77DD"/>
    <w:rsid w:val="005F7D95"/>
    <w:rsid w:val="00611E1B"/>
    <w:rsid w:val="00611FDA"/>
    <w:rsid w:val="00614D9E"/>
    <w:rsid w:val="0062047B"/>
    <w:rsid w:val="0068586C"/>
    <w:rsid w:val="006A6DAC"/>
    <w:rsid w:val="006B4639"/>
    <w:rsid w:val="006E78F8"/>
    <w:rsid w:val="00702EA8"/>
    <w:rsid w:val="00722B51"/>
    <w:rsid w:val="00727838"/>
    <w:rsid w:val="00781B15"/>
    <w:rsid w:val="00791B7B"/>
    <w:rsid w:val="00795ED0"/>
    <w:rsid w:val="007A32F0"/>
    <w:rsid w:val="007A3C85"/>
    <w:rsid w:val="007B7719"/>
    <w:rsid w:val="007E4588"/>
    <w:rsid w:val="007F1EE5"/>
    <w:rsid w:val="0081769A"/>
    <w:rsid w:val="00817FEE"/>
    <w:rsid w:val="00843401"/>
    <w:rsid w:val="008436F5"/>
    <w:rsid w:val="008451D7"/>
    <w:rsid w:val="008456BE"/>
    <w:rsid w:val="0085733F"/>
    <w:rsid w:val="008579CB"/>
    <w:rsid w:val="00873547"/>
    <w:rsid w:val="008816A4"/>
    <w:rsid w:val="008825B2"/>
    <w:rsid w:val="008903DC"/>
    <w:rsid w:val="008A444E"/>
    <w:rsid w:val="008B3F28"/>
    <w:rsid w:val="008E26BE"/>
    <w:rsid w:val="00900011"/>
    <w:rsid w:val="00900382"/>
    <w:rsid w:val="00906F03"/>
    <w:rsid w:val="00924F48"/>
    <w:rsid w:val="00930F67"/>
    <w:rsid w:val="00932942"/>
    <w:rsid w:val="00940907"/>
    <w:rsid w:val="009667C6"/>
    <w:rsid w:val="00981E6A"/>
    <w:rsid w:val="009907BF"/>
    <w:rsid w:val="009B4AA1"/>
    <w:rsid w:val="009C16D3"/>
    <w:rsid w:val="009D2526"/>
    <w:rsid w:val="009D5B5C"/>
    <w:rsid w:val="009E472B"/>
    <w:rsid w:val="00A77BF4"/>
    <w:rsid w:val="00A97DB5"/>
    <w:rsid w:val="00AA3BC2"/>
    <w:rsid w:val="00AC304B"/>
    <w:rsid w:val="00B51284"/>
    <w:rsid w:val="00B9182D"/>
    <w:rsid w:val="00BB6D7B"/>
    <w:rsid w:val="00BC0EC7"/>
    <w:rsid w:val="00BC2D70"/>
    <w:rsid w:val="00BF0076"/>
    <w:rsid w:val="00BF59E7"/>
    <w:rsid w:val="00BF76EA"/>
    <w:rsid w:val="00C10780"/>
    <w:rsid w:val="00C352CB"/>
    <w:rsid w:val="00C41007"/>
    <w:rsid w:val="00C528F7"/>
    <w:rsid w:val="00C52FAB"/>
    <w:rsid w:val="00C91D34"/>
    <w:rsid w:val="00CA5C8B"/>
    <w:rsid w:val="00CD1573"/>
    <w:rsid w:val="00CD263B"/>
    <w:rsid w:val="00CE31B7"/>
    <w:rsid w:val="00CE71D3"/>
    <w:rsid w:val="00D14376"/>
    <w:rsid w:val="00D3076C"/>
    <w:rsid w:val="00D4510C"/>
    <w:rsid w:val="00D47CC8"/>
    <w:rsid w:val="00D47E16"/>
    <w:rsid w:val="00D9508A"/>
    <w:rsid w:val="00DA66B0"/>
    <w:rsid w:val="00DE266C"/>
    <w:rsid w:val="00DF37C5"/>
    <w:rsid w:val="00DF6707"/>
    <w:rsid w:val="00E16D34"/>
    <w:rsid w:val="00E214E8"/>
    <w:rsid w:val="00E4277A"/>
    <w:rsid w:val="00E6150E"/>
    <w:rsid w:val="00E817C8"/>
    <w:rsid w:val="00E85A03"/>
    <w:rsid w:val="00ED70DC"/>
    <w:rsid w:val="00EF5502"/>
    <w:rsid w:val="00F11BFD"/>
    <w:rsid w:val="00F16089"/>
    <w:rsid w:val="00F24453"/>
    <w:rsid w:val="00F50BEC"/>
    <w:rsid w:val="00F55D47"/>
    <w:rsid w:val="00F6641D"/>
    <w:rsid w:val="00F76292"/>
    <w:rsid w:val="00FA4C4F"/>
    <w:rsid w:val="00FC20D4"/>
    <w:rsid w:val="00FC3058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CE31B7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CE31B7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CE31B7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CE31B7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CE31B7"/>
    <w:rPr>
      <w:rFonts w:cs="Times New Roman"/>
      <w:color w:val="106BBE"/>
    </w:rPr>
  </w:style>
  <w:style w:type="character" w:customStyle="1" w:styleId="a1">
    <w:name w:val="Активная гипертекстовая ссылка"/>
    <w:basedOn w:val="a0"/>
    <w:uiPriority w:val="99"/>
    <w:rsid w:val="00CE31B7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CE31B7"/>
  </w:style>
  <w:style w:type="paragraph" w:customStyle="1" w:styleId="a4">
    <w:name w:val="Внимание: недобросовестность!"/>
    <w:basedOn w:val="a2"/>
    <w:next w:val="Normal"/>
    <w:uiPriority w:val="99"/>
    <w:rsid w:val="00CE31B7"/>
  </w:style>
  <w:style w:type="character" w:customStyle="1" w:styleId="a5">
    <w:name w:val="Выделение для Базового Поиска"/>
    <w:basedOn w:val="a"/>
    <w:uiPriority w:val="99"/>
    <w:rsid w:val="00CE31B7"/>
    <w:rPr>
      <w:rFonts w:cs="Times New Roman"/>
      <w:bCs/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CE31B7"/>
    <w:rPr>
      <w:i/>
      <w:iCs/>
    </w:rPr>
  </w:style>
  <w:style w:type="paragraph" w:customStyle="1" w:styleId="a7">
    <w:name w:val="Дочерний элемент списка"/>
    <w:basedOn w:val="Normal"/>
    <w:next w:val="Normal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9">
    <w:name w:val="Заголовок"/>
    <w:basedOn w:val="a8"/>
    <w:next w:val="Normal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a">
    <w:name w:val="Заголовок группы контролов"/>
    <w:basedOn w:val="Normal"/>
    <w:next w:val="Normal"/>
    <w:uiPriority w:val="99"/>
    <w:rsid w:val="00CE31B7"/>
    <w:rPr>
      <w:b/>
      <w:bCs/>
      <w:color w:val="000000"/>
    </w:rPr>
  </w:style>
  <w:style w:type="paragraph" w:customStyle="1" w:styleId="ab">
    <w:name w:val="Заголовок для информации об изменениях"/>
    <w:basedOn w:val="Heading1"/>
    <w:next w:val="Normal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CE31B7"/>
    <w:rPr>
      <w:i/>
      <w:iCs/>
      <w:color w:val="000080"/>
      <w:sz w:val="22"/>
      <w:szCs w:val="22"/>
    </w:rPr>
  </w:style>
  <w:style w:type="character" w:customStyle="1" w:styleId="ad">
    <w:name w:val="Заголовок своего сообщения"/>
    <w:basedOn w:val="a"/>
    <w:uiPriority w:val="99"/>
    <w:rsid w:val="00CE31B7"/>
    <w:rPr>
      <w:rFonts w:cs="Times New Roman"/>
      <w:bCs/>
    </w:rPr>
  </w:style>
  <w:style w:type="paragraph" w:customStyle="1" w:styleId="ae">
    <w:name w:val="Заголовок статьи"/>
    <w:basedOn w:val="Normal"/>
    <w:next w:val="Normal"/>
    <w:uiPriority w:val="99"/>
    <w:rsid w:val="00CE31B7"/>
    <w:pPr>
      <w:ind w:left="1612" w:hanging="892"/>
    </w:pPr>
  </w:style>
  <w:style w:type="character" w:customStyle="1" w:styleId="af">
    <w:name w:val="Заголовок чужого сообщения"/>
    <w:basedOn w:val="a"/>
    <w:uiPriority w:val="99"/>
    <w:rsid w:val="00CE31B7"/>
    <w:rPr>
      <w:rFonts w:cs="Times New Roman"/>
      <w:bCs/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1">
    <w:name w:val="Заголовок ЭР (правое окно)"/>
    <w:basedOn w:val="af0"/>
    <w:next w:val="Normal"/>
    <w:uiPriority w:val="99"/>
    <w:rsid w:val="00CE31B7"/>
    <w:pPr>
      <w:spacing w:after="0"/>
      <w:jc w:val="left"/>
    </w:pPr>
  </w:style>
  <w:style w:type="paragraph" w:customStyle="1" w:styleId="af2">
    <w:name w:val="Интерактивный заголовок"/>
    <w:basedOn w:val="a9"/>
    <w:next w:val="Normal"/>
    <w:uiPriority w:val="99"/>
    <w:rsid w:val="00CE31B7"/>
    <w:rPr>
      <w:u w:val="single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CE31B7"/>
    <w:rPr>
      <w:color w:val="353842"/>
      <w:sz w:val="18"/>
      <w:szCs w:val="18"/>
    </w:rPr>
  </w:style>
  <w:style w:type="paragraph" w:customStyle="1" w:styleId="af4">
    <w:name w:val="Информация об изменениях"/>
    <w:basedOn w:val="af3"/>
    <w:next w:val="Normal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CE31B7"/>
    <w:pPr>
      <w:ind w:left="170" w:right="170" w:firstLine="0"/>
      <w:jc w:val="left"/>
    </w:pPr>
  </w:style>
  <w:style w:type="paragraph" w:customStyle="1" w:styleId="af6">
    <w:name w:val="Комментарий"/>
    <w:basedOn w:val="af5"/>
    <w:next w:val="Normal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CE31B7"/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CE31B7"/>
    <w:pPr>
      <w:ind w:firstLine="0"/>
      <w:jc w:val="left"/>
    </w:pPr>
  </w:style>
  <w:style w:type="paragraph" w:customStyle="1" w:styleId="af9">
    <w:name w:val="Колонтитул (левый)"/>
    <w:basedOn w:val="af8"/>
    <w:next w:val="Normal"/>
    <w:uiPriority w:val="99"/>
    <w:rsid w:val="00CE31B7"/>
    <w:rPr>
      <w:sz w:val="14"/>
      <w:szCs w:val="14"/>
    </w:rPr>
  </w:style>
  <w:style w:type="paragraph" w:customStyle="1" w:styleId="afa">
    <w:name w:val="Текст (прав. подпись)"/>
    <w:basedOn w:val="Normal"/>
    <w:next w:val="Normal"/>
    <w:uiPriority w:val="99"/>
    <w:rsid w:val="00CE31B7"/>
    <w:pPr>
      <w:ind w:firstLine="0"/>
      <w:jc w:val="right"/>
    </w:pPr>
  </w:style>
  <w:style w:type="paragraph" w:customStyle="1" w:styleId="afb">
    <w:name w:val="Колонтитул (правый)"/>
    <w:basedOn w:val="afa"/>
    <w:next w:val="Normal"/>
    <w:uiPriority w:val="99"/>
    <w:rsid w:val="00CE31B7"/>
    <w:rPr>
      <w:sz w:val="14"/>
      <w:szCs w:val="14"/>
    </w:rPr>
  </w:style>
  <w:style w:type="paragraph" w:customStyle="1" w:styleId="afc">
    <w:name w:val="Комментарий пользователя"/>
    <w:basedOn w:val="af6"/>
    <w:next w:val="Normal"/>
    <w:uiPriority w:val="99"/>
    <w:rsid w:val="00CE31B7"/>
    <w:pPr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CE31B7"/>
  </w:style>
  <w:style w:type="paragraph" w:customStyle="1" w:styleId="afe">
    <w:name w:val="Моноширинный"/>
    <w:basedOn w:val="Normal"/>
    <w:next w:val="Normal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">
    <w:name w:val="Найденные слова"/>
    <w:basedOn w:val="a"/>
    <w:uiPriority w:val="99"/>
    <w:rsid w:val="00CE31B7"/>
    <w:rPr>
      <w:rFonts w:cs="Times New Roman"/>
      <w:shd w:val="clear" w:color="auto" w:fill="FFF580"/>
    </w:rPr>
  </w:style>
  <w:style w:type="paragraph" w:customStyle="1" w:styleId="aff0">
    <w:name w:val="Напишите нам"/>
    <w:basedOn w:val="Normal"/>
    <w:next w:val="Normal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1">
    <w:name w:val="Не вступил в силу"/>
    <w:basedOn w:val="a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2">
    <w:name w:val="Необходимые документы"/>
    <w:basedOn w:val="a2"/>
    <w:next w:val="Normal"/>
    <w:uiPriority w:val="99"/>
    <w:rsid w:val="00CE31B7"/>
    <w:pPr>
      <w:ind w:firstLine="118"/>
    </w:pPr>
  </w:style>
  <w:style w:type="paragraph" w:customStyle="1" w:styleId="aff3">
    <w:name w:val="Нормальный (таблица)"/>
    <w:basedOn w:val="Normal"/>
    <w:next w:val="Normal"/>
    <w:uiPriority w:val="99"/>
    <w:rsid w:val="00CE31B7"/>
    <w:pPr>
      <w:ind w:firstLine="0"/>
    </w:pPr>
  </w:style>
  <w:style w:type="paragraph" w:customStyle="1" w:styleId="aff4">
    <w:name w:val="Таблицы (моноширинный)"/>
    <w:basedOn w:val="Normal"/>
    <w:next w:val="Normal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5">
    <w:name w:val="Оглавление"/>
    <w:basedOn w:val="aff4"/>
    <w:next w:val="Normal"/>
    <w:uiPriority w:val="99"/>
    <w:rsid w:val="00CE31B7"/>
    <w:pPr>
      <w:ind w:left="140"/>
    </w:pPr>
  </w:style>
  <w:style w:type="character" w:customStyle="1" w:styleId="aff6">
    <w:name w:val="Опечатки"/>
    <w:uiPriority w:val="99"/>
    <w:rsid w:val="00CE31B7"/>
    <w:rPr>
      <w:color w:val="FF0000"/>
    </w:rPr>
  </w:style>
  <w:style w:type="paragraph" w:customStyle="1" w:styleId="aff7">
    <w:name w:val="Переменная часть"/>
    <w:basedOn w:val="a8"/>
    <w:next w:val="Normal"/>
    <w:uiPriority w:val="99"/>
    <w:rsid w:val="00CE31B7"/>
    <w:rPr>
      <w:sz w:val="18"/>
      <w:szCs w:val="18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CE31B7"/>
    <w:rPr>
      <w:b/>
      <w:bCs/>
    </w:rPr>
  </w:style>
  <w:style w:type="paragraph" w:customStyle="1" w:styleId="affa">
    <w:name w:val="Подчёркнутый текст"/>
    <w:basedOn w:val="Normal"/>
    <w:next w:val="Normal"/>
    <w:uiPriority w:val="99"/>
    <w:rsid w:val="00CE31B7"/>
    <w:pPr>
      <w:pBdr>
        <w:bottom w:val="single" w:sz="4" w:space="0" w:color="auto"/>
      </w:pBdr>
    </w:pPr>
  </w:style>
  <w:style w:type="paragraph" w:customStyle="1" w:styleId="affb">
    <w:name w:val="Постоянная часть"/>
    <w:basedOn w:val="a8"/>
    <w:next w:val="Normal"/>
    <w:uiPriority w:val="99"/>
    <w:rsid w:val="00CE31B7"/>
    <w:rPr>
      <w:sz w:val="20"/>
      <w:szCs w:val="20"/>
    </w:rPr>
  </w:style>
  <w:style w:type="paragraph" w:customStyle="1" w:styleId="affc">
    <w:name w:val="Прижатый влево"/>
    <w:basedOn w:val="Normal"/>
    <w:next w:val="Normal"/>
    <w:uiPriority w:val="99"/>
    <w:rsid w:val="00CE31B7"/>
    <w:pPr>
      <w:ind w:firstLine="0"/>
      <w:jc w:val="left"/>
    </w:pPr>
  </w:style>
  <w:style w:type="paragraph" w:customStyle="1" w:styleId="affd">
    <w:name w:val="Пример."/>
    <w:basedOn w:val="a2"/>
    <w:next w:val="Normal"/>
    <w:uiPriority w:val="99"/>
    <w:rsid w:val="00CE31B7"/>
  </w:style>
  <w:style w:type="paragraph" w:customStyle="1" w:styleId="affe">
    <w:name w:val="Примечание."/>
    <w:basedOn w:val="a2"/>
    <w:next w:val="Normal"/>
    <w:uiPriority w:val="99"/>
    <w:rsid w:val="00CE31B7"/>
  </w:style>
  <w:style w:type="character" w:customStyle="1" w:styleId="afff">
    <w:name w:val="Продолжение ссылки"/>
    <w:basedOn w:val="a0"/>
    <w:uiPriority w:val="99"/>
    <w:rsid w:val="00CE31B7"/>
  </w:style>
  <w:style w:type="paragraph" w:customStyle="1" w:styleId="afff0">
    <w:name w:val="Словарная статья"/>
    <w:basedOn w:val="Normal"/>
    <w:next w:val="Normal"/>
    <w:uiPriority w:val="99"/>
    <w:rsid w:val="00CE31B7"/>
    <w:pPr>
      <w:ind w:right="118" w:firstLine="0"/>
    </w:pPr>
  </w:style>
  <w:style w:type="character" w:customStyle="1" w:styleId="afff1">
    <w:name w:val="Сравнение редакций"/>
    <w:basedOn w:val="a"/>
    <w:uiPriority w:val="99"/>
    <w:rsid w:val="00CE31B7"/>
    <w:rPr>
      <w:rFonts w:cs="Times New Roman"/>
    </w:rPr>
  </w:style>
  <w:style w:type="character" w:customStyle="1" w:styleId="afff2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CE31B7"/>
  </w:style>
  <w:style w:type="character" w:customStyle="1" w:styleId="afff5">
    <w:name w:val="Ссылка на утративший силу документ"/>
    <w:basedOn w:val="a0"/>
    <w:uiPriority w:val="99"/>
    <w:rsid w:val="00CE31B7"/>
    <w:rPr>
      <w:color w:val="749232"/>
    </w:rPr>
  </w:style>
  <w:style w:type="paragraph" w:customStyle="1" w:styleId="afff6">
    <w:name w:val="Текст в таблице"/>
    <w:basedOn w:val="aff3"/>
    <w:next w:val="Normal"/>
    <w:uiPriority w:val="99"/>
    <w:rsid w:val="00CE31B7"/>
    <w:pPr>
      <w:ind w:firstLine="500"/>
    </w:pPr>
  </w:style>
  <w:style w:type="paragraph" w:customStyle="1" w:styleId="afff7">
    <w:name w:val="Текст ЭР (см. также)"/>
    <w:basedOn w:val="Normal"/>
    <w:next w:val="Normal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Технический комментарий"/>
    <w:basedOn w:val="Normal"/>
    <w:next w:val="Normal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Утратил силу"/>
    <w:basedOn w:val="a"/>
    <w:uiPriority w:val="99"/>
    <w:rsid w:val="00CE31B7"/>
    <w:rPr>
      <w:rFonts w:cs="Times New Roman"/>
      <w:strike/>
      <w:color w:val="666600"/>
    </w:rPr>
  </w:style>
  <w:style w:type="paragraph" w:customStyle="1" w:styleId="afffa">
    <w:name w:val="Формула"/>
    <w:basedOn w:val="Normal"/>
    <w:next w:val="Normal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Центрированный (таблица)"/>
    <w:basedOn w:val="aff3"/>
    <w:next w:val="Normal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0834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0834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FC20D4"/>
    <w:rPr>
      <w:rFonts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25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2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451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4</Pages>
  <Words>752</Words>
  <Characters>4291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XTreme</cp:lastModifiedBy>
  <cp:revision>46</cp:revision>
  <cp:lastPrinted>2016-12-13T08:05:00Z</cp:lastPrinted>
  <dcterms:created xsi:type="dcterms:W3CDTF">2016-06-07T12:39:00Z</dcterms:created>
  <dcterms:modified xsi:type="dcterms:W3CDTF">2016-12-15T06:49:00Z</dcterms:modified>
</cp:coreProperties>
</file>